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379D5F" w14:textId="354CBAD1" w:rsidR="00EB3461" w:rsidRPr="00664788" w:rsidRDefault="00EC5A58" w:rsidP="00C4491C">
      <w:pPr>
        <w:pStyle w:val="Title"/>
      </w:pPr>
      <w:r w:rsidRPr="00664788">
        <mc:AlternateContent>
          <mc:Choice Requires="wpg">
            <w:drawing>
              <wp:anchor distT="0" distB="0" distL="114300" distR="114300" simplePos="0" relativeHeight="251664384" behindDoc="1" locked="1" layoutInCell="1" allowOverlap="1" wp14:anchorId="7DC41901" wp14:editId="7BDC37BF">
                <wp:simplePos x="0" y="0"/>
                <wp:positionH relativeFrom="page">
                  <wp:posOffset>-118745</wp:posOffset>
                </wp:positionH>
                <wp:positionV relativeFrom="page">
                  <wp:posOffset>347345</wp:posOffset>
                </wp:positionV>
                <wp:extent cx="10325100" cy="1143000"/>
                <wp:effectExtent l="0" t="33020" r="4445" b="33655"/>
                <wp:wrapNone/>
                <wp:docPr id="3" name="Group 7" descr="Decorative header background with arrow" title="Background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25100" cy="1143000"/>
                          <a:chOff x="-187" y="547"/>
                          <a:chExt cx="16260" cy="1800"/>
                        </a:xfrm>
                      </wpg:grpSpPr>
                      <wps:wsp>
                        <wps:cNvPr id="4" name="Rectangle 2"/>
                        <wps:cNvSpPr>
                          <a:spLocks noChangeArrowheads="1"/>
                        </wps:cNvSpPr>
                        <wps:spPr bwMode="auto">
                          <a:xfrm>
                            <a:off x="-187" y="727"/>
                            <a:ext cx="16260" cy="144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5" name="AutoShape 4"/>
                        <wps:cNvSpPr>
                          <a:spLocks noChangeArrowheads="1"/>
                        </wps:cNvSpPr>
                        <wps:spPr bwMode="auto">
                          <a:xfrm>
                            <a:off x="533" y="547"/>
                            <a:ext cx="5380" cy="1800"/>
                          </a:xfrm>
                          <a:prstGeom prst="chevron">
                            <a:avLst>
                              <a:gd name="adj" fmla="val 35839"/>
                            </a:avLst>
                          </a:prstGeom>
                          <a:solidFill>
                            <a:schemeClr val="accent1">
                              <a:lumMod val="40000"/>
                              <a:lumOff val="60000"/>
                            </a:schemeClr>
                          </a:solidFill>
                          <a:ln w="508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9122B7" id="Group 7" o:spid="_x0000_s1026" alt="Title: Background  - Description: Decorative header background with arrow" style="position:absolute;margin-left:-9.35pt;margin-top:27.35pt;width:813pt;height:90pt;z-index:-251652096;mso-position-horizontal-relative:page;mso-position-vertical-relative:page" coordorigin="-187,547" coordsize="162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">
                <v:rect id="Rectangle 2" o:spid="_x0000_s1027" style="position:absolute;left:-187;top:727;width:162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" fillcolor="#336380 [3215]" stroked="f" strokecolor="#4a7ebb" strokeweight="1.5pt">
                  <v:shadow opacity="22938f" offset="0"/>
                  <v:textbox inset=",7.2pt,,7.2pt"/>
                </v: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4" o:spid="_x0000_s1028" type="#_x0000_t55" style="position:absolute;left:533;top:547;width:53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" adj="19010" fillcolor="#b5d6d7 [1300]" strokecolor="white [3212]" strokeweight="4pt">
                  <v:shadow opacity="22938f" offset="0"/>
                  <v:textbox inset=",7.2pt,,7.2pt"/>
                </v:shape>
                <w10:wrap anchorx="page" anchory="page"/>
                <w10:anchorlock/>
              </v:group>
            </w:pict>
          </mc:Fallback>
        </mc:AlternateContent>
      </w:r>
      <w:r w:rsidRPr="00664788">
        <mc:AlternateContent>
          <mc:Choice Requires="wps">
            <w:drawing>
              <wp:anchor distT="0" distB="0" distL="114300" distR="114300" simplePos="0" relativeHeight="251661312" behindDoc="0" locked="1" layoutInCell="1" allowOverlap="1" wp14:anchorId="0EEE7BF1" wp14:editId="23E83FAE">
                <wp:simplePos x="0" y="0"/>
                <wp:positionH relativeFrom="page">
                  <wp:posOffset>3870325</wp:posOffset>
                </wp:positionH>
                <wp:positionV relativeFrom="page">
                  <wp:posOffset>384175</wp:posOffset>
                </wp:positionV>
                <wp:extent cx="5767200" cy="10296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200" cy="10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CCF22" w14:textId="5A939AEB" w:rsidR="00437F5F" w:rsidRPr="00AA7322" w:rsidRDefault="00437F5F" w:rsidP="00664788">
                            <w:pPr>
                              <w:pStyle w:val="Titlebartext"/>
                              <w:rPr>
                                <w:i/>
                                <w:iCs/>
                                <w:lang w:val="en-CA"/>
                              </w:rPr>
                            </w:pPr>
                            <w:r w:rsidRPr="00AA7322">
                              <w:rPr>
                                <w:i/>
                                <w:iCs/>
                                <w:lang w:val="en-CA"/>
                              </w:rPr>
                              <w:t>To help prevent the spread of COVID-19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E7BF1" id="_x0000_t202" coordsize="21600,21600" o:spt="202" path="m,l,21600r21600,l21600,xe">
                <v:stroke joinstyle="miter"/>
                <v:path gradientshapeok="t" o:connecttype="rect"/>
              </v:shapetype>
              <v:shape id="Text Box 3" o:spid="_x0000_s1026" type="#_x0000_t202" style="position:absolute;left:0;text-align:left;margin-left:304.75pt;margin-top:30.25pt;width:454.1pt;height:81.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" filled="f" stroked="f">
                <v:textbox inset=",7.2pt,,7.2pt">
                  <w:txbxContent>
                    <w:p w14:paraId="088CCF22" w14:textId="5A939AEB" w:rsidR="00437F5F" w:rsidRPr="00AA7322" w:rsidRDefault="00437F5F" w:rsidP="00664788">
                      <w:pPr>
                        <w:pStyle w:val="Titlebartext"/>
                        <w:rPr>
                          <w:i/>
                          <w:iCs/>
                          <w:lang w:val="en-CA"/>
                        </w:rPr>
                      </w:pPr>
                      <w:r w:rsidRPr="00AA7322">
                        <w:rPr>
                          <w:i/>
                          <w:iCs/>
                          <w:lang w:val="en-CA"/>
                        </w:rPr>
                        <w:t>To help prevent the spread of COVID-19</w:t>
                      </w:r>
                    </w:p>
                  </w:txbxContent>
                </v:textbox>
                <w10:wrap anchorx="page" anchory="page"/>
                <w10:anchorlock/>
              </v:shape>
            </w:pict>
          </mc:Fallback>
        </mc:AlternateContent>
      </w:r>
      <w:r w:rsidR="00AA7322">
        <w:t>Cleaning &amp; Sanitizing</w:t>
      </w:r>
    </w:p>
    <w:p w14:paraId="349CF1CC" w14:textId="77777777" w:rsidR="00E07A42" w:rsidRPr="00664788" w:rsidRDefault="00E07A42" w:rsidP="00531D65"/>
    <w:tbl>
      <w:tblPr>
        <w:tblStyle w:val="TableGrid"/>
        <w:tblW w:w="0" w:type="auto"/>
        <w:tblLook w:val="04A0" w:firstRow="1" w:lastRow="0" w:firstColumn="1" w:lastColumn="0" w:noHBand="0" w:noVBand="1"/>
        <w:tblCaption w:val="Table"/>
        <w:tblDescription w:val="Table with checklist for a healthy lifestyle plan for each day of the week"/>
      </w:tblPr>
      <w:tblGrid>
        <w:gridCol w:w="5299"/>
        <w:gridCol w:w="770"/>
        <w:gridCol w:w="749"/>
        <w:gridCol w:w="809"/>
        <w:gridCol w:w="750"/>
        <w:gridCol w:w="735"/>
        <w:gridCol w:w="744"/>
        <w:gridCol w:w="750"/>
        <w:gridCol w:w="235"/>
        <w:gridCol w:w="3554"/>
      </w:tblGrid>
      <w:tr w:rsidR="00D04CC3" w:rsidRPr="00664788" w14:paraId="16789CD4" w14:textId="77777777" w:rsidTr="00771DED">
        <w:trPr>
          <w:trHeight w:val="360"/>
          <w:tblHeader/>
        </w:trPr>
        <w:tc>
          <w:tcPr>
            <w:tcW w:w="10606" w:type="dxa"/>
            <w:gridSpan w:val="8"/>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52889E" w:themeFill="accent4"/>
          </w:tcPr>
          <w:p w14:paraId="03F4E000" w14:textId="41B2F599" w:rsidR="00D04CC3" w:rsidRPr="00664788" w:rsidRDefault="00AA7322" w:rsidP="00664788">
            <w:pPr>
              <w:pStyle w:val="tableheaddark"/>
            </w:pPr>
            <w:r>
              <w:t>Daily Cleaning Checklist</w:t>
            </w:r>
          </w:p>
        </w:tc>
        <w:tc>
          <w:tcPr>
            <w:tcW w:w="235" w:type="dxa"/>
            <w:tcBorders>
              <w:top w:val="nil"/>
              <w:left w:val="single" w:sz="4" w:space="0" w:color="A0C3D9" w:themeColor="text2" w:themeTint="66"/>
              <w:bottom w:val="nil"/>
              <w:right w:val="nil"/>
            </w:tcBorders>
            <w:vAlign w:val="center"/>
          </w:tcPr>
          <w:p w14:paraId="64421F03" w14:textId="77777777" w:rsidR="00D04CC3" w:rsidRPr="00664788" w:rsidRDefault="00D04CC3" w:rsidP="006428A1">
            <w:pPr>
              <w:spacing w:before="40" w:after="40" w:line="240" w:lineRule="auto"/>
              <w:rPr>
                <w:rFonts w:asciiTheme="majorHAnsi" w:hAnsiTheme="majorHAnsi"/>
                <w:sz w:val="28"/>
              </w:rPr>
            </w:pPr>
          </w:p>
        </w:tc>
        <w:tc>
          <w:tcPr>
            <w:tcW w:w="3554" w:type="dxa"/>
            <w:tcBorders>
              <w:top w:val="nil"/>
              <w:left w:val="nil"/>
              <w:bottom w:val="nil"/>
              <w:right w:val="nil"/>
            </w:tcBorders>
            <w:shd w:val="clear" w:color="auto" w:fill="91A8AE" w:themeFill="accent3"/>
            <w:vAlign w:val="center"/>
          </w:tcPr>
          <w:p w14:paraId="57ACAD13" w14:textId="31E68741" w:rsidR="00D04CC3" w:rsidRPr="00664788" w:rsidRDefault="0058143D" w:rsidP="00664788">
            <w:pPr>
              <w:pStyle w:val="tableheadwhite"/>
            </w:pPr>
            <w:r>
              <w:t>HEAVY EQUIPMENT</w:t>
            </w:r>
          </w:p>
        </w:tc>
      </w:tr>
      <w:tr w:rsidR="00664788" w:rsidRPr="00664788" w14:paraId="37294C86" w14:textId="77777777" w:rsidTr="00C4491C">
        <w:trPr>
          <w:trHeight w:val="36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2C252C36" w14:textId="4E0C64D7" w:rsidR="00EF676B" w:rsidRPr="00664788" w:rsidRDefault="000016DE" w:rsidP="00664788">
            <w:pPr>
              <w:pStyle w:val="largetext"/>
            </w:pPr>
            <w:r>
              <w:t>Week of: ___________ to ____________</w:t>
            </w:r>
          </w:p>
        </w:tc>
        <w:sdt>
          <w:sdtPr>
            <w:id w:val="-134105234"/>
            <w:placeholder>
              <w:docPart w:val="6759B1B62EB843CAA2B1642D7AF67B84"/>
            </w:placeholder>
            <w:temporary/>
            <w:showingPlcHdr/>
            <w15:appearance w15:val="hidden"/>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291DDA20" w14:textId="77777777" w:rsidR="00EF676B" w:rsidRPr="00664788" w:rsidRDefault="00664788" w:rsidP="00664788">
                <w:pPr>
                  <w:pStyle w:val="largetext"/>
                </w:pPr>
                <w:r w:rsidRPr="00664788">
                  <w:t>Mon</w:t>
                </w:r>
              </w:p>
            </w:tc>
          </w:sdtContent>
        </w:sdt>
        <w:sdt>
          <w:sdtPr>
            <w:id w:val="-15920209"/>
            <w:placeholder>
              <w:docPart w:val="3E6524B6B13842B2A6BC9FC419440088"/>
            </w:placeholder>
            <w:temporary/>
            <w:showingPlcHdr/>
            <w15:appearance w15:val="hidden"/>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7945D48A" w14:textId="77777777" w:rsidR="00EF676B" w:rsidRPr="00664788" w:rsidRDefault="00664788" w:rsidP="00664788">
                <w:pPr>
                  <w:pStyle w:val="largetext"/>
                </w:pPr>
                <w:r w:rsidRPr="00664788">
                  <w:t>Tue</w:t>
                </w:r>
              </w:p>
            </w:tc>
          </w:sdtContent>
        </w:sdt>
        <w:sdt>
          <w:sdtPr>
            <w:id w:val="116960833"/>
            <w:placeholder>
              <w:docPart w:val="FC45F212B5DF427EBE12AAE61157B432"/>
            </w:placeholder>
            <w:temporary/>
            <w:showingPlcHdr/>
            <w15:appearance w15:val="hidden"/>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6F7A6F3" w14:textId="77777777" w:rsidR="00EF676B" w:rsidRPr="00664788" w:rsidRDefault="00664788" w:rsidP="00664788">
                <w:pPr>
                  <w:pStyle w:val="largetext"/>
                </w:pPr>
                <w:r w:rsidRPr="00664788">
                  <w:t>Wed</w:t>
                </w:r>
              </w:p>
            </w:tc>
          </w:sdtContent>
        </w:sdt>
        <w:sdt>
          <w:sdtPr>
            <w:id w:val="-1258444897"/>
            <w:placeholder>
              <w:docPart w:val="A24CF17C73724B9E8701C684E9E55F66"/>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5CC72A5" w14:textId="77777777" w:rsidR="00EF676B" w:rsidRPr="00664788" w:rsidRDefault="00664788" w:rsidP="00664788">
                <w:pPr>
                  <w:pStyle w:val="largetext"/>
                </w:pPr>
                <w:r w:rsidRPr="00664788">
                  <w:t>Thu</w:t>
                </w:r>
              </w:p>
            </w:tc>
          </w:sdtContent>
        </w:sdt>
        <w:sdt>
          <w:sdtPr>
            <w:id w:val="1767196025"/>
            <w:placeholder>
              <w:docPart w:val="1029AB5700E24B0BACDB0F220716FB3C"/>
            </w:placeholder>
            <w:temporary/>
            <w:showingPlcHdr/>
            <w15:appearance w15:val="hidden"/>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F5710E2" w14:textId="77777777" w:rsidR="00EF676B" w:rsidRPr="00664788" w:rsidRDefault="00664788" w:rsidP="00664788">
                <w:pPr>
                  <w:pStyle w:val="largetext"/>
                </w:pPr>
                <w:r w:rsidRPr="00664788">
                  <w:t>Fri</w:t>
                </w:r>
              </w:p>
            </w:tc>
          </w:sdtContent>
        </w:sdt>
        <w:sdt>
          <w:sdtPr>
            <w:id w:val="-2132166766"/>
            <w:placeholder>
              <w:docPart w:val="23C3BE74412A4F5AAD3D65520973129C"/>
            </w:placeholder>
            <w:temporary/>
            <w:showingPlcHdr/>
            <w15:appearance w15:val="hidden"/>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7A2FB259" w14:textId="77777777" w:rsidR="00EF676B" w:rsidRPr="00664788" w:rsidRDefault="00664788" w:rsidP="00664788">
                <w:pPr>
                  <w:pStyle w:val="largetext"/>
                </w:pPr>
                <w:r w:rsidRPr="00664788">
                  <w:t>Sat</w:t>
                </w:r>
              </w:p>
            </w:tc>
          </w:sdtContent>
        </w:sdt>
        <w:sdt>
          <w:sdtPr>
            <w:id w:val="-1770460465"/>
            <w:placeholder>
              <w:docPart w:val="5FD5CEB66107451CAAA31D4AD56676A1"/>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12D9F11A" w14:textId="77777777" w:rsidR="00EF676B" w:rsidRPr="00664788" w:rsidRDefault="00664788" w:rsidP="00664788">
                <w:pPr>
                  <w:pStyle w:val="largetext"/>
                </w:pPr>
                <w:r w:rsidRPr="00664788">
                  <w:t>Sun</w:t>
                </w:r>
              </w:p>
            </w:tc>
          </w:sdtContent>
        </w:sdt>
        <w:tc>
          <w:tcPr>
            <w:tcW w:w="235" w:type="dxa"/>
            <w:tcBorders>
              <w:top w:val="nil"/>
              <w:left w:val="single" w:sz="4" w:space="0" w:color="A0C3D9" w:themeColor="text2" w:themeTint="66"/>
              <w:bottom w:val="nil"/>
              <w:right w:val="nil"/>
            </w:tcBorders>
            <w:vAlign w:val="center"/>
          </w:tcPr>
          <w:p w14:paraId="4E033428" w14:textId="77777777" w:rsidR="00EF676B" w:rsidRPr="00664788" w:rsidRDefault="00EF676B" w:rsidP="006428A1">
            <w:pPr>
              <w:spacing w:before="40" w:after="40" w:line="240" w:lineRule="auto"/>
              <w:rPr>
                <w:rFonts w:asciiTheme="majorHAnsi" w:hAnsiTheme="majorHAnsi"/>
              </w:rPr>
            </w:pPr>
          </w:p>
        </w:tc>
        <w:tc>
          <w:tcPr>
            <w:tcW w:w="3554" w:type="dxa"/>
            <w:vMerge w:val="restart"/>
            <w:tcBorders>
              <w:top w:val="nil"/>
              <w:left w:val="nil"/>
              <w:bottom w:val="nil"/>
              <w:right w:val="nil"/>
            </w:tcBorders>
            <w:shd w:val="clear" w:color="auto" w:fill="91A8AE" w:themeFill="accent3"/>
          </w:tcPr>
          <w:p w14:paraId="77802A4E" w14:textId="477EBCB9" w:rsidR="00AA7322" w:rsidRPr="00CD7DA9" w:rsidRDefault="00AA7322" w:rsidP="00AA7322">
            <w:pPr>
              <w:pStyle w:val="Titlebartext"/>
              <w:rPr>
                <w:sz w:val="21"/>
                <w:szCs w:val="20"/>
                <w:lang w:val="en-CA"/>
              </w:rPr>
            </w:pPr>
            <w:r w:rsidRPr="00CD7DA9">
              <w:rPr>
                <w:sz w:val="21"/>
                <w:szCs w:val="20"/>
              </w:rPr>
              <w:t xml:space="preserve">Individual operators to clean their own equipment at least twice per day, once at the end of the day. If operator changes, the equipment must be fully sanitized prior to new operator entering equipment. Gloves must be worn while operating equipment. </w:t>
            </w:r>
            <w:r w:rsidR="008D317F" w:rsidRPr="00CD7DA9">
              <w:rPr>
                <w:sz w:val="20"/>
                <w:szCs w:val="20"/>
              </w:rPr>
              <w:t>Do not leave used towels in cab of vehicles, remove garbage daily. Use gloves when doing your pre-trip inspection.</w:t>
            </w:r>
          </w:p>
          <w:p w14:paraId="794069D7" w14:textId="51904AE2" w:rsidR="00EF676B" w:rsidRPr="00664788" w:rsidRDefault="00EF676B" w:rsidP="00AA7322">
            <w:pPr>
              <w:pStyle w:val="numberedtextlight"/>
              <w:numPr>
                <w:ilvl w:val="0"/>
                <w:numId w:val="0"/>
              </w:numPr>
              <w:ind w:left="280" w:hanging="270"/>
            </w:pPr>
          </w:p>
        </w:tc>
      </w:tr>
      <w:tr w:rsidR="00664788" w:rsidRPr="00664788" w14:paraId="421128E9"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6698E6A" w14:textId="70DB953E" w:rsidR="00664788" w:rsidRPr="00664788" w:rsidRDefault="000016DE" w:rsidP="00664788">
            <w:pPr>
              <w:pStyle w:val="table"/>
            </w:pPr>
            <w:r>
              <w:t>Door handles (exterior/interior)</w:t>
            </w:r>
          </w:p>
        </w:tc>
        <w:sdt>
          <w:sdtPr>
            <w:id w:val="-11877114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A895B43" w14:textId="77777777" w:rsidR="00664788" w:rsidRPr="00664788" w:rsidRDefault="00664788" w:rsidP="00664788">
                <w:pPr>
                  <w:pStyle w:val="table"/>
                  <w:jc w:val="center"/>
                </w:pPr>
                <w:r w:rsidRPr="00664788">
                  <w:rPr>
                    <w:rFonts w:ascii="MS Gothic" w:eastAsia="MS Gothic" w:hAnsi="MS Gothic"/>
                  </w:rPr>
                  <w:t>☐</w:t>
                </w:r>
              </w:p>
            </w:tc>
          </w:sdtContent>
        </w:sdt>
        <w:sdt>
          <w:sdtPr>
            <w:id w:val="-171819471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27F029D" w14:textId="77777777" w:rsidR="00664788" w:rsidRPr="00664788" w:rsidRDefault="00664788" w:rsidP="00664788">
                <w:pPr>
                  <w:pStyle w:val="table"/>
                  <w:jc w:val="center"/>
                </w:pPr>
                <w:r w:rsidRPr="000610E3">
                  <w:rPr>
                    <w:rFonts w:ascii="MS Gothic" w:eastAsia="MS Gothic" w:hAnsi="MS Gothic"/>
                  </w:rPr>
                  <w:t>☐</w:t>
                </w:r>
              </w:p>
            </w:tc>
          </w:sdtContent>
        </w:sdt>
        <w:sdt>
          <w:sdtPr>
            <w:id w:val="-39828927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9422BE" w14:textId="77777777" w:rsidR="00664788" w:rsidRPr="00664788" w:rsidRDefault="00664788" w:rsidP="00664788">
                <w:pPr>
                  <w:pStyle w:val="table"/>
                  <w:jc w:val="center"/>
                </w:pPr>
                <w:r w:rsidRPr="000610E3">
                  <w:rPr>
                    <w:rFonts w:ascii="MS Gothic" w:eastAsia="MS Gothic" w:hAnsi="MS Gothic"/>
                  </w:rPr>
                  <w:t>☐</w:t>
                </w:r>
              </w:p>
            </w:tc>
          </w:sdtContent>
        </w:sdt>
        <w:sdt>
          <w:sdtPr>
            <w:id w:val="88105567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05A777" w14:textId="77777777" w:rsidR="00664788" w:rsidRPr="00664788" w:rsidRDefault="00664788" w:rsidP="00664788">
                <w:pPr>
                  <w:pStyle w:val="table"/>
                  <w:jc w:val="center"/>
                </w:pPr>
                <w:r w:rsidRPr="000610E3">
                  <w:rPr>
                    <w:rFonts w:ascii="MS Gothic" w:eastAsia="MS Gothic" w:hAnsi="MS Gothic"/>
                  </w:rPr>
                  <w:t>☐</w:t>
                </w:r>
              </w:p>
            </w:tc>
          </w:sdtContent>
        </w:sdt>
        <w:sdt>
          <w:sdtPr>
            <w:id w:val="6006633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EF67545" w14:textId="77777777" w:rsidR="00664788" w:rsidRPr="00664788" w:rsidRDefault="00664788" w:rsidP="00664788">
                <w:pPr>
                  <w:pStyle w:val="table"/>
                  <w:jc w:val="center"/>
                </w:pPr>
                <w:r w:rsidRPr="000610E3">
                  <w:rPr>
                    <w:rFonts w:ascii="MS Gothic" w:eastAsia="MS Gothic" w:hAnsi="MS Gothic"/>
                  </w:rPr>
                  <w:t>☐</w:t>
                </w:r>
              </w:p>
            </w:tc>
          </w:sdtContent>
        </w:sdt>
        <w:sdt>
          <w:sdtPr>
            <w:id w:val="-196009510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FDA76A" w14:textId="77777777" w:rsidR="00664788" w:rsidRPr="00664788" w:rsidRDefault="00664788" w:rsidP="00664788">
                <w:pPr>
                  <w:pStyle w:val="table"/>
                  <w:jc w:val="center"/>
                </w:pPr>
                <w:r w:rsidRPr="000610E3">
                  <w:rPr>
                    <w:rFonts w:ascii="MS Gothic" w:eastAsia="MS Gothic" w:hAnsi="MS Gothic"/>
                  </w:rPr>
                  <w:t>☐</w:t>
                </w:r>
              </w:p>
            </w:tc>
          </w:sdtContent>
        </w:sdt>
        <w:sdt>
          <w:sdtPr>
            <w:id w:val="192121010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0C7510"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5F39B56"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7D9B18BE" w14:textId="77777777" w:rsidR="00664788" w:rsidRPr="00664788" w:rsidRDefault="00664788" w:rsidP="00664788">
            <w:pPr>
              <w:spacing w:before="40" w:after="40" w:line="240" w:lineRule="auto"/>
              <w:rPr>
                <w:color w:val="FFFFFF" w:themeColor="background1"/>
              </w:rPr>
            </w:pPr>
          </w:p>
        </w:tc>
      </w:tr>
      <w:tr w:rsidR="00664788" w:rsidRPr="00664788" w14:paraId="1B3D59CD"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75B3E19" w14:textId="6F6C7E57" w:rsidR="00664788" w:rsidRPr="00664788" w:rsidRDefault="000016DE" w:rsidP="00664788">
            <w:pPr>
              <w:pStyle w:val="table"/>
            </w:pPr>
            <w:r>
              <w:t>Cover latches (battery cover, engine cover, etc.)</w:t>
            </w:r>
          </w:p>
        </w:tc>
        <w:sdt>
          <w:sdtPr>
            <w:id w:val="-35873865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6A1B8C" w14:textId="77777777" w:rsidR="00664788" w:rsidRPr="00664788" w:rsidRDefault="00664788" w:rsidP="00664788">
                <w:pPr>
                  <w:pStyle w:val="table"/>
                  <w:jc w:val="center"/>
                </w:pPr>
                <w:r w:rsidRPr="0008747B">
                  <w:rPr>
                    <w:rFonts w:ascii="MS Gothic" w:eastAsia="MS Gothic" w:hAnsi="MS Gothic"/>
                  </w:rPr>
                  <w:t>☐</w:t>
                </w:r>
              </w:p>
            </w:tc>
          </w:sdtContent>
        </w:sdt>
        <w:sdt>
          <w:sdtPr>
            <w:id w:val="194788251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AFBB39" w14:textId="77777777" w:rsidR="00664788" w:rsidRPr="00664788" w:rsidRDefault="00664788" w:rsidP="00664788">
                <w:pPr>
                  <w:pStyle w:val="table"/>
                  <w:jc w:val="center"/>
                </w:pPr>
                <w:r w:rsidRPr="000610E3">
                  <w:rPr>
                    <w:rFonts w:ascii="MS Gothic" w:eastAsia="MS Gothic" w:hAnsi="MS Gothic"/>
                  </w:rPr>
                  <w:t>☐</w:t>
                </w:r>
              </w:p>
            </w:tc>
          </w:sdtContent>
        </w:sdt>
        <w:sdt>
          <w:sdtPr>
            <w:id w:val="19582757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AE732A" w14:textId="77777777" w:rsidR="00664788" w:rsidRPr="00664788" w:rsidRDefault="00664788" w:rsidP="00664788">
                <w:pPr>
                  <w:pStyle w:val="table"/>
                  <w:jc w:val="center"/>
                </w:pPr>
                <w:r w:rsidRPr="000610E3">
                  <w:rPr>
                    <w:rFonts w:ascii="MS Gothic" w:eastAsia="MS Gothic" w:hAnsi="MS Gothic"/>
                  </w:rPr>
                  <w:t>☐</w:t>
                </w:r>
              </w:p>
            </w:tc>
          </w:sdtContent>
        </w:sdt>
        <w:sdt>
          <w:sdtPr>
            <w:id w:val="53485986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84FD07" w14:textId="77777777" w:rsidR="00664788" w:rsidRPr="00664788" w:rsidRDefault="00664788" w:rsidP="00664788">
                <w:pPr>
                  <w:pStyle w:val="table"/>
                  <w:jc w:val="center"/>
                </w:pPr>
                <w:r w:rsidRPr="000610E3">
                  <w:rPr>
                    <w:rFonts w:ascii="MS Gothic" w:eastAsia="MS Gothic" w:hAnsi="MS Gothic"/>
                  </w:rPr>
                  <w:t>☐</w:t>
                </w:r>
              </w:p>
            </w:tc>
          </w:sdtContent>
        </w:sdt>
        <w:sdt>
          <w:sdtPr>
            <w:id w:val="132693759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EBEF86" w14:textId="77777777" w:rsidR="00664788" w:rsidRPr="00664788" w:rsidRDefault="00664788" w:rsidP="00664788">
                <w:pPr>
                  <w:pStyle w:val="table"/>
                  <w:jc w:val="center"/>
                </w:pPr>
                <w:r w:rsidRPr="000610E3">
                  <w:rPr>
                    <w:rFonts w:ascii="MS Gothic" w:eastAsia="MS Gothic" w:hAnsi="MS Gothic"/>
                  </w:rPr>
                  <w:t>☐</w:t>
                </w:r>
              </w:p>
            </w:tc>
          </w:sdtContent>
        </w:sdt>
        <w:sdt>
          <w:sdtPr>
            <w:id w:val="-202763225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50DCCA" w14:textId="77777777" w:rsidR="00664788" w:rsidRPr="00664788" w:rsidRDefault="00664788" w:rsidP="00664788">
                <w:pPr>
                  <w:pStyle w:val="table"/>
                  <w:jc w:val="center"/>
                </w:pPr>
                <w:r w:rsidRPr="000610E3">
                  <w:rPr>
                    <w:rFonts w:ascii="MS Gothic" w:eastAsia="MS Gothic" w:hAnsi="MS Gothic"/>
                  </w:rPr>
                  <w:t>☐</w:t>
                </w:r>
              </w:p>
            </w:tc>
          </w:sdtContent>
        </w:sdt>
        <w:sdt>
          <w:sdtPr>
            <w:id w:val="208241011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9332DFE"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B781F5F"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2A585EE6" w14:textId="77777777" w:rsidR="00664788" w:rsidRPr="00664788" w:rsidRDefault="00664788" w:rsidP="00664788">
            <w:pPr>
              <w:spacing w:before="40" w:after="40" w:line="240" w:lineRule="auto"/>
              <w:rPr>
                <w:color w:val="FFFFFF" w:themeColor="background1"/>
              </w:rPr>
            </w:pPr>
          </w:p>
        </w:tc>
      </w:tr>
      <w:tr w:rsidR="00664788" w:rsidRPr="00664788" w14:paraId="6149301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BAAC273" w14:textId="3037CAB7" w:rsidR="00664788" w:rsidRPr="00664788" w:rsidRDefault="000016DE" w:rsidP="00664788">
            <w:pPr>
              <w:pStyle w:val="table"/>
            </w:pPr>
            <w:r>
              <w:t>3 point contact supports (handles, railings, etc.)</w:t>
            </w:r>
          </w:p>
        </w:tc>
        <w:sdt>
          <w:sdtPr>
            <w:id w:val="-205059416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F2795E" w14:textId="77777777" w:rsidR="00664788" w:rsidRPr="00664788" w:rsidRDefault="00664788" w:rsidP="00664788">
                <w:pPr>
                  <w:pStyle w:val="table"/>
                  <w:jc w:val="center"/>
                </w:pPr>
                <w:r w:rsidRPr="0008747B">
                  <w:rPr>
                    <w:rFonts w:ascii="MS Gothic" w:eastAsia="MS Gothic" w:hAnsi="MS Gothic"/>
                  </w:rPr>
                  <w:t>☐</w:t>
                </w:r>
              </w:p>
            </w:tc>
          </w:sdtContent>
        </w:sdt>
        <w:sdt>
          <w:sdtPr>
            <w:id w:val="176996585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26B87A" w14:textId="77777777" w:rsidR="00664788" w:rsidRPr="00664788" w:rsidRDefault="00664788" w:rsidP="00664788">
                <w:pPr>
                  <w:pStyle w:val="table"/>
                  <w:jc w:val="center"/>
                </w:pPr>
                <w:r w:rsidRPr="000610E3">
                  <w:rPr>
                    <w:rFonts w:ascii="MS Gothic" w:eastAsia="MS Gothic" w:hAnsi="MS Gothic"/>
                  </w:rPr>
                  <w:t>☐</w:t>
                </w:r>
              </w:p>
            </w:tc>
          </w:sdtContent>
        </w:sdt>
        <w:sdt>
          <w:sdtPr>
            <w:id w:val="105450497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5801C66" w14:textId="77777777" w:rsidR="00664788" w:rsidRPr="00664788" w:rsidRDefault="00664788" w:rsidP="00664788">
                <w:pPr>
                  <w:pStyle w:val="table"/>
                  <w:jc w:val="center"/>
                </w:pPr>
                <w:r w:rsidRPr="000610E3">
                  <w:rPr>
                    <w:rFonts w:ascii="MS Gothic" w:eastAsia="MS Gothic" w:hAnsi="MS Gothic"/>
                  </w:rPr>
                  <w:t>☐</w:t>
                </w:r>
              </w:p>
            </w:tc>
          </w:sdtContent>
        </w:sdt>
        <w:sdt>
          <w:sdtPr>
            <w:id w:val="184250806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CE7901" w14:textId="77777777" w:rsidR="00664788" w:rsidRPr="00664788" w:rsidRDefault="00664788" w:rsidP="00664788">
                <w:pPr>
                  <w:pStyle w:val="table"/>
                  <w:jc w:val="center"/>
                </w:pPr>
                <w:r w:rsidRPr="000610E3">
                  <w:rPr>
                    <w:rFonts w:ascii="MS Gothic" w:eastAsia="MS Gothic" w:hAnsi="MS Gothic"/>
                  </w:rPr>
                  <w:t>☐</w:t>
                </w:r>
              </w:p>
            </w:tc>
          </w:sdtContent>
        </w:sdt>
        <w:sdt>
          <w:sdtPr>
            <w:id w:val="-17157717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204F041" w14:textId="77777777" w:rsidR="00664788" w:rsidRPr="00664788" w:rsidRDefault="00664788" w:rsidP="00664788">
                <w:pPr>
                  <w:pStyle w:val="table"/>
                  <w:jc w:val="center"/>
                </w:pPr>
                <w:r w:rsidRPr="000610E3">
                  <w:rPr>
                    <w:rFonts w:ascii="MS Gothic" w:eastAsia="MS Gothic" w:hAnsi="MS Gothic"/>
                  </w:rPr>
                  <w:t>☐</w:t>
                </w:r>
              </w:p>
            </w:tc>
          </w:sdtContent>
        </w:sdt>
        <w:sdt>
          <w:sdtPr>
            <w:id w:val="-2425820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81E618" w14:textId="77777777" w:rsidR="00664788" w:rsidRPr="00664788" w:rsidRDefault="00664788" w:rsidP="00664788">
                <w:pPr>
                  <w:pStyle w:val="table"/>
                  <w:jc w:val="center"/>
                </w:pPr>
                <w:r w:rsidRPr="000610E3">
                  <w:rPr>
                    <w:rFonts w:ascii="MS Gothic" w:eastAsia="MS Gothic" w:hAnsi="MS Gothic"/>
                  </w:rPr>
                  <w:t>☐</w:t>
                </w:r>
              </w:p>
            </w:tc>
          </w:sdtContent>
        </w:sdt>
        <w:sdt>
          <w:sdtPr>
            <w:id w:val="-92604081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6529EA"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005F84F"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1013C3BF" w14:textId="77777777" w:rsidR="00664788" w:rsidRPr="00664788" w:rsidRDefault="00664788" w:rsidP="00664788">
            <w:pPr>
              <w:spacing w:before="40" w:after="40" w:line="240" w:lineRule="auto"/>
              <w:rPr>
                <w:color w:val="FFFFFF" w:themeColor="background1"/>
              </w:rPr>
            </w:pPr>
          </w:p>
        </w:tc>
      </w:tr>
      <w:tr w:rsidR="00664788" w:rsidRPr="00664788" w14:paraId="300B94A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FC66A39" w14:textId="5E6BFBB1" w:rsidR="00664788" w:rsidRPr="00664788" w:rsidRDefault="000016DE" w:rsidP="00664788">
            <w:pPr>
              <w:pStyle w:val="table"/>
            </w:pPr>
            <w:r>
              <w:t>Fuel cap</w:t>
            </w:r>
          </w:p>
        </w:tc>
        <w:sdt>
          <w:sdtPr>
            <w:id w:val="-10411904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E5E952" w14:textId="77777777" w:rsidR="00664788" w:rsidRPr="00664788" w:rsidRDefault="00664788" w:rsidP="00664788">
                <w:pPr>
                  <w:pStyle w:val="table"/>
                  <w:jc w:val="center"/>
                </w:pPr>
                <w:r w:rsidRPr="0008747B">
                  <w:rPr>
                    <w:rFonts w:ascii="MS Gothic" w:eastAsia="MS Gothic" w:hAnsi="MS Gothic"/>
                  </w:rPr>
                  <w:t>☐</w:t>
                </w:r>
              </w:p>
            </w:tc>
          </w:sdtContent>
        </w:sdt>
        <w:sdt>
          <w:sdtPr>
            <w:id w:val="130003859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434B5BF" w14:textId="77777777" w:rsidR="00664788" w:rsidRPr="00664788" w:rsidRDefault="00664788" w:rsidP="00664788">
                <w:pPr>
                  <w:pStyle w:val="table"/>
                  <w:jc w:val="center"/>
                </w:pPr>
                <w:r w:rsidRPr="000610E3">
                  <w:rPr>
                    <w:rFonts w:ascii="MS Gothic" w:eastAsia="MS Gothic" w:hAnsi="MS Gothic"/>
                  </w:rPr>
                  <w:t>☐</w:t>
                </w:r>
              </w:p>
            </w:tc>
          </w:sdtContent>
        </w:sdt>
        <w:sdt>
          <w:sdtPr>
            <w:id w:val="-27509616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2D3AC1" w14:textId="77777777" w:rsidR="00664788" w:rsidRPr="00664788" w:rsidRDefault="00664788" w:rsidP="00664788">
                <w:pPr>
                  <w:pStyle w:val="table"/>
                  <w:jc w:val="center"/>
                </w:pPr>
                <w:r w:rsidRPr="000610E3">
                  <w:rPr>
                    <w:rFonts w:ascii="MS Gothic" w:eastAsia="MS Gothic" w:hAnsi="MS Gothic"/>
                  </w:rPr>
                  <w:t>☐</w:t>
                </w:r>
              </w:p>
            </w:tc>
          </w:sdtContent>
        </w:sdt>
        <w:sdt>
          <w:sdtPr>
            <w:id w:val="125061599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333B3D7" w14:textId="77777777" w:rsidR="00664788" w:rsidRPr="00664788" w:rsidRDefault="00664788" w:rsidP="00664788">
                <w:pPr>
                  <w:pStyle w:val="table"/>
                  <w:jc w:val="center"/>
                </w:pPr>
                <w:r w:rsidRPr="000610E3">
                  <w:rPr>
                    <w:rFonts w:ascii="MS Gothic" w:eastAsia="MS Gothic" w:hAnsi="MS Gothic"/>
                  </w:rPr>
                  <w:t>☐</w:t>
                </w:r>
              </w:p>
            </w:tc>
          </w:sdtContent>
        </w:sdt>
        <w:sdt>
          <w:sdtPr>
            <w:id w:val="-103773268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186FBA5" w14:textId="77777777" w:rsidR="00664788" w:rsidRPr="00664788" w:rsidRDefault="00664788" w:rsidP="00664788">
                <w:pPr>
                  <w:pStyle w:val="table"/>
                  <w:jc w:val="center"/>
                </w:pPr>
                <w:r w:rsidRPr="000610E3">
                  <w:rPr>
                    <w:rFonts w:ascii="MS Gothic" w:eastAsia="MS Gothic" w:hAnsi="MS Gothic"/>
                  </w:rPr>
                  <w:t>☐</w:t>
                </w:r>
              </w:p>
            </w:tc>
          </w:sdtContent>
        </w:sdt>
        <w:sdt>
          <w:sdtPr>
            <w:id w:val="-131339859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70E028" w14:textId="77777777" w:rsidR="00664788" w:rsidRPr="00664788" w:rsidRDefault="00664788" w:rsidP="00664788">
                <w:pPr>
                  <w:pStyle w:val="table"/>
                  <w:jc w:val="center"/>
                </w:pPr>
                <w:r w:rsidRPr="000610E3">
                  <w:rPr>
                    <w:rFonts w:ascii="MS Gothic" w:eastAsia="MS Gothic" w:hAnsi="MS Gothic"/>
                  </w:rPr>
                  <w:t>☐</w:t>
                </w:r>
              </w:p>
            </w:tc>
          </w:sdtContent>
        </w:sdt>
        <w:sdt>
          <w:sdtPr>
            <w:id w:val="-114026944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5411A3"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735490C"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424018FE" w14:textId="77777777" w:rsidR="00664788" w:rsidRPr="00664788" w:rsidRDefault="00664788" w:rsidP="00664788">
            <w:pPr>
              <w:spacing w:before="40" w:after="40" w:line="240" w:lineRule="auto"/>
              <w:rPr>
                <w:color w:val="FFFFFF" w:themeColor="background1"/>
              </w:rPr>
            </w:pPr>
          </w:p>
        </w:tc>
      </w:tr>
      <w:tr w:rsidR="00664788" w:rsidRPr="00664788" w14:paraId="0E6F6B7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7519B7C" w14:textId="57CDF70F" w:rsidR="00664788" w:rsidRPr="00664788" w:rsidRDefault="000016DE" w:rsidP="00664788">
            <w:pPr>
              <w:pStyle w:val="table"/>
            </w:pPr>
            <w:r>
              <w:t>Cell phone</w:t>
            </w:r>
          </w:p>
        </w:tc>
        <w:sdt>
          <w:sdtPr>
            <w:id w:val="9552910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0C6CA54" w14:textId="77777777" w:rsidR="00664788" w:rsidRPr="00664788" w:rsidRDefault="00664788" w:rsidP="00664788">
                <w:pPr>
                  <w:pStyle w:val="table"/>
                  <w:jc w:val="center"/>
                </w:pPr>
                <w:r w:rsidRPr="0008747B">
                  <w:rPr>
                    <w:rFonts w:ascii="MS Gothic" w:eastAsia="MS Gothic" w:hAnsi="MS Gothic"/>
                  </w:rPr>
                  <w:t>☐</w:t>
                </w:r>
              </w:p>
            </w:tc>
          </w:sdtContent>
        </w:sdt>
        <w:sdt>
          <w:sdtPr>
            <w:id w:val="-65715282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4CA9AC" w14:textId="77777777" w:rsidR="00664788" w:rsidRPr="00664788" w:rsidRDefault="00664788" w:rsidP="00664788">
                <w:pPr>
                  <w:pStyle w:val="table"/>
                  <w:jc w:val="center"/>
                </w:pPr>
                <w:r>
                  <w:rPr>
                    <w:rFonts w:ascii="MS Gothic" w:eastAsia="MS Gothic" w:hAnsi="MS Gothic" w:hint="eastAsia"/>
                  </w:rPr>
                  <w:t>☐</w:t>
                </w:r>
              </w:p>
            </w:tc>
          </w:sdtContent>
        </w:sdt>
        <w:sdt>
          <w:sdtPr>
            <w:id w:val="43734055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15E4F4" w14:textId="77777777" w:rsidR="00664788" w:rsidRPr="00664788" w:rsidRDefault="00664788" w:rsidP="00664788">
                <w:pPr>
                  <w:pStyle w:val="table"/>
                  <w:jc w:val="center"/>
                </w:pPr>
                <w:r w:rsidRPr="000610E3">
                  <w:rPr>
                    <w:rFonts w:ascii="MS Gothic" w:eastAsia="MS Gothic" w:hAnsi="MS Gothic"/>
                  </w:rPr>
                  <w:t>☐</w:t>
                </w:r>
              </w:p>
            </w:tc>
          </w:sdtContent>
        </w:sdt>
        <w:sdt>
          <w:sdtPr>
            <w:id w:val="151935189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7FD4AB2" w14:textId="77777777" w:rsidR="00664788" w:rsidRPr="00664788" w:rsidRDefault="00664788" w:rsidP="00664788">
                <w:pPr>
                  <w:pStyle w:val="table"/>
                  <w:jc w:val="center"/>
                </w:pPr>
                <w:r w:rsidRPr="000610E3">
                  <w:rPr>
                    <w:rFonts w:ascii="MS Gothic" w:eastAsia="MS Gothic" w:hAnsi="MS Gothic"/>
                  </w:rPr>
                  <w:t>☐</w:t>
                </w:r>
              </w:p>
            </w:tc>
          </w:sdtContent>
        </w:sdt>
        <w:sdt>
          <w:sdtPr>
            <w:id w:val="-67473002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B275147" w14:textId="77777777" w:rsidR="00664788" w:rsidRPr="00664788" w:rsidRDefault="00664788" w:rsidP="00664788">
                <w:pPr>
                  <w:pStyle w:val="table"/>
                  <w:jc w:val="center"/>
                </w:pPr>
                <w:r w:rsidRPr="000610E3">
                  <w:rPr>
                    <w:rFonts w:ascii="MS Gothic" w:eastAsia="MS Gothic" w:hAnsi="MS Gothic"/>
                  </w:rPr>
                  <w:t>☐</w:t>
                </w:r>
              </w:p>
            </w:tc>
          </w:sdtContent>
        </w:sdt>
        <w:sdt>
          <w:sdtPr>
            <w:id w:val="-81988315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65D6A0" w14:textId="77777777" w:rsidR="00664788" w:rsidRPr="00664788" w:rsidRDefault="00664788" w:rsidP="00664788">
                <w:pPr>
                  <w:pStyle w:val="table"/>
                  <w:jc w:val="center"/>
                </w:pPr>
                <w:r w:rsidRPr="000610E3">
                  <w:rPr>
                    <w:rFonts w:ascii="MS Gothic" w:eastAsia="MS Gothic" w:hAnsi="MS Gothic"/>
                  </w:rPr>
                  <w:t>☐</w:t>
                </w:r>
              </w:p>
            </w:tc>
          </w:sdtContent>
        </w:sdt>
        <w:sdt>
          <w:sdtPr>
            <w:id w:val="162603733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3E79D0E"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780EF43"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0867BAA1" w14:textId="77777777" w:rsidR="00664788" w:rsidRPr="00664788" w:rsidRDefault="00664788" w:rsidP="00664788">
            <w:pPr>
              <w:spacing w:before="40" w:after="40" w:line="240" w:lineRule="auto"/>
              <w:rPr>
                <w:color w:val="FFFFFF" w:themeColor="background1"/>
              </w:rPr>
            </w:pPr>
          </w:p>
        </w:tc>
      </w:tr>
      <w:tr w:rsidR="00664788" w:rsidRPr="00664788" w14:paraId="6D1680A7"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3795CF6" w14:textId="4E5B70F9" w:rsidR="00664788" w:rsidRPr="00664788" w:rsidRDefault="000016DE" w:rsidP="00664788">
            <w:pPr>
              <w:pStyle w:val="table"/>
            </w:pPr>
            <w:r>
              <w:t>Hand controls</w:t>
            </w:r>
          </w:p>
        </w:tc>
        <w:sdt>
          <w:sdtPr>
            <w:id w:val="-170701367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F028D3" w14:textId="77777777" w:rsidR="00664788" w:rsidRPr="00664788" w:rsidRDefault="00664788" w:rsidP="00664788">
                <w:pPr>
                  <w:pStyle w:val="table"/>
                  <w:jc w:val="center"/>
                </w:pPr>
                <w:r w:rsidRPr="0008747B">
                  <w:rPr>
                    <w:rFonts w:ascii="MS Gothic" w:eastAsia="MS Gothic" w:hAnsi="MS Gothic"/>
                  </w:rPr>
                  <w:t>☐</w:t>
                </w:r>
              </w:p>
            </w:tc>
          </w:sdtContent>
        </w:sdt>
        <w:sdt>
          <w:sdtPr>
            <w:id w:val="189738770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55B103A" w14:textId="77777777" w:rsidR="00664788" w:rsidRPr="00664788" w:rsidRDefault="00664788" w:rsidP="00664788">
                <w:pPr>
                  <w:pStyle w:val="table"/>
                  <w:jc w:val="center"/>
                </w:pPr>
                <w:r w:rsidRPr="000610E3">
                  <w:rPr>
                    <w:rFonts w:ascii="MS Gothic" w:eastAsia="MS Gothic" w:hAnsi="MS Gothic"/>
                  </w:rPr>
                  <w:t>☐</w:t>
                </w:r>
              </w:p>
            </w:tc>
          </w:sdtContent>
        </w:sdt>
        <w:sdt>
          <w:sdtPr>
            <w:id w:val="-150952012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8A584A" w14:textId="77777777" w:rsidR="00664788" w:rsidRPr="00664788" w:rsidRDefault="00664788" w:rsidP="00664788">
                <w:pPr>
                  <w:pStyle w:val="table"/>
                  <w:jc w:val="center"/>
                </w:pPr>
                <w:r w:rsidRPr="000610E3">
                  <w:rPr>
                    <w:rFonts w:ascii="MS Gothic" w:eastAsia="MS Gothic" w:hAnsi="MS Gothic"/>
                  </w:rPr>
                  <w:t>☐</w:t>
                </w:r>
              </w:p>
            </w:tc>
          </w:sdtContent>
        </w:sdt>
        <w:sdt>
          <w:sdtPr>
            <w:id w:val="-98977789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369D2D8" w14:textId="77777777" w:rsidR="00664788" w:rsidRPr="00664788" w:rsidRDefault="00664788" w:rsidP="00664788">
                <w:pPr>
                  <w:pStyle w:val="table"/>
                  <w:jc w:val="center"/>
                </w:pPr>
                <w:r w:rsidRPr="000610E3">
                  <w:rPr>
                    <w:rFonts w:ascii="MS Gothic" w:eastAsia="MS Gothic" w:hAnsi="MS Gothic"/>
                  </w:rPr>
                  <w:t>☐</w:t>
                </w:r>
              </w:p>
            </w:tc>
          </w:sdtContent>
        </w:sdt>
        <w:sdt>
          <w:sdtPr>
            <w:id w:val="-14158578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DCA78A4" w14:textId="77777777" w:rsidR="00664788" w:rsidRPr="00664788" w:rsidRDefault="00664788" w:rsidP="00664788">
                <w:pPr>
                  <w:pStyle w:val="table"/>
                  <w:jc w:val="center"/>
                </w:pPr>
                <w:r w:rsidRPr="000610E3">
                  <w:rPr>
                    <w:rFonts w:ascii="MS Gothic" w:eastAsia="MS Gothic" w:hAnsi="MS Gothic"/>
                  </w:rPr>
                  <w:t>☐</w:t>
                </w:r>
              </w:p>
            </w:tc>
          </w:sdtContent>
        </w:sdt>
        <w:sdt>
          <w:sdtPr>
            <w:id w:val="195250490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B831E8E" w14:textId="77777777" w:rsidR="00664788" w:rsidRPr="00664788" w:rsidRDefault="00664788" w:rsidP="00664788">
                <w:pPr>
                  <w:pStyle w:val="table"/>
                  <w:jc w:val="center"/>
                </w:pPr>
                <w:r w:rsidRPr="000610E3">
                  <w:rPr>
                    <w:rFonts w:ascii="MS Gothic" w:eastAsia="MS Gothic" w:hAnsi="MS Gothic"/>
                  </w:rPr>
                  <w:t>☐</w:t>
                </w:r>
              </w:p>
            </w:tc>
          </w:sdtContent>
        </w:sdt>
        <w:sdt>
          <w:sdtPr>
            <w:id w:val="202790693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381044"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1D4E303"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2F15A98E" w14:textId="77777777" w:rsidR="00664788" w:rsidRPr="00664788" w:rsidRDefault="00664788" w:rsidP="00664788">
            <w:pPr>
              <w:spacing w:before="40" w:after="40" w:line="240" w:lineRule="auto"/>
              <w:rPr>
                <w:color w:val="FFFFFF" w:themeColor="background1"/>
              </w:rPr>
            </w:pPr>
          </w:p>
        </w:tc>
      </w:tr>
      <w:tr w:rsidR="00664788" w:rsidRPr="00664788" w14:paraId="65CBA23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3527F3B" w14:textId="7F7947AA" w:rsidR="00664788" w:rsidRPr="00664788" w:rsidRDefault="000016DE" w:rsidP="00664788">
            <w:pPr>
              <w:pStyle w:val="table"/>
            </w:pPr>
            <w:r>
              <w:t>Foot controls</w:t>
            </w:r>
          </w:p>
        </w:tc>
        <w:sdt>
          <w:sdtPr>
            <w:id w:val="173897453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E7B7F3" w14:textId="77777777" w:rsidR="00664788" w:rsidRPr="00664788" w:rsidRDefault="00664788" w:rsidP="00664788">
                <w:pPr>
                  <w:pStyle w:val="table"/>
                  <w:jc w:val="center"/>
                </w:pPr>
                <w:r w:rsidRPr="0008747B">
                  <w:rPr>
                    <w:rFonts w:ascii="MS Gothic" w:eastAsia="MS Gothic" w:hAnsi="MS Gothic"/>
                  </w:rPr>
                  <w:t>☐</w:t>
                </w:r>
              </w:p>
            </w:tc>
          </w:sdtContent>
        </w:sdt>
        <w:sdt>
          <w:sdtPr>
            <w:id w:val="139623990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88C3FC" w14:textId="77777777" w:rsidR="00664788" w:rsidRPr="00664788" w:rsidRDefault="00664788" w:rsidP="00664788">
                <w:pPr>
                  <w:pStyle w:val="table"/>
                  <w:jc w:val="center"/>
                </w:pPr>
                <w:r w:rsidRPr="000610E3">
                  <w:rPr>
                    <w:rFonts w:ascii="MS Gothic" w:eastAsia="MS Gothic" w:hAnsi="MS Gothic"/>
                  </w:rPr>
                  <w:t>☐</w:t>
                </w:r>
              </w:p>
            </w:tc>
          </w:sdtContent>
        </w:sdt>
        <w:sdt>
          <w:sdtPr>
            <w:id w:val="-64929389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D38B29" w14:textId="77777777" w:rsidR="00664788" w:rsidRPr="00664788" w:rsidRDefault="00664788" w:rsidP="00664788">
                <w:pPr>
                  <w:pStyle w:val="table"/>
                  <w:jc w:val="center"/>
                </w:pPr>
                <w:r w:rsidRPr="000610E3">
                  <w:rPr>
                    <w:rFonts w:ascii="MS Gothic" w:eastAsia="MS Gothic" w:hAnsi="MS Gothic"/>
                  </w:rPr>
                  <w:t>☐</w:t>
                </w:r>
              </w:p>
            </w:tc>
          </w:sdtContent>
        </w:sdt>
        <w:sdt>
          <w:sdtPr>
            <w:id w:val="168655061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8EA466" w14:textId="77777777" w:rsidR="00664788" w:rsidRPr="00664788" w:rsidRDefault="00664788" w:rsidP="00664788">
                <w:pPr>
                  <w:pStyle w:val="table"/>
                  <w:jc w:val="center"/>
                </w:pPr>
                <w:r w:rsidRPr="000610E3">
                  <w:rPr>
                    <w:rFonts w:ascii="MS Gothic" w:eastAsia="MS Gothic" w:hAnsi="MS Gothic"/>
                  </w:rPr>
                  <w:t>☐</w:t>
                </w:r>
              </w:p>
            </w:tc>
          </w:sdtContent>
        </w:sdt>
        <w:sdt>
          <w:sdtPr>
            <w:id w:val="65966069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445A450" w14:textId="77777777" w:rsidR="00664788" w:rsidRPr="00664788" w:rsidRDefault="00664788" w:rsidP="00664788">
                <w:pPr>
                  <w:pStyle w:val="table"/>
                  <w:jc w:val="center"/>
                </w:pPr>
                <w:r w:rsidRPr="000610E3">
                  <w:rPr>
                    <w:rFonts w:ascii="MS Gothic" w:eastAsia="MS Gothic" w:hAnsi="MS Gothic"/>
                  </w:rPr>
                  <w:t>☐</w:t>
                </w:r>
              </w:p>
            </w:tc>
          </w:sdtContent>
        </w:sdt>
        <w:sdt>
          <w:sdtPr>
            <w:id w:val="214014732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BD60F0" w14:textId="77777777" w:rsidR="00664788" w:rsidRPr="00664788" w:rsidRDefault="00664788" w:rsidP="00664788">
                <w:pPr>
                  <w:pStyle w:val="table"/>
                  <w:jc w:val="center"/>
                </w:pPr>
                <w:r w:rsidRPr="000610E3">
                  <w:rPr>
                    <w:rFonts w:ascii="MS Gothic" w:eastAsia="MS Gothic" w:hAnsi="MS Gothic"/>
                  </w:rPr>
                  <w:t>☐</w:t>
                </w:r>
              </w:p>
            </w:tc>
          </w:sdtContent>
        </w:sdt>
        <w:sdt>
          <w:sdtPr>
            <w:id w:val="114732292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3CA2CB"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B3E03CA"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55241F25" w14:textId="77777777" w:rsidR="00664788" w:rsidRPr="00664788" w:rsidRDefault="00664788" w:rsidP="00664788">
            <w:pPr>
              <w:spacing w:before="40" w:after="40" w:line="240" w:lineRule="auto"/>
              <w:rPr>
                <w:color w:val="FFFFFF" w:themeColor="background1"/>
              </w:rPr>
            </w:pPr>
          </w:p>
        </w:tc>
      </w:tr>
      <w:tr w:rsidR="00664788" w:rsidRPr="00664788" w14:paraId="5AEF5A6A"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01ACE4E" w14:textId="30BBCC06" w:rsidR="00664788" w:rsidRPr="00664788" w:rsidRDefault="000016DE" w:rsidP="00664788">
            <w:pPr>
              <w:pStyle w:val="table"/>
            </w:pPr>
            <w:r>
              <w:t>Steering wheel</w:t>
            </w:r>
          </w:p>
        </w:tc>
        <w:sdt>
          <w:sdtPr>
            <w:id w:val="-194406569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695443" w14:textId="77777777" w:rsidR="00664788" w:rsidRPr="00664788" w:rsidRDefault="00664788" w:rsidP="00664788">
                <w:pPr>
                  <w:pStyle w:val="table"/>
                  <w:jc w:val="center"/>
                </w:pPr>
                <w:r w:rsidRPr="0008747B">
                  <w:rPr>
                    <w:rFonts w:ascii="MS Gothic" w:eastAsia="MS Gothic" w:hAnsi="MS Gothic"/>
                  </w:rPr>
                  <w:t>☐</w:t>
                </w:r>
              </w:p>
            </w:tc>
          </w:sdtContent>
        </w:sdt>
        <w:sdt>
          <w:sdtPr>
            <w:id w:val="-158591534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D26494" w14:textId="77777777" w:rsidR="00664788" w:rsidRPr="00664788" w:rsidRDefault="00664788" w:rsidP="00664788">
                <w:pPr>
                  <w:pStyle w:val="table"/>
                  <w:jc w:val="center"/>
                </w:pPr>
                <w:r w:rsidRPr="000610E3">
                  <w:rPr>
                    <w:rFonts w:ascii="MS Gothic" w:eastAsia="MS Gothic" w:hAnsi="MS Gothic"/>
                  </w:rPr>
                  <w:t>☐</w:t>
                </w:r>
              </w:p>
            </w:tc>
          </w:sdtContent>
        </w:sdt>
        <w:sdt>
          <w:sdtPr>
            <w:id w:val="-4730338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698498" w14:textId="77777777" w:rsidR="00664788" w:rsidRPr="00664788" w:rsidRDefault="00664788" w:rsidP="00664788">
                <w:pPr>
                  <w:pStyle w:val="table"/>
                  <w:jc w:val="center"/>
                </w:pPr>
                <w:r w:rsidRPr="000610E3">
                  <w:rPr>
                    <w:rFonts w:ascii="MS Gothic" w:eastAsia="MS Gothic" w:hAnsi="MS Gothic"/>
                  </w:rPr>
                  <w:t>☐</w:t>
                </w:r>
              </w:p>
            </w:tc>
          </w:sdtContent>
        </w:sdt>
        <w:sdt>
          <w:sdtPr>
            <w:id w:val="-54598841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107463" w14:textId="77777777" w:rsidR="00664788" w:rsidRPr="00664788" w:rsidRDefault="00664788" w:rsidP="00664788">
                <w:pPr>
                  <w:pStyle w:val="table"/>
                  <w:jc w:val="center"/>
                </w:pPr>
                <w:r w:rsidRPr="000610E3">
                  <w:rPr>
                    <w:rFonts w:ascii="MS Gothic" w:eastAsia="MS Gothic" w:hAnsi="MS Gothic"/>
                  </w:rPr>
                  <w:t>☐</w:t>
                </w:r>
              </w:p>
            </w:tc>
          </w:sdtContent>
        </w:sdt>
        <w:sdt>
          <w:sdtPr>
            <w:id w:val="-160009644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4DEA82" w14:textId="77777777" w:rsidR="00664788" w:rsidRPr="00664788" w:rsidRDefault="00664788" w:rsidP="00664788">
                <w:pPr>
                  <w:pStyle w:val="table"/>
                  <w:jc w:val="center"/>
                </w:pPr>
                <w:r w:rsidRPr="000610E3">
                  <w:rPr>
                    <w:rFonts w:ascii="MS Gothic" w:eastAsia="MS Gothic" w:hAnsi="MS Gothic"/>
                  </w:rPr>
                  <w:t>☐</w:t>
                </w:r>
              </w:p>
            </w:tc>
          </w:sdtContent>
        </w:sdt>
        <w:sdt>
          <w:sdtPr>
            <w:id w:val="137828827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52A5EB5" w14:textId="77777777" w:rsidR="00664788" w:rsidRPr="00664788" w:rsidRDefault="00664788" w:rsidP="00664788">
                <w:pPr>
                  <w:pStyle w:val="table"/>
                  <w:jc w:val="center"/>
                </w:pPr>
                <w:r w:rsidRPr="000610E3">
                  <w:rPr>
                    <w:rFonts w:ascii="MS Gothic" w:eastAsia="MS Gothic" w:hAnsi="MS Gothic"/>
                  </w:rPr>
                  <w:t>☐</w:t>
                </w:r>
              </w:p>
            </w:tc>
          </w:sdtContent>
        </w:sdt>
        <w:sdt>
          <w:sdtPr>
            <w:id w:val="131136409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5802BBB"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11A86F1"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61B79581" w14:textId="77777777" w:rsidR="00664788" w:rsidRPr="00664788" w:rsidRDefault="00664788" w:rsidP="00664788">
            <w:pPr>
              <w:spacing w:before="40" w:after="40" w:line="240" w:lineRule="auto"/>
              <w:rPr>
                <w:color w:val="FFFFFF" w:themeColor="background1"/>
              </w:rPr>
            </w:pPr>
          </w:p>
        </w:tc>
      </w:tr>
      <w:tr w:rsidR="00664788" w:rsidRPr="00664788" w14:paraId="3FFC4DA9"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B6C8B92" w14:textId="061A98DA" w:rsidR="00664788" w:rsidRPr="00664788" w:rsidRDefault="000016DE" w:rsidP="00664788">
            <w:pPr>
              <w:pStyle w:val="table"/>
            </w:pPr>
            <w:r>
              <w:t>Radio</w:t>
            </w:r>
          </w:p>
        </w:tc>
        <w:sdt>
          <w:sdtPr>
            <w:id w:val="108618766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E332B90" w14:textId="77777777" w:rsidR="00664788" w:rsidRPr="00664788" w:rsidRDefault="00664788" w:rsidP="00664788">
                <w:pPr>
                  <w:pStyle w:val="table"/>
                  <w:jc w:val="center"/>
                </w:pPr>
                <w:r w:rsidRPr="0008747B">
                  <w:rPr>
                    <w:rFonts w:ascii="MS Gothic" w:eastAsia="MS Gothic" w:hAnsi="MS Gothic"/>
                  </w:rPr>
                  <w:t>☐</w:t>
                </w:r>
              </w:p>
            </w:tc>
          </w:sdtContent>
        </w:sdt>
        <w:sdt>
          <w:sdtPr>
            <w:id w:val="-212051625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1B371D" w14:textId="77777777" w:rsidR="00664788" w:rsidRPr="00664788" w:rsidRDefault="00664788" w:rsidP="00664788">
                <w:pPr>
                  <w:pStyle w:val="table"/>
                  <w:jc w:val="center"/>
                </w:pPr>
                <w:r w:rsidRPr="000610E3">
                  <w:rPr>
                    <w:rFonts w:ascii="MS Gothic" w:eastAsia="MS Gothic" w:hAnsi="MS Gothic"/>
                  </w:rPr>
                  <w:t>☐</w:t>
                </w:r>
              </w:p>
            </w:tc>
          </w:sdtContent>
        </w:sdt>
        <w:sdt>
          <w:sdtPr>
            <w:id w:val="-161613481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1E1A7F" w14:textId="77777777" w:rsidR="00664788" w:rsidRPr="00664788" w:rsidRDefault="00664788" w:rsidP="00664788">
                <w:pPr>
                  <w:pStyle w:val="table"/>
                  <w:jc w:val="center"/>
                </w:pPr>
                <w:r w:rsidRPr="000610E3">
                  <w:rPr>
                    <w:rFonts w:ascii="MS Gothic" w:eastAsia="MS Gothic" w:hAnsi="MS Gothic"/>
                  </w:rPr>
                  <w:t>☐</w:t>
                </w:r>
              </w:p>
            </w:tc>
          </w:sdtContent>
        </w:sdt>
        <w:sdt>
          <w:sdtPr>
            <w:id w:val="-114272962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CEB2E24" w14:textId="77777777" w:rsidR="00664788" w:rsidRPr="00664788" w:rsidRDefault="00664788" w:rsidP="00664788">
                <w:pPr>
                  <w:pStyle w:val="table"/>
                  <w:jc w:val="center"/>
                </w:pPr>
                <w:r w:rsidRPr="000610E3">
                  <w:rPr>
                    <w:rFonts w:ascii="MS Gothic" w:eastAsia="MS Gothic" w:hAnsi="MS Gothic"/>
                  </w:rPr>
                  <w:t>☐</w:t>
                </w:r>
              </w:p>
            </w:tc>
          </w:sdtContent>
        </w:sdt>
        <w:sdt>
          <w:sdtPr>
            <w:id w:val="-184485277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55D0CE" w14:textId="77777777" w:rsidR="00664788" w:rsidRPr="00664788" w:rsidRDefault="00664788" w:rsidP="00664788">
                <w:pPr>
                  <w:pStyle w:val="table"/>
                  <w:jc w:val="center"/>
                </w:pPr>
                <w:r w:rsidRPr="000610E3">
                  <w:rPr>
                    <w:rFonts w:ascii="MS Gothic" w:eastAsia="MS Gothic" w:hAnsi="MS Gothic"/>
                  </w:rPr>
                  <w:t>☐</w:t>
                </w:r>
              </w:p>
            </w:tc>
          </w:sdtContent>
        </w:sdt>
        <w:sdt>
          <w:sdtPr>
            <w:id w:val="-5662184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382B61" w14:textId="77777777" w:rsidR="00664788" w:rsidRPr="00664788" w:rsidRDefault="00664788" w:rsidP="00664788">
                <w:pPr>
                  <w:pStyle w:val="table"/>
                  <w:jc w:val="center"/>
                </w:pPr>
                <w:r w:rsidRPr="000610E3">
                  <w:rPr>
                    <w:rFonts w:ascii="MS Gothic" w:eastAsia="MS Gothic" w:hAnsi="MS Gothic"/>
                  </w:rPr>
                  <w:t>☐</w:t>
                </w:r>
              </w:p>
            </w:tc>
          </w:sdtContent>
        </w:sdt>
        <w:sdt>
          <w:sdtPr>
            <w:id w:val="-62808578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E4F916"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4349A75"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31164FB3" w14:textId="77777777" w:rsidR="00664788" w:rsidRPr="00664788" w:rsidRDefault="00664788" w:rsidP="00664788">
            <w:pPr>
              <w:spacing w:before="40" w:after="40" w:line="240" w:lineRule="auto"/>
              <w:rPr>
                <w:color w:val="FFFFFF" w:themeColor="background1"/>
              </w:rPr>
            </w:pPr>
          </w:p>
        </w:tc>
      </w:tr>
      <w:tr w:rsidR="00664788" w:rsidRPr="00664788" w14:paraId="2A1F5858"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D3C18BF" w14:textId="2A7F8E68" w:rsidR="00664788" w:rsidRPr="00664788" w:rsidRDefault="000016DE" w:rsidP="00664788">
            <w:pPr>
              <w:pStyle w:val="table"/>
            </w:pPr>
            <w:r>
              <w:t>CB Radio</w:t>
            </w:r>
          </w:p>
        </w:tc>
        <w:sdt>
          <w:sdtPr>
            <w:id w:val="-109438473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58E34C0" w14:textId="77777777" w:rsidR="00664788" w:rsidRPr="00664788" w:rsidRDefault="00664788" w:rsidP="00664788">
                <w:pPr>
                  <w:pStyle w:val="table"/>
                  <w:jc w:val="center"/>
                </w:pPr>
                <w:r w:rsidRPr="0008747B">
                  <w:rPr>
                    <w:rFonts w:ascii="MS Gothic" w:eastAsia="MS Gothic" w:hAnsi="MS Gothic"/>
                  </w:rPr>
                  <w:t>☐</w:t>
                </w:r>
              </w:p>
            </w:tc>
          </w:sdtContent>
        </w:sdt>
        <w:sdt>
          <w:sdtPr>
            <w:id w:val="104695537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8A69AB" w14:textId="77777777" w:rsidR="00664788" w:rsidRPr="00664788" w:rsidRDefault="00664788" w:rsidP="00664788">
                <w:pPr>
                  <w:pStyle w:val="table"/>
                  <w:jc w:val="center"/>
                </w:pPr>
                <w:r w:rsidRPr="000610E3">
                  <w:rPr>
                    <w:rFonts w:ascii="MS Gothic" w:eastAsia="MS Gothic" w:hAnsi="MS Gothic"/>
                  </w:rPr>
                  <w:t>☐</w:t>
                </w:r>
              </w:p>
            </w:tc>
          </w:sdtContent>
        </w:sdt>
        <w:sdt>
          <w:sdtPr>
            <w:id w:val="-66045883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047646" w14:textId="77777777" w:rsidR="00664788" w:rsidRPr="00664788" w:rsidRDefault="00664788" w:rsidP="00664788">
                <w:pPr>
                  <w:pStyle w:val="table"/>
                  <w:jc w:val="center"/>
                </w:pPr>
                <w:r w:rsidRPr="000610E3">
                  <w:rPr>
                    <w:rFonts w:ascii="MS Gothic" w:eastAsia="MS Gothic" w:hAnsi="MS Gothic"/>
                  </w:rPr>
                  <w:t>☐</w:t>
                </w:r>
              </w:p>
            </w:tc>
          </w:sdtContent>
        </w:sdt>
        <w:sdt>
          <w:sdtPr>
            <w:id w:val="69142175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3A3B43" w14:textId="77777777" w:rsidR="00664788" w:rsidRPr="00664788" w:rsidRDefault="00664788" w:rsidP="00664788">
                <w:pPr>
                  <w:pStyle w:val="table"/>
                  <w:jc w:val="center"/>
                </w:pPr>
                <w:r w:rsidRPr="000610E3">
                  <w:rPr>
                    <w:rFonts w:ascii="MS Gothic" w:eastAsia="MS Gothic" w:hAnsi="MS Gothic"/>
                  </w:rPr>
                  <w:t>☐</w:t>
                </w:r>
              </w:p>
            </w:tc>
          </w:sdtContent>
        </w:sdt>
        <w:sdt>
          <w:sdtPr>
            <w:id w:val="7263603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B005F64" w14:textId="77777777" w:rsidR="00664788" w:rsidRPr="00664788" w:rsidRDefault="00664788" w:rsidP="00664788">
                <w:pPr>
                  <w:pStyle w:val="table"/>
                  <w:jc w:val="center"/>
                </w:pPr>
                <w:r w:rsidRPr="000610E3">
                  <w:rPr>
                    <w:rFonts w:ascii="MS Gothic" w:eastAsia="MS Gothic" w:hAnsi="MS Gothic"/>
                  </w:rPr>
                  <w:t>☐</w:t>
                </w:r>
              </w:p>
            </w:tc>
          </w:sdtContent>
        </w:sdt>
        <w:sdt>
          <w:sdtPr>
            <w:id w:val="36356216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58684E" w14:textId="77777777" w:rsidR="00664788" w:rsidRPr="00664788" w:rsidRDefault="00664788" w:rsidP="00664788">
                <w:pPr>
                  <w:pStyle w:val="table"/>
                  <w:jc w:val="center"/>
                </w:pPr>
                <w:r w:rsidRPr="000610E3">
                  <w:rPr>
                    <w:rFonts w:ascii="MS Gothic" w:eastAsia="MS Gothic" w:hAnsi="MS Gothic"/>
                  </w:rPr>
                  <w:t>☐</w:t>
                </w:r>
              </w:p>
            </w:tc>
          </w:sdtContent>
        </w:sdt>
        <w:sdt>
          <w:sdtPr>
            <w:id w:val="45637295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2A63E2C"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EABDC8D"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1238DA67" w14:textId="77777777" w:rsidR="00664788" w:rsidRPr="00664788" w:rsidRDefault="00664788" w:rsidP="00664788">
            <w:pPr>
              <w:spacing w:before="40" w:after="40" w:line="240" w:lineRule="auto"/>
              <w:rPr>
                <w:color w:val="FFFFFF" w:themeColor="background1"/>
              </w:rPr>
            </w:pPr>
          </w:p>
        </w:tc>
      </w:tr>
      <w:tr w:rsidR="00664788" w:rsidRPr="00664788" w14:paraId="6771B42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F8CE0EB" w14:textId="05CC54AC" w:rsidR="00664788" w:rsidRPr="00664788" w:rsidRDefault="000016DE" w:rsidP="00664788">
            <w:pPr>
              <w:pStyle w:val="table"/>
            </w:pPr>
            <w:r>
              <w:t>Misc levers</w:t>
            </w:r>
          </w:p>
        </w:tc>
        <w:sdt>
          <w:sdtPr>
            <w:id w:val="-47600086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9D4CA6" w14:textId="77777777" w:rsidR="00664788" w:rsidRPr="00664788" w:rsidRDefault="00664788" w:rsidP="00664788">
                <w:pPr>
                  <w:pStyle w:val="table"/>
                  <w:jc w:val="center"/>
                </w:pPr>
                <w:r w:rsidRPr="0008747B">
                  <w:rPr>
                    <w:rFonts w:ascii="MS Gothic" w:eastAsia="MS Gothic" w:hAnsi="MS Gothic"/>
                  </w:rPr>
                  <w:t>☐</w:t>
                </w:r>
              </w:p>
            </w:tc>
          </w:sdtContent>
        </w:sdt>
        <w:sdt>
          <w:sdtPr>
            <w:id w:val="131992513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F923566" w14:textId="77777777" w:rsidR="00664788" w:rsidRPr="00664788" w:rsidRDefault="00664788" w:rsidP="00664788">
                <w:pPr>
                  <w:pStyle w:val="table"/>
                  <w:jc w:val="center"/>
                </w:pPr>
                <w:r w:rsidRPr="000610E3">
                  <w:rPr>
                    <w:rFonts w:ascii="MS Gothic" w:eastAsia="MS Gothic" w:hAnsi="MS Gothic"/>
                  </w:rPr>
                  <w:t>☐</w:t>
                </w:r>
              </w:p>
            </w:tc>
          </w:sdtContent>
        </w:sdt>
        <w:sdt>
          <w:sdtPr>
            <w:id w:val="-43891192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1773A1" w14:textId="77777777" w:rsidR="00664788" w:rsidRPr="00664788" w:rsidRDefault="00664788" w:rsidP="00664788">
                <w:pPr>
                  <w:pStyle w:val="table"/>
                  <w:jc w:val="center"/>
                </w:pPr>
                <w:r w:rsidRPr="000610E3">
                  <w:rPr>
                    <w:rFonts w:ascii="MS Gothic" w:eastAsia="MS Gothic" w:hAnsi="MS Gothic"/>
                  </w:rPr>
                  <w:t>☐</w:t>
                </w:r>
              </w:p>
            </w:tc>
          </w:sdtContent>
        </w:sdt>
        <w:sdt>
          <w:sdtPr>
            <w:id w:val="178028511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9BBBEC8" w14:textId="77777777" w:rsidR="00664788" w:rsidRPr="00664788" w:rsidRDefault="00664788" w:rsidP="00664788">
                <w:pPr>
                  <w:pStyle w:val="table"/>
                  <w:jc w:val="center"/>
                </w:pPr>
                <w:r w:rsidRPr="000610E3">
                  <w:rPr>
                    <w:rFonts w:ascii="MS Gothic" w:eastAsia="MS Gothic" w:hAnsi="MS Gothic"/>
                  </w:rPr>
                  <w:t>☐</w:t>
                </w:r>
              </w:p>
            </w:tc>
          </w:sdtContent>
        </w:sdt>
        <w:sdt>
          <w:sdtPr>
            <w:id w:val="138575167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92C995" w14:textId="77777777" w:rsidR="00664788" w:rsidRPr="00664788" w:rsidRDefault="00664788" w:rsidP="00664788">
                <w:pPr>
                  <w:pStyle w:val="table"/>
                  <w:jc w:val="center"/>
                </w:pPr>
                <w:r w:rsidRPr="000610E3">
                  <w:rPr>
                    <w:rFonts w:ascii="MS Gothic" w:eastAsia="MS Gothic" w:hAnsi="MS Gothic"/>
                  </w:rPr>
                  <w:t>☐</w:t>
                </w:r>
              </w:p>
            </w:tc>
          </w:sdtContent>
        </w:sdt>
        <w:sdt>
          <w:sdtPr>
            <w:id w:val="138821908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4C4B8C" w14:textId="77777777" w:rsidR="00664788" w:rsidRPr="00664788" w:rsidRDefault="00664788" w:rsidP="00664788">
                <w:pPr>
                  <w:pStyle w:val="table"/>
                  <w:jc w:val="center"/>
                </w:pPr>
                <w:r w:rsidRPr="000610E3">
                  <w:rPr>
                    <w:rFonts w:ascii="MS Gothic" w:eastAsia="MS Gothic" w:hAnsi="MS Gothic"/>
                  </w:rPr>
                  <w:t>☐</w:t>
                </w:r>
              </w:p>
            </w:tc>
          </w:sdtContent>
        </w:sdt>
        <w:sdt>
          <w:sdtPr>
            <w:id w:val="-90992554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DFAFB6B"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08C359A"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3DF126FE" w14:textId="77777777" w:rsidR="00664788" w:rsidRPr="00664788" w:rsidRDefault="00664788" w:rsidP="00664788">
            <w:pPr>
              <w:spacing w:before="40" w:after="40" w:line="240" w:lineRule="auto"/>
              <w:rPr>
                <w:color w:val="FFFFFF" w:themeColor="background1"/>
              </w:rPr>
            </w:pPr>
          </w:p>
        </w:tc>
      </w:tr>
      <w:tr w:rsidR="00664788" w:rsidRPr="00664788" w14:paraId="23AA00EF"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018A911" w14:textId="7F6614EF" w:rsidR="00664788" w:rsidRPr="00664788" w:rsidRDefault="00664788" w:rsidP="00664788">
            <w:pPr>
              <w:pStyle w:val="table"/>
            </w:pPr>
          </w:p>
        </w:tc>
        <w:sdt>
          <w:sdtPr>
            <w:id w:val="5135936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1A9871" w14:textId="77777777" w:rsidR="00664788" w:rsidRPr="00664788" w:rsidRDefault="00664788" w:rsidP="00664788">
                <w:pPr>
                  <w:pStyle w:val="table"/>
                  <w:jc w:val="center"/>
                </w:pPr>
                <w:r w:rsidRPr="0008747B">
                  <w:rPr>
                    <w:rFonts w:ascii="MS Gothic" w:eastAsia="MS Gothic" w:hAnsi="MS Gothic"/>
                  </w:rPr>
                  <w:t>☐</w:t>
                </w:r>
              </w:p>
            </w:tc>
          </w:sdtContent>
        </w:sdt>
        <w:sdt>
          <w:sdtPr>
            <w:id w:val="102444250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056E16C" w14:textId="77777777" w:rsidR="00664788" w:rsidRPr="00664788" w:rsidRDefault="00664788" w:rsidP="00664788">
                <w:pPr>
                  <w:pStyle w:val="table"/>
                  <w:jc w:val="center"/>
                </w:pPr>
                <w:r w:rsidRPr="000610E3">
                  <w:rPr>
                    <w:rFonts w:ascii="MS Gothic" w:eastAsia="MS Gothic" w:hAnsi="MS Gothic"/>
                  </w:rPr>
                  <w:t>☐</w:t>
                </w:r>
              </w:p>
            </w:tc>
          </w:sdtContent>
        </w:sdt>
        <w:sdt>
          <w:sdtPr>
            <w:id w:val="80381471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12B2D1" w14:textId="77777777" w:rsidR="00664788" w:rsidRPr="00664788" w:rsidRDefault="00664788" w:rsidP="00664788">
                <w:pPr>
                  <w:pStyle w:val="table"/>
                  <w:jc w:val="center"/>
                </w:pPr>
                <w:r w:rsidRPr="000610E3">
                  <w:rPr>
                    <w:rFonts w:ascii="MS Gothic" w:eastAsia="MS Gothic" w:hAnsi="MS Gothic"/>
                  </w:rPr>
                  <w:t>☐</w:t>
                </w:r>
              </w:p>
            </w:tc>
          </w:sdtContent>
        </w:sdt>
        <w:sdt>
          <w:sdtPr>
            <w:id w:val="126041343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862D9D0" w14:textId="77777777" w:rsidR="00664788" w:rsidRPr="00664788" w:rsidRDefault="00664788" w:rsidP="00664788">
                <w:pPr>
                  <w:pStyle w:val="table"/>
                  <w:jc w:val="center"/>
                </w:pPr>
                <w:r w:rsidRPr="000610E3">
                  <w:rPr>
                    <w:rFonts w:ascii="MS Gothic" w:eastAsia="MS Gothic" w:hAnsi="MS Gothic"/>
                  </w:rPr>
                  <w:t>☐</w:t>
                </w:r>
              </w:p>
            </w:tc>
          </w:sdtContent>
        </w:sdt>
        <w:sdt>
          <w:sdtPr>
            <w:id w:val="-179952221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4ACAE3" w14:textId="77777777" w:rsidR="00664788" w:rsidRPr="00664788" w:rsidRDefault="00664788" w:rsidP="00664788">
                <w:pPr>
                  <w:pStyle w:val="table"/>
                  <w:jc w:val="center"/>
                </w:pPr>
                <w:r w:rsidRPr="000610E3">
                  <w:rPr>
                    <w:rFonts w:ascii="MS Gothic" w:eastAsia="MS Gothic" w:hAnsi="MS Gothic"/>
                  </w:rPr>
                  <w:t>☐</w:t>
                </w:r>
              </w:p>
            </w:tc>
          </w:sdtContent>
        </w:sdt>
        <w:sdt>
          <w:sdtPr>
            <w:id w:val="77182446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7566DDD" w14:textId="77777777" w:rsidR="00664788" w:rsidRPr="00664788" w:rsidRDefault="00664788" w:rsidP="00664788">
                <w:pPr>
                  <w:pStyle w:val="table"/>
                  <w:jc w:val="center"/>
                </w:pPr>
                <w:r w:rsidRPr="000610E3">
                  <w:rPr>
                    <w:rFonts w:ascii="MS Gothic" w:eastAsia="MS Gothic" w:hAnsi="MS Gothic"/>
                  </w:rPr>
                  <w:t>☐</w:t>
                </w:r>
              </w:p>
            </w:tc>
          </w:sdtContent>
        </w:sdt>
        <w:sdt>
          <w:sdtPr>
            <w:id w:val="-71596415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C17373"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D76FD83"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18E8524D" w14:textId="77777777" w:rsidR="00664788" w:rsidRPr="00664788" w:rsidRDefault="00664788" w:rsidP="00664788">
            <w:pPr>
              <w:spacing w:before="40" w:after="40" w:line="240" w:lineRule="auto"/>
              <w:rPr>
                <w:color w:val="FFFFFF" w:themeColor="background1"/>
              </w:rPr>
            </w:pPr>
          </w:p>
        </w:tc>
      </w:tr>
      <w:tr w:rsidR="00664788" w:rsidRPr="00664788" w14:paraId="191A2D9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BF283B3" w14:textId="6D7D7E46" w:rsidR="00664788" w:rsidRPr="00664788" w:rsidRDefault="00664788" w:rsidP="00664788">
            <w:pPr>
              <w:pStyle w:val="table"/>
            </w:pPr>
          </w:p>
        </w:tc>
        <w:sdt>
          <w:sdtPr>
            <w:id w:val="58165138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B350AE" w14:textId="77777777" w:rsidR="00664788" w:rsidRPr="00664788" w:rsidRDefault="00664788" w:rsidP="00664788">
                <w:pPr>
                  <w:pStyle w:val="table"/>
                  <w:jc w:val="center"/>
                </w:pPr>
                <w:r w:rsidRPr="0008747B">
                  <w:rPr>
                    <w:rFonts w:ascii="MS Gothic" w:eastAsia="MS Gothic" w:hAnsi="MS Gothic"/>
                  </w:rPr>
                  <w:t>☐</w:t>
                </w:r>
              </w:p>
            </w:tc>
          </w:sdtContent>
        </w:sdt>
        <w:sdt>
          <w:sdtPr>
            <w:id w:val="-23648507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72AF735" w14:textId="77777777" w:rsidR="00664788" w:rsidRPr="00664788" w:rsidRDefault="00664788" w:rsidP="00664788">
                <w:pPr>
                  <w:pStyle w:val="table"/>
                  <w:jc w:val="center"/>
                </w:pPr>
                <w:r w:rsidRPr="000610E3">
                  <w:rPr>
                    <w:rFonts w:ascii="MS Gothic" w:eastAsia="MS Gothic" w:hAnsi="MS Gothic"/>
                  </w:rPr>
                  <w:t>☐</w:t>
                </w:r>
              </w:p>
            </w:tc>
          </w:sdtContent>
        </w:sdt>
        <w:sdt>
          <w:sdtPr>
            <w:id w:val="90534461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65A777B" w14:textId="77777777" w:rsidR="00664788" w:rsidRPr="00664788" w:rsidRDefault="00664788" w:rsidP="00664788">
                <w:pPr>
                  <w:pStyle w:val="table"/>
                  <w:jc w:val="center"/>
                </w:pPr>
                <w:r w:rsidRPr="000610E3">
                  <w:rPr>
                    <w:rFonts w:ascii="MS Gothic" w:eastAsia="MS Gothic" w:hAnsi="MS Gothic"/>
                  </w:rPr>
                  <w:t>☐</w:t>
                </w:r>
              </w:p>
            </w:tc>
          </w:sdtContent>
        </w:sdt>
        <w:sdt>
          <w:sdtPr>
            <w:id w:val="135453593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A6919B" w14:textId="77777777" w:rsidR="00664788" w:rsidRPr="00664788" w:rsidRDefault="00664788" w:rsidP="00664788">
                <w:pPr>
                  <w:pStyle w:val="table"/>
                  <w:jc w:val="center"/>
                </w:pPr>
                <w:r w:rsidRPr="000610E3">
                  <w:rPr>
                    <w:rFonts w:ascii="MS Gothic" w:eastAsia="MS Gothic" w:hAnsi="MS Gothic"/>
                  </w:rPr>
                  <w:t>☐</w:t>
                </w:r>
              </w:p>
            </w:tc>
          </w:sdtContent>
        </w:sdt>
        <w:sdt>
          <w:sdtPr>
            <w:id w:val="147233690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2CE509" w14:textId="77777777" w:rsidR="00664788" w:rsidRPr="00664788" w:rsidRDefault="00664788" w:rsidP="00664788">
                <w:pPr>
                  <w:pStyle w:val="table"/>
                  <w:jc w:val="center"/>
                </w:pPr>
                <w:r w:rsidRPr="000610E3">
                  <w:rPr>
                    <w:rFonts w:ascii="MS Gothic" w:eastAsia="MS Gothic" w:hAnsi="MS Gothic"/>
                  </w:rPr>
                  <w:t>☐</w:t>
                </w:r>
              </w:p>
            </w:tc>
          </w:sdtContent>
        </w:sdt>
        <w:sdt>
          <w:sdtPr>
            <w:id w:val="202914435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15B8287" w14:textId="77777777" w:rsidR="00664788" w:rsidRPr="00664788" w:rsidRDefault="00664788" w:rsidP="00664788">
                <w:pPr>
                  <w:pStyle w:val="table"/>
                  <w:jc w:val="center"/>
                </w:pPr>
                <w:r w:rsidRPr="000610E3">
                  <w:rPr>
                    <w:rFonts w:ascii="MS Gothic" w:eastAsia="MS Gothic" w:hAnsi="MS Gothic"/>
                  </w:rPr>
                  <w:t>☐</w:t>
                </w:r>
              </w:p>
            </w:tc>
          </w:sdtContent>
        </w:sdt>
        <w:sdt>
          <w:sdtPr>
            <w:id w:val="163559949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AB636A"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011A256"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1F8DAC5D" w14:textId="77777777" w:rsidR="00664788" w:rsidRPr="00664788" w:rsidRDefault="00664788" w:rsidP="00664788">
            <w:pPr>
              <w:spacing w:before="40" w:after="40" w:line="240" w:lineRule="auto"/>
              <w:rPr>
                <w:color w:val="FFFFFF" w:themeColor="background1"/>
              </w:rPr>
            </w:pPr>
          </w:p>
        </w:tc>
      </w:tr>
      <w:tr w:rsidR="00664788" w:rsidRPr="00664788" w14:paraId="26848CA2"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C532650" w14:textId="52FE7011" w:rsidR="00664788" w:rsidRPr="00664788" w:rsidRDefault="00664788" w:rsidP="00664788">
            <w:pPr>
              <w:pStyle w:val="table"/>
            </w:pPr>
          </w:p>
        </w:tc>
        <w:sdt>
          <w:sdtPr>
            <w:id w:val="139516532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F19099" w14:textId="77777777" w:rsidR="00664788" w:rsidRPr="00664788" w:rsidRDefault="00664788" w:rsidP="00664788">
                <w:pPr>
                  <w:pStyle w:val="table"/>
                  <w:jc w:val="center"/>
                </w:pPr>
                <w:r w:rsidRPr="0008747B">
                  <w:rPr>
                    <w:rFonts w:ascii="MS Gothic" w:eastAsia="MS Gothic" w:hAnsi="MS Gothic"/>
                  </w:rPr>
                  <w:t>☐</w:t>
                </w:r>
              </w:p>
            </w:tc>
          </w:sdtContent>
        </w:sdt>
        <w:sdt>
          <w:sdtPr>
            <w:id w:val="106399741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4506A4" w14:textId="77777777" w:rsidR="00664788" w:rsidRPr="00664788" w:rsidRDefault="00664788" w:rsidP="00664788">
                <w:pPr>
                  <w:pStyle w:val="table"/>
                  <w:jc w:val="center"/>
                </w:pPr>
                <w:r w:rsidRPr="000610E3">
                  <w:rPr>
                    <w:rFonts w:ascii="MS Gothic" w:eastAsia="MS Gothic" w:hAnsi="MS Gothic"/>
                  </w:rPr>
                  <w:t>☐</w:t>
                </w:r>
              </w:p>
            </w:tc>
          </w:sdtContent>
        </w:sdt>
        <w:sdt>
          <w:sdtPr>
            <w:id w:val="198257437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1C78E0" w14:textId="77777777" w:rsidR="00664788" w:rsidRPr="00664788" w:rsidRDefault="00664788" w:rsidP="00664788">
                <w:pPr>
                  <w:pStyle w:val="table"/>
                  <w:jc w:val="center"/>
                </w:pPr>
                <w:r w:rsidRPr="000610E3">
                  <w:rPr>
                    <w:rFonts w:ascii="MS Gothic" w:eastAsia="MS Gothic" w:hAnsi="MS Gothic"/>
                  </w:rPr>
                  <w:t>☐</w:t>
                </w:r>
              </w:p>
            </w:tc>
          </w:sdtContent>
        </w:sdt>
        <w:sdt>
          <w:sdtPr>
            <w:id w:val="79857496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56052A" w14:textId="77777777" w:rsidR="00664788" w:rsidRPr="00664788" w:rsidRDefault="00664788" w:rsidP="00664788">
                <w:pPr>
                  <w:pStyle w:val="table"/>
                  <w:jc w:val="center"/>
                </w:pPr>
                <w:r w:rsidRPr="000610E3">
                  <w:rPr>
                    <w:rFonts w:ascii="MS Gothic" w:eastAsia="MS Gothic" w:hAnsi="MS Gothic"/>
                  </w:rPr>
                  <w:t>☐</w:t>
                </w:r>
              </w:p>
            </w:tc>
          </w:sdtContent>
        </w:sdt>
        <w:sdt>
          <w:sdtPr>
            <w:id w:val="-97690960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10E34A" w14:textId="77777777" w:rsidR="00664788" w:rsidRPr="00664788" w:rsidRDefault="00664788" w:rsidP="00664788">
                <w:pPr>
                  <w:pStyle w:val="table"/>
                  <w:jc w:val="center"/>
                </w:pPr>
                <w:r w:rsidRPr="000610E3">
                  <w:rPr>
                    <w:rFonts w:ascii="MS Gothic" w:eastAsia="MS Gothic" w:hAnsi="MS Gothic"/>
                  </w:rPr>
                  <w:t>☐</w:t>
                </w:r>
              </w:p>
            </w:tc>
          </w:sdtContent>
        </w:sdt>
        <w:sdt>
          <w:sdtPr>
            <w:id w:val="8242185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5EC6F37" w14:textId="77777777" w:rsidR="00664788" w:rsidRPr="00664788" w:rsidRDefault="00664788" w:rsidP="00664788">
                <w:pPr>
                  <w:pStyle w:val="table"/>
                  <w:jc w:val="center"/>
                </w:pPr>
                <w:r w:rsidRPr="000610E3">
                  <w:rPr>
                    <w:rFonts w:ascii="MS Gothic" w:eastAsia="MS Gothic" w:hAnsi="MS Gothic"/>
                  </w:rPr>
                  <w:t>☐</w:t>
                </w:r>
              </w:p>
            </w:tc>
          </w:sdtContent>
        </w:sdt>
        <w:sdt>
          <w:sdtPr>
            <w:id w:val="46015887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7368F2"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88DEF31"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281E1E7E" w14:textId="77777777" w:rsidR="00664788" w:rsidRPr="00664788" w:rsidRDefault="00664788" w:rsidP="00664788">
            <w:pPr>
              <w:spacing w:before="40" w:after="40" w:line="240" w:lineRule="auto"/>
              <w:rPr>
                <w:color w:val="FFFFFF" w:themeColor="background1"/>
              </w:rPr>
            </w:pPr>
          </w:p>
        </w:tc>
      </w:tr>
      <w:tr w:rsidR="00664788" w:rsidRPr="00664788" w14:paraId="7FFEEC9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613F9EB" w14:textId="5E5F7509" w:rsidR="00664788" w:rsidRPr="00664788" w:rsidRDefault="00664788" w:rsidP="00664788">
            <w:pPr>
              <w:pStyle w:val="table"/>
            </w:pPr>
          </w:p>
        </w:tc>
        <w:sdt>
          <w:sdtPr>
            <w:id w:val="54402978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76788C3" w14:textId="77777777" w:rsidR="00664788" w:rsidRPr="00664788" w:rsidRDefault="00664788" w:rsidP="00664788">
                <w:pPr>
                  <w:pStyle w:val="table"/>
                  <w:jc w:val="center"/>
                </w:pPr>
                <w:r w:rsidRPr="0008747B">
                  <w:rPr>
                    <w:rFonts w:ascii="MS Gothic" w:eastAsia="MS Gothic" w:hAnsi="MS Gothic"/>
                  </w:rPr>
                  <w:t>☐</w:t>
                </w:r>
              </w:p>
            </w:tc>
          </w:sdtContent>
        </w:sdt>
        <w:sdt>
          <w:sdtPr>
            <w:id w:val="135870015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9F652E5" w14:textId="77777777" w:rsidR="00664788" w:rsidRPr="00664788" w:rsidRDefault="00664788" w:rsidP="00664788">
                <w:pPr>
                  <w:pStyle w:val="table"/>
                  <w:jc w:val="center"/>
                </w:pPr>
                <w:r w:rsidRPr="000610E3">
                  <w:rPr>
                    <w:rFonts w:ascii="MS Gothic" w:eastAsia="MS Gothic" w:hAnsi="MS Gothic"/>
                  </w:rPr>
                  <w:t>☐</w:t>
                </w:r>
              </w:p>
            </w:tc>
          </w:sdtContent>
        </w:sdt>
        <w:sdt>
          <w:sdtPr>
            <w:id w:val="-211141697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D6DB8D" w14:textId="77777777" w:rsidR="00664788" w:rsidRPr="00664788" w:rsidRDefault="00664788" w:rsidP="00664788">
                <w:pPr>
                  <w:pStyle w:val="table"/>
                  <w:jc w:val="center"/>
                </w:pPr>
                <w:r w:rsidRPr="000610E3">
                  <w:rPr>
                    <w:rFonts w:ascii="MS Gothic" w:eastAsia="MS Gothic" w:hAnsi="MS Gothic"/>
                  </w:rPr>
                  <w:t>☐</w:t>
                </w:r>
              </w:p>
            </w:tc>
          </w:sdtContent>
        </w:sdt>
        <w:sdt>
          <w:sdtPr>
            <w:id w:val="-77655839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B1B18C" w14:textId="77777777" w:rsidR="00664788" w:rsidRPr="00664788" w:rsidRDefault="00664788" w:rsidP="00664788">
                <w:pPr>
                  <w:pStyle w:val="table"/>
                  <w:jc w:val="center"/>
                </w:pPr>
                <w:r w:rsidRPr="000610E3">
                  <w:rPr>
                    <w:rFonts w:ascii="MS Gothic" w:eastAsia="MS Gothic" w:hAnsi="MS Gothic"/>
                  </w:rPr>
                  <w:t>☐</w:t>
                </w:r>
              </w:p>
            </w:tc>
          </w:sdtContent>
        </w:sdt>
        <w:sdt>
          <w:sdtPr>
            <w:id w:val="-199178217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F53555" w14:textId="77777777" w:rsidR="00664788" w:rsidRPr="00664788" w:rsidRDefault="00664788" w:rsidP="00664788">
                <w:pPr>
                  <w:pStyle w:val="table"/>
                  <w:jc w:val="center"/>
                </w:pPr>
                <w:r w:rsidRPr="000610E3">
                  <w:rPr>
                    <w:rFonts w:ascii="MS Gothic" w:eastAsia="MS Gothic" w:hAnsi="MS Gothic"/>
                  </w:rPr>
                  <w:t>☐</w:t>
                </w:r>
              </w:p>
            </w:tc>
          </w:sdtContent>
        </w:sdt>
        <w:sdt>
          <w:sdtPr>
            <w:id w:val="75455472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0BBFE4" w14:textId="77777777" w:rsidR="00664788" w:rsidRPr="00664788" w:rsidRDefault="00664788" w:rsidP="00664788">
                <w:pPr>
                  <w:pStyle w:val="table"/>
                  <w:jc w:val="center"/>
                </w:pPr>
                <w:r w:rsidRPr="000610E3">
                  <w:rPr>
                    <w:rFonts w:ascii="MS Gothic" w:eastAsia="MS Gothic" w:hAnsi="MS Gothic"/>
                  </w:rPr>
                  <w:t>☐</w:t>
                </w:r>
              </w:p>
            </w:tc>
          </w:sdtContent>
        </w:sdt>
        <w:sdt>
          <w:sdtPr>
            <w:id w:val="-159362173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CCD68A5"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F343B1D" w14:textId="77777777" w:rsidR="00664788" w:rsidRPr="00664788" w:rsidRDefault="00664788" w:rsidP="00664788">
            <w:pPr>
              <w:spacing w:line="240" w:lineRule="auto"/>
            </w:pPr>
          </w:p>
        </w:tc>
        <w:tc>
          <w:tcPr>
            <w:tcW w:w="3554" w:type="dxa"/>
            <w:vMerge w:val="restart"/>
            <w:tcBorders>
              <w:top w:val="nil"/>
              <w:left w:val="nil"/>
              <w:bottom w:val="nil"/>
              <w:right w:val="nil"/>
            </w:tcBorders>
            <w:shd w:val="clear" w:color="auto" w:fill="91A8AE" w:themeFill="accent3"/>
            <w:vAlign w:val="center"/>
          </w:tcPr>
          <w:p w14:paraId="61CC91B6" w14:textId="66DD5E21" w:rsidR="00664788" w:rsidRPr="00664788" w:rsidRDefault="00664788" w:rsidP="00664788">
            <w:pPr>
              <w:spacing w:before="0" w:after="80" w:line="240" w:lineRule="auto"/>
              <w:rPr>
                <w:color w:val="FFFFFF" w:themeColor="background1"/>
              </w:rPr>
            </w:pPr>
          </w:p>
        </w:tc>
      </w:tr>
      <w:tr w:rsidR="00664788" w:rsidRPr="00664788" w14:paraId="02FFDA4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1C6AE19" w14:textId="58D314E4" w:rsidR="00664788" w:rsidRPr="00664788" w:rsidRDefault="00664788" w:rsidP="00664788">
            <w:pPr>
              <w:pStyle w:val="table"/>
            </w:pPr>
          </w:p>
        </w:tc>
        <w:sdt>
          <w:sdtPr>
            <w:id w:val="-145617420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E11E818" w14:textId="77777777" w:rsidR="00664788" w:rsidRPr="00664788" w:rsidRDefault="00664788" w:rsidP="00664788">
                <w:pPr>
                  <w:pStyle w:val="table"/>
                  <w:jc w:val="center"/>
                </w:pPr>
                <w:r w:rsidRPr="0008747B">
                  <w:rPr>
                    <w:rFonts w:ascii="MS Gothic" w:eastAsia="MS Gothic" w:hAnsi="MS Gothic"/>
                  </w:rPr>
                  <w:t>☐</w:t>
                </w:r>
              </w:p>
            </w:tc>
          </w:sdtContent>
        </w:sdt>
        <w:sdt>
          <w:sdtPr>
            <w:id w:val="159119112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01DA07" w14:textId="77777777" w:rsidR="00664788" w:rsidRPr="00664788" w:rsidRDefault="00664788" w:rsidP="00664788">
                <w:pPr>
                  <w:pStyle w:val="table"/>
                  <w:jc w:val="center"/>
                </w:pPr>
                <w:r w:rsidRPr="000610E3">
                  <w:rPr>
                    <w:rFonts w:ascii="MS Gothic" w:eastAsia="MS Gothic" w:hAnsi="MS Gothic"/>
                  </w:rPr>
                  <w:t>☐</w:t>
                </w:r>
              </w:p>
            </w:tc>
          </w:sdtContent>
        </w:sdt>
        <w:sdt>
          <w:sdtPr>
            <w:id w:val="75416607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2161B62" w14:textId="77777777" w:rsidR="00664788" w:rsidRPr="00664788" w:rsidRDefault="00664788" w:rsidP="00664788">
                <w:pPr>
                  <w:pStyle w:val="table"/>
                  <w:jc w:val="center"/>
                </w:pPr>
                <w:r w:rsidRPr="000610E3">
                  <w:rPr>
                    <w:rFonts w:ascii="MS Gothic" w:eastAsia="MS Gothic" w:hAnsi="MS Gothic"/>
                  </w:rPr>
                  <w:t>☐</w:t>
                </w:r>
              </w:p>
            </w:tc>
          </w:sdtContent>
        </w:sdt>
        <w:sdt>
          <w:sdtPr>
            <w:id w:val="132755212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525341A" w14:textId="77777777" w:rsidR="00664788" w:rsidRPr="00664788" w:rsidRDefault="00664788" w:rsidP="00664788">
                <w:pPr>
                  <w:pStyle w:val="table"/>
                  <w:jc w:val="center"/>
                </w:pPr>
                <w:r w:rsidRPr="000610E3">
                  <w:rPr>
                    <w:rFonts w:ascii="MS Gothic" w:eastAsia="MS Gothic" w:hAnsi="MS Gothic"/>
                  </w:rPr>
                  <w:t>☐</w:t>
                </w:r>
              </w:p>
            </w:tc>
          </w:sdtContent>
        </w:sdt>
        <w:sdt>
          <w:sdtPr>
            <w:id w:val="-29536955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4C9772" w14:textId="77777777" w:rsidR="00664788" w:rsidRPr="00664788" w:rsidRDefault="00664788" w:rsidP="00664788">
                <w:pPr>
                  <w:pStyle w:val="table"/>
                  <w:jc w:val="center"/>
                </w:pPr>
                <w:r w:rsidRPr="000610E3">
                  <w:rPr>
                    <w:rFonts w:ascii="MS Gothic" w:eastAsia="MS Gothic" w:hAnsi="MS Gothic"/>
                  </w:rPr>
                  <w:t>☐</w:t>
                </w:r>
              </w:p>
            </w:tc>
          </w:sdtContent>
        </w:sdt>
        <w:sdt>
          <w:sdtPr>
            <w:id w:val="61502463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5ACD9F" w14:textId="77777777" w:rsidR="00664788" w:rsidRPr="00664788" w:rsidRDefault="00664788" w:rsidP="00664788">
                <w:pPr>
                  <w:pStyle w:val="table"/>
                  <w:jc w:val="center"/>
                </w:pPr>
                <w:r w:rsidRPr="000610E3">
                  <w:rPr>
                    <w:rFonts w:ascii="MS Gothic" w:eastAsia="MS Gothic" w:hAnsi="MS Gothic"/>
                  </w:rPr>
                  <w:t>☐</w:t>
                </w:r>
              </w:p>
            </w:tc>
          </w:sdtContent>
        </w:sdt>
        <w:sdt>
          <w:sdtPr>
            <w:id w:val="-178703720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8F4B77"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A4EF410"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71F5EFDD" w14:textId="77777777" w:rsidR="00664788" w:rsidRPr="00664788" w:rsidRDefault="00664788" w:rsidP="00664788">
            <w:pPr>
              <w:spacing w:before="40" w:after="40" w:line="240" w:lineRule="auto"/>
            </w:pPr>
          </w:p>
        </w:tc>
      </w:tr>
      <w:tr w:rsidR="00664788" w:rsidRPr="00664788" w14:paraId="0F842602"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C650240" w14:textId="56A4F73E" w:rsidR="00664788" w:rsidRPr="00664788" w:rsidRDefault="00664788" w:rsidP="00664788">
            <w:pPr>
              <w:pStyle w:val="table"/>
            </w:pPr>
          </w:p>
        </w:tc>
        <w:sdt>
          <w:sdtPr>
            <w:id w:val="-78596372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A1416C9" w14:textId="77777777" w:rsidR="00664788" w:rsidRPr="00664788" w:rsidRDefault="00664788" w:rsidP="00664788">
                <w:pPr>
                  <w:pStyle w:val="table"/>
                  <w:jc w:val="center"/>
                </w:pPr>
                <w:r w:rsidRPr="0008747B">
                  <w:rPr>
                    <w:rFonts w:ascii="MS Gothic" w:eastAsia="MS Gothic" w:hAnsi="MS Gothic"/>
                  </w:rPr>
                  <w:t>☐</w:t>
                </w:r>
              </w:p>
            </w:tc>
          </w:sdtContent>
        </w:sdt>
        <w:sdt>
          <w:sdtPr>
            <w:id w:val="-61113001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BAFD14" w14:textId="77777777" w:rsidR="00664788" w:rsidRPr="00664788" w:rsidRDefault="00664788" w:rsidP="00664788">
                <w:pPr>
                  <w:pStyle w:val="table"/>
                  <w:jc w:val="center"/>
                </w:pPr>
                <w:r w:rsidRPr="000610E3">
                  <w:rPr>
                    <w:rFonts w:ascii="MS Gothic" w:eastAsia="MS Gothic" w:hAnsi="MS Gothic"/>
                  </w:rPr>
                  <w:t>☐</w:t>
                </w:r>
              </w:p>
            </w:tc>
          </w:sdtContent>
        </w:sdt>
        <w:sdt>
          <w:sdtPr>
            <w:id w:val="54126267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38BBCDC" w14:textId="77777777" w:rsidR="00664788" w:rsidRPr="00664788" w:rsidRDefault="00664788" w:rsidP="00664788">
                <w:pPr>
                  <w:pStyle w:val="table"/>
                  <w:jc w:val="center"/>
                </w:pPr>
                <w:r w:rsidRPr="000610E3">
                  <w:rPr>
                    <w:rFonts w:ascii="MS Gothic" w:eastAsia="MS Gothic" w:hAnsi="MS Gothic"/>
                  </w:rPr>
                  <w:t>☐</w:t>
                </w:r>
              </w:p>
            </w:tc>
          </w:sdtContent>
        </w:sdt>
        <w:sdt>
          <w:sdtPr>
            <w:id w:val="-152385921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D92089" w14:textId="77777777" w:rsidR="00664788" w:rsidRPr="00664788" w:rsidRDefault="00664788" w:rsidP="00664788">
                <w:pPr>
                  <w:pStyle w:val="table"/>
                  <w:jc w:val="center"/>
                </w:pPr>
                <w:r w:rsidRPr="000610E3">
                  <w:rPr>
                    <w:rFonts w:ascii="MS Gothic" w:eastAsia="MS Gothic" w:hAnsi="MS Gothic"/>
                  </w:rPr>
                  <w:t>☐</w:t>
                </w:r>
              </w:p>
            </w:tc>
          </w:sdtContent>
        </w:sdt>
        <w:sdt>
          <w:sdtPr>
            <w:id w:val="9829504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EC1EEBA" w14:textId="77777777" w:rsidR="00664788" w:rsidRPr="00664788" w:rsidRDefault="00664788" w:rsidP="00664788">
                <w:pPr>
                  <w:pStyle w:val="table"/>
                  <w:jc w:val="center"/>
                </w:pPr>
                <w:r w:rsidRPr="000610E3">
                  <w:rPr>
                    <w:rFonts w:ascii="MS Gothic" w:eastAsia="MS Gothic" w:hAnsi="MS Gothic"/>
                  </w:rPr>
                  <w:t>☐</w:t>
                </w:r>
              </w:p>
            </w:tc>
          </w:sdtContent>
        </w:sdt>
        <w:sdt>
          <w:sdtPr>
            <w:id w:val="-73454967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F02FEF" w14:textId="77777777" w:rsidR="00664788" w:rsidRPr="00664788" w:rsidRDefault="00664788" w:rsidP="00664788">
                <w:pPr>
                  <w:pStyle w:val="table"/>
                  <w:jc w:val="center"/>
                </w:pPr>
                <w:r w:rsidRPr="000610E3">
                  <w:rPr>
                    <w:rFonts w:ascii="MS Gothic" w:eastAsia="MS Gothic" w:hAnsi="MS Gothic"/>
                  </w:rPr>
                  <w:t>☐</w:t>
                </w:r>
              </w:p>
            </w:tc>
          </w:sdtContent>
        </w:sdt>
        <w:sdt>
          <w:sdtPr>
            <w:id w:val="-32242622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96BBFE8"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5AE308D"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76896211" w14:textId="77777777" w:rsidR="00664788" w:rsidRPr="00664788" w:rsidRDefault="00664788" w:rsidP="00664788">
            <w:pPr>
              <w:spacing w:before="40" w:after="40" w:line="240" w:lineRule="auto"/>
            </w:pPr>
          </w:p>
        </w:tc>
      </w:tr>
      <w:tr w:rsidR="00664788" w:rsidRPr="00664788" w14:paraId="689C0AB8"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BB2C9B5" w14:textId="5570D265" w:rsidR="00664788" w:rsidRPr="00664788" w:rsidRDefault="00664788" w:rsidP="00664788">
            <w:pPr>
              <w:pStyle w:val="table"/>
            </w:pPr>
          </w:p>
        </w:tc>
        <w:sdt>
          <w:sdtPr>
            <w:id w:val="138028469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4F0FA52" w14:textId="77777777" w:rsidR="00664788" w:rsidRPr="00664788" w:rsidRDefault="00664788" w:rsidP="00664788">
                <w:pPr>
                  <w:pStyle w:val="table"/>
                  <w:jc w:val="center"/>
                </w:pPr>
                <w:r w:rsidRPr="0008747B">
                  <w:rPr>
                    <w:rFonts w:ascii="MS Gothic" w:eastAsia="MS Gothic" w:hAnsi="MS Gothic"/>
                  </w:rPr>
                  <w:t>☐</w:t>
                </w:r>
              </w:p>
            </w:tc>
          </w:sdtContent>
        </w:sdt>
        <w:sdt>
          <w:sdtPr>
            <w:id w:val="18401971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BC00643" w14:textId="77777777" w:rsidR="00664788" w:rsidRPr="00664788" w:rsidRDefault="00664788" w:rsidP="00664788">
                <w:pPr>
                  <w:pStyle w:val="table"/>
                  <w:jc w:val="center"/>
                </w:pPr>
                <w:r w:rsidRPr="000610E3">
                  <w:rPr>
                    <w:rFonts w:ascii="MS Gothic" w:eastAsia="MS Gothic" w:hAnsi="MS Gothic"/>
                  </w:rPr>
                  <w:t>☐</w:t>
                </w:r>
              </w:p>
            </w:tc>
          </w:sdtContent>
        </w:sdt>
        <w:sdt>
          <w:sdtPr>
            <w:id w:val="-127662983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0BD1686" w14:textId="77777777" w:rsidR="00664788" w:rsidRPr="00664788" w:rsidRDefault="00664788" w:rsidP="00664788">
                <w:pPr>
                  <w:pStyle w:val="table"/>
                  <w:jc w:val="center"/>
                </w:pPr>
                <w:r w:rsidRPr="000610E3">
                  <w:rPr>
                    <w:rFonts w:ascii="MS Gothic" w:eastAsia="MS Gothic" w:hAnsi="MS Gothic"/>
                  </w:rPr>
                  <w:t>☐</w:t>
                </w:r>
              </w:p>
            </w:tc>
          </w:sdtContent>
        </w:sdt>
        <w:sdt>
          <w:sdtPr>
            <w:id w:val="-2973180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15F8E2" w14:textId="77777777" w:rsidR="00664788" w:rsidRPr="00664788" w:rsidRDefault="00664788" w:rsidP="00664788">
                <w:pPr>
                  <w:pStyle w:val="table"/>
                  <w:jc w:val="center"/>
                </w:pPr>
                <w:r w:rsidRPr="000610E3">
                  <w:rPr>
                    <w:rFonts w:ascii="MS Gothic" w:eastAsia="MS Gothic" w:hAnsi="MS Gothic"/>
                  </w:rPr>
                  <w:t>☐</w:t>
                </w:r>
              </w:p>
            </w:tc>
          </w:sdtContent>
        </w:sdt>
        <w:sdt>
          <w:sdtPr>
            <w:id w:val="149830296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2F9C6A6" w14:textId="77777777" w:rsidR="00664788" w:rsidRPr="00664788" w:rsidRDefault="00664788" w:rsidP="00664788">
                <w:pPr>
                  <w:pStyle w:val="table"/>
                  <w:jc w:val="center"/>
                </w:pPr>
                <w:r w:rsidRPr="000610E3">
                  <w:rPr>
                    <w:rFonts w:ascii="MS Gothic" w:eastAsia="MS Gothic" w:hAnsi="MS Gothic"/>
                  </w:rPr>
                  <w:t>☐</w:t>
                </w:r>
              </w:p>
            </w:tc>
          </w:sdtContent>
        </w:sdt>
        <w:sdt>
          <w:sdtPr>
            <w:id w:val="-123555226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46B243" w14:textId="77777777" w:rsidR="00664788" w:rsidRPr="00664788" w:rsidRDefault="00664788" w:rsidP="00664788">
                <w:pPr>
                  <w:pStyle w:val="table"/>
                  <w:jc w:val="center"/>
                </w:pPr>
                <w:r w:rsidRPr="000610E3">
                  <w:rPr>
                    <w:rFonts w:ascii="MS Gothic" w:eastAsia="MS Gothic" w:hAnsi="MS Gothic"/>
                  </w:rPr>
                  <w:t>☐</w:t>
                </w:r>
              </w:p>
            </w:tc>
          </w:sdtContent>
        </w:sdt>
        <w:sdt>
          <w:sdtPr>
            <w:id w:val="106151831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3173A7"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62EBA2B"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49A8B7B2" w14:textId="77777777" w:rsidR="00664788" w:rsidRPr="00664788" w:rsidRDefault="00664788" w:rsidP="00664788">
            <w:pPr>
              <w:spacing w:before="40" w:after="40" w:line="240" w:lineRule="auto"/>
            </w:pPr>
          </w:p>
        </w:tc>
      </w:tr>
      <w:tr w:rsidR="00664788" w:rsidRPr="00664788" w14:paraId="0232600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55413A1" w14:textId="665A671B" w:rsidR="00664788" w:rsidRPr="00664788" w:rsidRDefault="00664788" w:rsidP="00664788">
            <w:pPr>
              <w:pStyle w:val="table"/>
            </w:pPr>
          </w:p>
        </w:tc>
        <w:sdt>
          <w:sdtPr>
            <w:id w:val="3739845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581D8B6" w14:textId="77777777" w:rsidR="00664788" w:rsidRPr="00664788" w:rsidRDefault="00664788" w:rsidP="00664788">
                <w:pPr>
                  <w:pStyle w:val="table"/>
                  <w:jc w:val="center"/>
                </w:pPr>
                <w:r w:rsidRPr="0008747B">
                  <w:rPr>
                    <w:rFonts w:ascii="MS Gothic" w:eastAsia="MS Gothic" w:hAnsi="MS Gothic"/>
                  </w:rPr>
                  <w:t>☐</w:t>
                </w:r>
              </w:p>
            </w:tc>
          </w:sdtContent>
        </w:sdt>
        <w:sdt>
          <w:sdtPr>
            <w:id w:val="22688880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639410" w14:textId="77777777" w:rsidR="00664788" w:rsidRPr="00664788" w:rsidRDefault="00664788" w:rsidP="00664788">
                <w:pPr>
                  <w:pStyle w:val="table"/>
                  <w:jc w:val="center"/>
                </w:pPr>
                <w:r w:rsidRPr="000610E3">
                  <w:rPr>
                    <w:rFonts w:ascii="MS Gothic" w:eastAsia="MS Gothic" w:hAnsi="MS Gothic"/>
                  </w:rPr>
                  <w:t>☐</w:t>
                </w:r>
              </w:p>
            </w:tc>
          </w:sdtContent>
        </w:sdt>
        <w:sdt>
          <w:sdtPr>
            <w:id w:val="-77593449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33EA68" w14:textId="77777777" w:rsidR="00664788" w:rsidRPr="00664788" w:rsidRDefault="00664788" w:rsidP="00664788">
                <w:pPr>
                  <w:pStyle w:val="table"/>
                  <w:jc w:val="center"/>
                </w:pPr>
                <w:r w:rsidRPr="000610E3">
                  <w:rPr>
                    <w:rFonts w:ascii="MS Gothic" w:eastAsia="MS Gothic" w:hAnsi="MS Gothic"/>
                  </w:rPr>
                  <w:t>☐</w:t>
                </w:r>
              </w:p>
            </w:tc>
          </w:sdtContent>
        </w:sdt>
        <w:sdt>
          <w:sdtPr>
            <w:id w:val="-41416553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6B43AEC" w14:textId="77777777" w:rsidR="00664788" w:rsidRPr="00664788" w:rsidRDefault="00664788" w:rsidP="00664788">
                <w:pPr>
                  <w:pStyle w:val="table"/>
                  <w:jc w:val="center"/>
                </w:pPr>
                <w:r w:rsidRPr="000610E3">
                  <w:rPr>
                    <w:rFonts w:ascii="MS Gothic" w:eastAsia="MS Gothic" w:hAnsi="MS Gothic"/>
                  </w:rPr>
                  <w:t>☐</w:t>
                </w:r>
              </w:p>
            </w:tc>
          </w:sdtContent>
        </w:sdt>
        <w:sdt>
          <w:sdtPr>
            <w:id w:val="104402202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B4550D7" w14:textId="77777777" w:rsidR="00664788" w:rsidRPr="00664788" w:rsidRDefault="00664788" w:rsidP="00664788">
                <w:pPr>
                  <w:pStyle w:val="table"/>
                  <w:jc w:val="center"/>
                </w:pPr>
                <w:r w:rsidRPr="000610E3">
                  <w:rPr>
                    <w:rFonts w:ascii="MS Gothic" w:eastAsia="MS Gothic" w:hAnsi="MS Gothic"/>
                  </w:rPr>
                  <w:t>☐</w:t>
                </w:r>
              </w:p>
            </w:tc>
          </w:sdtContent>
        </w:sdt>
        <w:sdt>
          <w:sdtPr>
            <w:id w:val="-162576485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D3B3188" w14:textId="77777777" w:rsidR="00664788" w:rsidRPr="00664788" w:rsidRDefault="00664788" w:rsidP="00664788">
                <w:pPr>
                  <w:pStyle w:val="table"/>
                  <w:jc w:val="center"/>
                </w:pPr>
                <w:r w:rsidRPr="000610E3">
                  <w:rPr>
                    <w:rFonts w:ascii="MS Gothic" w:eastAsia="MS Gothic" w:hAnsi="MS Gothic"/>
                  </w:rPr>
                  <w:t>☐</w:t>
                </w:r>
              </w:p>
            </w:tc>
          </w:sdtContent>
        </w:sdt>
        <w:sdt>
          <w:sdtPr>
            <w:id w:val="-7467378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2E7F7B0" w14:textId="77777777" w:rsidR="00664788" w:rsidRPr="00664788" w:rsidRDefault="00664788" w:rsidP="0066478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815E725" w14:textId="77777777" w:rsidR="00664788" w:rsidRPr="00664788" w:rsidRDefault="00664788" w:rsidP="00664788">
            <w:pPr>
              <w:spacing w:line="240" w:lineRule="auto"/>
            </w:pPr>
          </w:p>
        </w:tc>
        <w:tc>
          <w:tcPr>
            <w:tcW w:w="3554" w:type="dxa"/>
            <w:vMerge/>
            <w:tcBorders>
              <w:top w:val="nil"/>
              <w:left w:val="nil"/>
              <w:bottom w:val="nil"/>
              <w:right w:val="nil"/>
            </w:tcBorders>
            <w:shd w:val="clear" w:color="auto" w:fill="91A8AE" w:themeFill="accent3"/>
            <w:vAlign w:val="center"/>
          </w:tcPr>
          <w:p w14:paraId="4B511F80" w14:textId="77777777" w:rsidR="00664788" w:rsidRPr="00664788" w:rsidRDefault="00664788" w:rsidP="00664788">
            <w:pPr>
              <w:spacing w:before="40" w:after="40" w:line="240" w:lineRule="auto"/>
            </w:pPr>
          </w:p>
        </w:tc>
      </w:tr>
    </w:tbl>
    <w:p w14:paraId="619A7695" w14:textId="73648B0D" w:rsidR="00E07A42" w:rsidRDefault="00E07A42" w:rsidP="0068746E">
      <w:pPr>
        <w:pStyle w:val="small"/>
        <w:rPr>
          <w:sz w:val="2"/>
        </w:rPr>
      </w:pPr>
    </w:p>
    <w:p w14:paraId="733778BE" w14:textId="321FF727" w:rsidR="00723015" w:rsidRDefault="00723015" w:rsidP="00723015"/>
    <w:p w14:paraId="5CC0D88B" w14:textId="77777777" w:rsidR="005479DC" w:rsidRPr="005479DC" w:rsidRDefault="005479DC" w:rsidP="00AE18F8">
      <w:pPr>
        <w:pStyle w:val="Title"/>
        <w:ind w:left="0"/>
        <w:rPr>
          <w:sz w:val="32"/>
          <w:szCs w:val="32"/>
        </w:rPr>
      </w:pPr>
    </w:p>
    <w:p w14:paraId="53A9231C" w14:textId="76B766E9" w:rsidR="00723015" w:rsidRDefault="00723015" w:rsidP="00AE18F8">
      <w:pPr>
        <w:pStyle w:val="Title"/>
        <w:ind w:left="0"/>
      </w:pPr>
      <w:r w:rsidRPr="00664788">
        <mc:AlternateContent>
          <mc:Choice Requires="wpg">
            <w:drawing>
              <wp:anchor distT="0" distB="0" distL="114300" distR="114300" simplePos="0" relativeHeight="251667456" behindDoc="1" locked="1" layoutInCell="1" allowOverlap="1" wp14:anchorId="0D4E5B35" wp14:editId="120DBF59">
                <wp:simplePos x="0" y="0"/>
                <wp:positionH relativeFrom="page">
                  <wp:posOffset>-118745</wp:posOffset>
                </wp:positionH>
                <wp:positionV relativeFrom="page">
                  <wp:posOffset>347345</wp:posOffset>
                </wp:positionV>
                <wp:extent cx="10325100" cy="1143000"/>
                <wp:effectExtent l="0" t="33020" r="4445" b="33655"/>
                <wp:wrapNone/>
                <wp:docPr id="10" name="Group 7" descr="Decorative header background with arrow" title="Background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25100" cy="1143000"/>
                          <a:chOff x="-187" y="547"/>
                          <a:chExt cx="16260" cy="1800"/>
                        </a:xfrm>
                      </wpg:grpSpPr>
                      <wps:wsp>
                        <wps:cNvPr id="11" name="Rectangle 2"/>
                        <wps:cNvSpPr>
                          <a:spLocks noChangeArrowheads="1"/>
                        </wps:cNvSpPr>
                        <wps:spPr bwMode="auto">
                          <a:xfrm>
                            <a:off x="-187" y="727"/>
                            <a:ext cx="16260" cy="144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12" name="AutoShape 4"/>
                        <wps:cNvSpPr>
                          <a:spLocks noChangeArrowheads="1"/>
                        </wps:cNvSpPr>
                        <wps:spPr bwMode="auto">
                          <a:xfrm>
                            <a:off x="533" y="547"/>
                            <a:ext cx="5380" cy="1800"/>
                          </a:xfrm>
                          <a:prstGeom prst="chevron">
                            <a:avLst>
                              <a:gd name="adj" fmla="val 35839"/>
                            </a:avLst>
                          </a:prstGeom>
                          <a:solidFill>
                            <a:schemeClr val="accent1">
                              <a:lumMod val="40000"/>
                              <a:lumOff val="60000"/>
                            </a:schemeClr>
                          </a:solidFill>
                          <a:ln w="508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F19609" id="Group 7" o:spid="_x0000_s1026" alt="Title: Background  - Description: Decorative header background with arrow" style="position:absolute;margin-left:-9.35pt;margin-top:27.35pt;width:813pt;height:90pt;z-index:-251649024;mso-position-horizontal-relative:page;mso-position-vertical-relative:page" coordorigin="-187,547" coordsize="162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">
                <v:rect id="Rectangle 2" o:spid="_x0000_s1027" style="position:absolute;left:-187;top:727;width:162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" fillcolor="#336380 [3215]" stroked="f" strokecolor="#4a7ebb" strokeweight="1.5pt">
                  <v:shadow opacity="22938f" offset="0"/>
                  <v:textbox inset=",7.2pt,,7.2pt"/>
                </v:rect>
                <v:shape id="AutoShape 4" o:spid="_x0000_s1028" type="#_x0000_t55" style="position:absolute;left:533;top:547;width:53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" adj="19010" fillcolor="#b5d6d7 [1300]" strokecolor="white [3212]" strokeweight="4pt">
                  <v:shadow opacity="22938f" offset="0"/>
                  <v:textbox inset=",7.2pt,,7.2pt"/>
                </v:shape>
                <w10:wrap anchorx="page" anchory="page"/>
                <w10:anchorlock/>
              </v:group>
            </w:pict>
          </mc:Fallback>
        </mc:AlternateContent>
      </w:r>
      <w:r w:rsidRPr="00664788">
        <mc:AlternateContent>
          <mc:Choice Requires="wps">
            <w:drawing>
              <wp:anchor distT="0" distB="0" distL="114300" distR="114300" simplePos="0" relativeHeight="251666432" behindDoc="0" locked="1" layoutInCell="1" allowOverlap="1" wp14:anchorId="3472818E" wp14:editId="27E0F313">
                <wp:simplePos x="0" y="0"/>
                <wp:positionH relativeFrom="page">
                  <wp:posOffset>3870325</wp:posOffset>
                </wp:positionH>
                <wp:positionV relativeFrom="page">
                  <wp:posOffset>384175</wp:posOffset>
                </wp:positionV>
                <wp:extent cx="5767200" cy="1029600"/>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200" cy="10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DCCDD" w14:textId="77777777" w:rsidR="00437F5F" w:rsidRPr="00AA7322" w:rsidRDefault="00437F5F" w:rsidP="00723015">
                            <w:pPr>
                              <w:pStyle w:val="Titlebartext"/>
                              <w:rPr>
                                <w:i/>
                                <w:iCs/>
                                <w:lang w:val="en-CA"/>
                              </w:rPr>
                            </w:pPr>
                            <w:r w:rsidRPr="00AA7322">
                              <w:rPr>
                                <w:i/>
                                <w:iCs/>
                                <w:lang w:val="en-CA"/>
                              </w:rPr>
                              <w:t>To help prevent the spread of COVID-19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72818E" id="_x0000_s1027" type="#_x0000_t202" style="position:absolute;margin-left:304.75pt;margin-top:30.25pt;width:454.1pt;height:81.0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" filled="f" stroked="f">
                <v:textbox inset=",7.2pt,,7.2pt">
                  <w:txbxContent>
                    <w:p w14:paraId="70FDCCDD" w14:textId="77777777" w:rsidR="00437F5F" w:rsidRPr="00AA7322" w:rsidRDefault="00437F5F" w:rsidP="00723015">
                      <w:pPr>
                        <w:pStyle w:val="Titlebartext"/>
                        <w:rPr>
                          <w:i/>
                          <w:iCs/>
                          <w:lang w:val="en-CA"/>
                        </w:rPr>
                      </w:pPr>
                      <w:r w:rsidRPr="00AA7322">
                        <w:rPr>
                          <w:i/>
                          <w:iCs/>
                          <w:lang w:val="en-CA"/>
                        </w:rPr>
                        <w:t>To help prevent the spread of COVID-19</w:t>
                      </w:r>
                    </w:p>
                  </w:txbxContent>
                </v:textbox>
                <w10:wrap anchorx="page" anchory="page"/>
                <w10:anchorlock/>
              </v:shape>
            </w:pict>
          </mc:Fallback>
        </mc:AlternateContent>
      </w:r>
      <w:r w:rsidR="005479DC">
        <w:t xml:space="preserve">       </w:t>
      </w:r>
      <w:r>
        <w:t>Cleaning &amp; Sanitizing</w:t>
      </w:r>
    </w:p>
    <w:p w14:paraId="74F3DD92" w14:textId="77777777" w:rsidR="005479DC" w:rsidRPr="005479DC" w:rsidRDefault="005479DC" w:rsidP="005479DC">
      <w:pPr>
        <w:rPr>
          <w:lang w:eastAsia="en-GB"/>
        </w:rPr>
      </w:pPr>
    </w:p>
    <w:tbl>
      <w:tblPr>
        <w:tblStyle w:val="TableGrid"/>
        <w:tblW w:w="0" w:type="auto"/>
        <w:tblLook w:val="04A0" w:firstRow="1" w:lastRow="0" w:firstColumn="1" w:lastColumn="0" w:noHBand="0" w:noVBand="1"/>
        <w:tblCaption w:val="Table"/>
        <w:tblDescription w:val="Table with checklist for a healthy lifestyle plan for each day of the week"/>
      </w:tblPr>
      <w:tblGrid>
        <w:gridCol w:w="5299"/>
        <w:gridCol w:w="770"/>
        <w:gridCol w:w="749"/>
        <w:gridCol w:w="809"/>
        <w:gridCol w:w="750"/>
        <w:gridCol w:w="735"/>
        <w:gridCol w:w="744"/>
        <w:gridCol w:w="750"/>
        <w:gridCol w:w="235"/>
        <w:gridCol w:w="3554"/>
      </w:tblGrid>
      <w:tr w:rsidR="00723015" w:rsidRPr="00664788" w14:paraId="5FF03349" w14:textId="77777777" w:rsidTr="005835A8">
        <w:trPr>
          <w:trHeight w:val="360"/>
          <w:tblHeader/>
        </w:trPr>
        <w:tc>
          <w:tcPr>
            <w:tcW w:w="10606" w:type="dxa"/>
            <w:gridSpan w:val="8"/>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52889E" w:themeFill="accent4"/>
          </w:tcPr>
          <w:p w14:paraId="24569401" w14:textId="77777777" w:rsidR="00723015" w:rsidRPr="00664788" w:rsidRDefault="00723015" w:rsidP="005835A8">
            <w:pPr>
              <w:pStyle w:val="tableheaddark"/>
            </w:pPr>
            <w:r>
              <w:t>Daily Cleaning Checklist</w:t>
            </w:r>
          </w:p>
        </w:tc>
        <w:tc>
          <w:tcPr>
            <w:tcW w:w="235" w:type="dxa"/>
            <w:tcBorders>
              <w:top w:val="nil"/>
              <w:left w:val="single" w:sz="4" w:space="0" w:color="A0C3D9" w:themeColor="text2" w:themeTint="66"/>
              <w:bottom w:val="nil"/>
              <w:right w:val="nil"/>
            </w:tcBorders>
            <w:vAlign w:val="center"/>
          </w:tcPr>
          <w:p w14:paraId="2878B2AC" w14:textId="77777777" w:rsidR="00723015" w:rsidRPr="00664788" w:rsidRDefault="00723015" w:rsidP="005835A8">
            <w:pPr>
              <w:spacing w:before="40" w:after="40" w:line="240" w:lineRule="auto"/>
              <w:rPr>
                <w:rFonts w:asciiTheme="majorHAnsi" w:hAnsiTheme="majorHAnsi"/>
                <w:sz w:val="28"/>
              </w:rPr>
            </w:pPr>
          </w:p>
        </w:tc>
        <w:tc>
          <w:tcPr>
            <w:tcW w:w="3554" w:type="dxa"/>
            <w:tcBorders>
              <w:top w:val="nil"/>
              <w:left w:val="nil"/>
              <w:bottom w:val="nil"/>
              <w:right w:val="nil"/>
            </w:tcBorders>
            <w:shd w:val="clear" w:color="auto" w:fill="91A8AE" w:themeFill="accent3"/>
            <w:vAlign w:val="center"/>
          </w:tcPr>
          <w:p w14:paraId="396B2ED3" w14:textId="45303A90" w:rsidR="00723015" w:rsidRPr="00664788" w:rsidRDefault="0058143D" w:rsidP="005835A8">
            <w:pPr>
              <w:pStyle w:val="tableheadwhite"/>
            </w:pPr>
            <w:r>
              <w:t>PICK-UPS &amp; ONE TONS</w:t>
            </w:r>
          </w:p>
        </w:tc>
      </w:tr>
      <w:tr w:rsidR="00723015" w:rsidRPr="00664788" w14:paraId="13BA4360" w14:textId="77777777" w:rsidTr="005835A8">
        <w:trPr>
          <w:trHeight w:val="36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1CEC612C" w14:textId="77777777" w:rsidR="00723015" w:rsidRPr="00664788" w:rsidRDefault="00723015" w:rsidP="005835A8">
            <w:pPr>
              <w:pStyle w:val="largetext"/>
            </w:pPr>
            <w:r>
              <w:t>Week of: ___________ to ____________</w:t>
            </w:r>
          </w:p>
        </w:tc>
        <w:sdt>
          <w:sdtPr>
            <w:id w:val="-1716885899"/>
            <w:placeholder>
              <w:docPart w:val="5657B107487E4DF1A657A4C6C550B432"/>
            </w:placeholder>
            <w:temporary/>
            <w:showingPlcHdr/>
            <w15:appearance w15:val="hidden"/>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3588CCF" w14:textId="77777777" w:rsidR="00723015" w:rsidRPr="00664788" w:rsidRDefault="00723015" w:rsidP="005835A8">
                <w:pPr>
                  <w:pStyle w:val="largetext"/>
                </w:pPr>
                <w:r w:rsidRPr="00664788">
                  <w:t>Mon</w:t>
                </w:r>
              </w:p>
            </w:tc>
          </w:sdtContent>
        </w:sdt>
        <w:sdt>
          <w:sdtPr>
            <w:id w:val="-67420655"/>
            <w:placeholder>
              <w:docPart w:val="74856C25CDE845C6AC9922CCD107C060"/>
            </w:placeholder>
            <w:temporary/>
            <w:showingPlcHdr/>
            <w15:appearance w15:val="hidden"/>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71EA109" w14:textId="77777777" w:rsidR="00723015" w:rsidRPr="00664788" w:rsidRDefault="00723015" w:rsidP="005835A8">
                <w:pPr>
                  <w:pStyle w:val="largetext"/>
                </w:pPr>
                <w:r w:rsidRPr="00664788">
                  <w:t>Tue</w:t>
                </w:r>
              </w:p>
            </w:tc>
          </w:sdtContent>
        </w:sdt>
        <w:sdt>
          <w:sdtPr>
            <w:id w:val="1640531583"/>
            <w:placeholder>
              <w:docPart w:val="0D2F108B421245239EA12AD3318D672D"/>
            </w:placeholder>
            <w:temporary/>
            <w:showingPlcHdr/>
            <w15:appearance w15:val="hidden"/>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1D14CD2F" w14:textId="77777777" w:rsidR="00723015" w:rsidRPr="00664788" w:rsidRDefault="00723015" w:rsidP="005835A8">
                <w:pPr>
                  <w:pStyle w:val="largetext"/>
                </w:pPr>
                <w:r w:rsidRPr="00664788">
                  <w:t>Wed</w:t>
                </w:r>
              </w:p>
            </w:tc>
          </w:sdtContent>
        </w:sdt>
        <w:sdt>
          <w:sdtPr>
            <w:id w:val="311602471"/>
            <w:placeholder>
              <w:docPart w:val="EA7CD972BF8140DEAC2C12D53915ED30"/>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421041AA" w14:textId="77777777" w:rsidR="00723015" w:rsidRPr="00664788" w:rsidRDefault="00723015" w:rsidP="005835A8">
                <w:pPr>
                  <w:pStyle w:val="largetext"/>
                </w:pPr>
                <w:r w:rsidRPr="00664788">
                  <w:t>Thu</w:t>
                </w:r>
              </w:p>
            </w:tc>
          </w:sdtContent>
        </w:sdt>
        <w:sdt>
          <w:sdtPr>
            <w:id w:val="224273648"/>
            <w:placeholder>
              <w:docPart w:val="10843F884DCB4E098D20E68CF772E7A3"/>
            </w:placeholder>
            <w:temporary/>
            <w:showingPlcHdr/>
            <w15:appearance w15:val="hidden"/>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4B3FC70" w14:textId="77777777" w:rsidR="00723015" w:rsidRPr="00664788" w:rsidRDefault="00723015" w:rsidP="005835A8">
                <w:pPr>
                  <w:pStyle w:val="largetext"/>
                </w:pPr>
                <w:r w:rsidRPr="00664788">
                  <w:t>Fri</w:t>
                </w:r>
              </w:p>
            </w:tc>
          </w:sdtContent>
        </w:sdt>
        <w:sdt>
          <w:sdtPr>
            <w:id w:val="1203363148"/>
            <w:placeholder>
              <w:docPart w:val="FEF95F8E3BA04A71AFAD718B0F9CFBFF"/>
            </w:placeholder>
            <w:temporary/>
            <w:showingPlcHdr/>
            <w15:appearance w15:val="hidden"/>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7E81AD3" w14:textId="77777777" w:rsidR="00723015" w:rsidRPr="00664788" w:rsidRDefault="00723015" w:rsidP="005835A8">
                <w:pPr>
                  <w:pStyle w:val="largetext"/>
                </w:pPr>
                <w:r w:rsidRPr="00664788">
                  <w:t>Sat</w:t>
                </w:r>
              </w:p>
            </w:tc>
          </w:sdtContent>
        </w:sdt>
        <w:sdt>
          <w:sdtPr>
            <w:id w:val="433561646"/>
            <w:placeholder>
              <w:docPart w:val="BA42AB0003F149D4862785DC88DEE748"/>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E59C4BA" w14:textId="77777777" w:rsidR="00723015" w:rsidRPr="00664788" w:rsidRDefault="00723015" w:rsidP="005835A8">
                <w:pPr>
                  <w:pStyle w:val="largetext"/>
                </w:pPr>
                <w:r w:rsidRPr="00664788">
                  <w:t>Sun</w:t>
                </w:r>
              </w:p>
            </w:tc>
          </w:sdtContent>
        </w:sdt>
        <w:tc>
          <w:tcPr>
            <w:tcW w:w="235" w:type="dxa"/>
            <w:tcBorders>
              <w:top w:val="nil"/>
              <w:left w:val="single" w:sz="4" w:space="0" w:color="A0C3D9" w:themeColor="text2" w:themeTint="66"/>
              <w:bottom w:val="nil"/>
              <w:right w:val="nil"/>
            </w:tcBorders>
            <w:vAlign w:val="center"/>
          </w:tcPr>
          <w:p w14:paraId="04DCF6A1" w14:textId="77777777" w:rsidR="00723015" w:rsidRPr="00664788" w:rsidRDefault="00723015" w:rsidP="005835A8">
            <w:pPr>
              <w:spacing w:before="40" w:after="40" w:line="240" w:lineRule="auto"/>
              <w:rPr>
                <w:rFonts w:asciiTheme="majorHAnsi" w:hAnsiTheme="majorHAnsi"/>
              </w:rPr>
            </w:pPr>
          </w:p>
        </w:tc>
        <w:tc>
          <w:tcPr>
            <w:tcW w:w="3554" w:type="dxa"/>
            <w:vMerge w:val="restart"/>
            <w:tcBorders>
              <w:top w:val="nil"/>
              <w:left w:val="nil"/>
              <w:bottom w:val="nil"/>
              <w:right w:val="nil"/>
            </w:tcBorders>
            <w:shd w:val="clear" w:color="auto" w:fill="91A8AE" w:themeFill="accent3"/>
          </w:tcPr>
          <w:p w14:paraId="6CC3199B" w14:textId="1E243B2D" w:rsidR="00723015" w:rsidRPr="00CD7DA9" w:rsidRDefault="00CD7DA9" w:rsidP="00CD7DA9">
            <w:pPr>
              <w:pStyle w:val="Titlebartext"/>
              <w:rPr>
                <w:sz w:val="20"/>
                <w:szCs w:val="20"/>
              </w:rPr>
            </w:pPr>
            <w:r w:rsidRPr="00CD7DA9">
              <w:rPr>
                <w:sz w:val="20"/>
                <w:szCs w:val="20"/>
              </w:rPr>
              <w:t>Individual drivers are required to clean their own vehicles at least once per day, at the end of the day. If the driver changes, the vehicle must be fully sanitized prior to new driver entering equipment. Do not leave used towels in cab of vehicles, remove garbage daily. Use gloves when doing your pre-trip inspection.</w:t>
            </w:r>
          </w:p>
        </w:tc>
      </w:tr>
      <w:tr w:rsidR="00723015" w:rsidRPr="00664788" w14:paraId="7DB6B30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BB77B49" w14:textId="77777777" w:rsidR="00723015" w:rsidRPr="00664788" w:rsidRDefault="00723015" w:rsidP="005835A8">
            <w:pPr>
              <w:pStyle w:val="table"/>
            </w:pPr>
            <w:r>
              <w:t>Door handles (exterior/interior)</w:t>
            </w:r>
          </w:p>
        </w:tc>
        <w:sdt>
          <w:sdtPr>
            <w:id w:val="159867168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9018F4F" w14:textId="77777777" w:rsidR="00723015" w:rsidRPr="00664788" w:rsidRDefault="00723015" w:rsidP="005835A8">
                <w:pPr>
                  <w:pStyle w:val="table"/>
                  <w:jc w:val="center"/>
                </w:pPr>
                <w:r w:rsidRPr="00664788">
                  <w:rPr>
                    <w:rFonts w:ascii="MS Gothic" w:eastAsia="MS Gothic" w:hAnsi="MS Gothic"/>
                  </w:rPr>
                  <w:t>☐</w:t>
                </w:r>
              </w:p>
            </w:tc>
          </w:sdtContent>
        </w:sdt>
        <w:sdt>
          <w:sdtPr>
            <w:id w:val="-86544284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E3CA33" w14:textId="77777777" w:rsidR="00723015" w:rsidRPr="00664788" w:rsidRDefault="00723015" w:rsidP="005835A8">
                <w:pPr>
                  <w:pStyle w:val="table"/>
                  <w:jc w:val="center"/>
                </w:pPr>
                <w:r w:rsidRPr="000610E3">
                  <w:rPr>
                    <w:rFonts w:ascii="MS Gothic" w:eastAsia="MS Gothic" w:hAnsi="MS Gothic"/>
                  </w:rPr>
                  <w:t>☐</w:t>
                </w:r>
              </w:p>
            </w:tc>
          </w:sdtContent>
        </w:sdt>
        <w:sdt>
          <w:sdtPr>
            <w:id w:val="-129428850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D0F425" w14:textId="77777777" w:rsidR="00723015" w:rsidRPr="00664788" w:rsidRDefault="00723015" w:rsidP="005835A8">
                <w:pPr>
                  <w:pStyle w:val="table"/>
                  <w:jc w:val="center"/>
                </w:pPr>
                <w:r w:rsidRPr="000610E3">
                  <w:rPr>
                    <w:rFonts w:ascii="MS Gothic" w:eastAsia="MS Gothic" w:hAnsi="MS Gothic"/>
                  </w:rPr>
                  <w:t>☐</w:t>
                </w:r>
              </w:p>
            </w:tc>
          </w:sdtContent>
        </w:sdt>
        <w:sdt>
          <w:sdtPr>
            <w:id w:val="-24765516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3325AD" w14:textId="77777777" w:rsidR="00723015" w:rsidRPr="00664788" w:rsidRDefault="00723015" w:rsidP="005835A8">
                <w:pPr>
                  <w:pStyle w:val="table"/>
                  <w:jc w:val="center"/>
                </w:pPr>
                <w:r w:rsidRPr="000610E3">
                  <w:rPr>
                    <w:rFonts w:ascii="MS Gothic" w:eastAsia="MS Gothic" w:hAnsi="MS Gothic"/>
                  </w:rPr>
                  <w:t>☐</w:t>
                </w:r>
              </w:p>
            </w:tc>
          </w:sdtContent>
        </w:sdt>
        <w:sdt>
          <w:sdtPr>
            <w:id w:val="84798802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394FF8" w14:textId="77777777" w:rsidR="00723015" w:rsidRPr="00664788" w:rsidRDefault="00723015" w:rsidP="005835A8">
                <w:pPr>
                  <w:pStyle w:val="table"/>
                  <w:jc w:val="center"/>
                </w:pPr>
                <w:r w:rsidRPr="000610E3">
                  <w:rPr>
                    <w:rFonts w:ascii="MS Gothic" w:eastAsia="MS Gothic" w:hAnsi="MS Gothic"/>
                  </w:rPr>
                  <w:t>☐</w:t>
                </w:r>
              </w:p>
            </w:tc>
          </w:sdtContent>
        </w:sdt>
        <w:sdt>
          <w:sdtPr>
            <w:id w:val="200994099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BD82C9" w14:textId="77777777" w:rsidR="00723015" w:rsidRPr="00664788" w:rsidRDefault="00723015" w:rsidP="005835A8">
                <w:pPr>
                  <w:pStyle w:val="table"/>
                  <w:jc w:val="center"/>
                </w:pPr>
                <w:r w:rsidRPr="000610E3">
                  <w:rPr>
                    <w:rFonts w:ascii="MS Gothic" w:eastAsia="MS Gothic" w:hAnsi="MS Gothic"/>
                  </w:rPr>
                  <w:t>☐</w:t>
                </w:r>
              </w:p>
            </w:tc>
          </w:sdtContent>
        </w:sdt>
        <w:sdt>
          <w:sdtPr>
            <w:id w:val="151225880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4F1A82"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BB8CC03"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0B776051" w14:textId="77777777" w:rsidR="00723015" w:rsidRPr="00664788" w:rsidRDefault="00723015" w:rsidP="005835A8">
            <w:pPr>
              <w:spacing w:before="40" w:after="40" w:line="240" w:lineRule="auto"/>
              <w:rPr>
                <w:color w:val="FFFFFF" w:themeColor="background1"/>
              </w:rPr>
            </w:pPr>
          </w:p>
        </w:tc>
      </w:tr>
      <w:tr w:rsidR="00723015" w:rsidRPr="00664788" w14:paraId="0A3E7B9D"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4FE1450" w14:textId="2B2ECAF0" w:rsidR="00723015" w:rsidRPr="00664788" w:rsidRDefault="00CD7DA9" w:rsidP="005835A8">
            <w:pPr>
              <w:pStyle w:val="table"/>
            </w:pPr>
            <w:r>
              <w:t>Tailgate handles</w:t>
            </w:r>
          </w:p>
        </w:tc>
        <w:sdt>
          <w:sdtPr>
            <w:id w:val="114794276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25E3116" w14:textId="77777777" w:rsidR="00723015" w:rsidRPr="00664788" w:rsidRDefault="00723015" w:rsidP="005835A8">
                <w:pPr>
                  <w:pStyle w:val="table"/>
                  <w:jc w:val="center"/>
                </w:pPr>
                <w:r w:rsidRPr="0008747B">
                  <w:rPr>
                    <w:rFonts w:ascii="MS Gothic" w:eastAsia="MS Gothic" w:hAnsi="MS Gothic"/>
                  </w:rPr>
                  <w:t>☐</w:t>
                </w:r>
              </w:p>
            </w:tc>
          </w:sdtContent>
        </w:sdt>
        <w:sdt>
          <w:sdtPr>
            <w:id w:val="-58569635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8DBB4E" w14:textId="77777777" w:rsidR="00723015" w:rsidRPr="00664788" w:rsidRDefault="00723015" w:rsidP="005835A8">
                <w:pPr>
                  <w:pStyle w:val="table"/>
                  <w:jc w:val="center"/>
                </w:pPr>
                <w:r w:rsidRPr="000610E3">
                  <w:rPr>
                    <w:rFonts w:ascii="MS Gothic" w:eastAsia="MS Gothic" w:hAnsi="MS Gothic"/>
                  </w:rPr>
                  <w:t>☐</w:t>
                </w:r>
              </w:p>
            </w:tc>
          </w:sdtContent>
        </w:sdt>
        <w:sdt>
          <w:sdtPr>
            <w:id w:val="-66446413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257A6E2" w14:textId="77777777" w:rsidR="00723015" w:rsidRPr="00664788" w:rsidRDefault="00723015" w:rsidP="005835A8">
                <w:pPr>
                  <w:pStyle w:val="table"/>
                  <w:jc w:val="center"/>
                </w:pPr>
                <w:r w:rsidRPr="000610E3">
                  <w:rPr>
                    <w:rFonts w:ascii="MS Gothic" w:eastAsia="MS Gothic" w:hAnsi="MS Gothic"/>
                  </w:rPr>
                  <w:t>☐</w:t>
                </w:r>
              </w:p>
            </w:tc>
          </w:sdtContent>
        </w:sdt>
        <w:sdt>
          <w:sdtPr>
            <w:id w:val="-196534284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7AA0D22" w14:textId="77777777" w:rsidR="00723015" w:rsidRPr="00664788" w:rsidRDefault="00723015" w:rsidP="005835A8">
                <w:pPr>
                  <w:pStyle w:val="table"/>
                  <w:jc w:val="center"/>
                </w:pPr>
                <w:r w:rsidRPr="000610E3">
                  <w:rPr>
                    <w:rFonts w:ascii="MS Gothic" w:eastAsia="MS Gothic" w:hAnsi="MS Gothic"/>
                  </w:rPr>
                  <w:t>☐</w:t>
                </w:r>
              </w:p>
            </w:tc>
          </w:sdtContent>
        </w:sdt>
        <w:sdt>
          <w:sdtPr>
            <w:id w:val="190949523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1C6B3CF" w14:textId="77777777" w:rsidR="00723015" w:rsidRPr="00664788" w:rsidRDefault="00723015" w:rsidP="005835A8">
                <w:pPr>
                  <w:pStyle w:val="table"/>
                  <w:jc w:val="center"/>
                </w:pPr>
                <w:r w:rsidRPr="000610E3">
                  <w:rPr>
                    <w:rFonts w:ascii="MS Gothic" w:eastAsia="MS Gothic" w:hAnsi="MS Gothic"/>
                  </w:rPr>
                  <w:t>☐</w:t>
                </w:r>
              </w:p>
            </w:tc>
          </w:sdtContent>
        </w:sdt>
        <w:sdt>
          <w:sdtPr>
            <w:id w:val="179217122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ECD99A" w14:textId="77777777" w:rsidR="00723015" w:rsidRPr="00664788" w:rsidRDefault="00723015" w:rsidP="005835A8">
                <w:pPr>
                  <w:pStyle w:val="table"/>
                  <w:jc w:val="center"/>
                </w:pPr>
                <w:r w:rsidRPr="000610E3">
                  <w:rPr>
                    <w:rFonts w:ascii="MS Gothic" w:eastAsia="MS Gothic" w:hAnsi="MS Gothic"/>
                  </w:rPr>
                  <w:t>☐</w:t>
                </w:r>
              </w:p>
            </w:tc>
          </w:sdtContent>
        </w:sdt>
        <w:sdt>
          <w:sdtPr>
            <w:id w:val="-104629382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64B4C6"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577E2E0"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23478823" w14:textId="77777777" w:rsidR="00723015" w:rsidRPr="00664788" w:rsidRDefault="00723015" w:rsidP="005835A8">
            <w:pPr>
              <w:spacing w:before="40" w:after="40" w:line="240" w:lineRule="auto"/>
              <w:rPr>
                <w:color w:val="FFFFFF" w:themeColor="background1"/>
              </w:rPr>
            </w:pPr>
          </w:p>
        </w:tc>
      </w:tr>
      <w:tr w:rsidR="00723015" w:rsidRPr="00664788" w14:paraId="3BA19AEF"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A18E1CC" w14:textId="29F4B6AF" w:rsidR="00723015" w:rsidRPr="00664788" w:rsidRDefault="00CD7DA9" w:rsidP="005835A8">
            <w:pPr>
              <w:pStyle w:val="table"/>
            </w:pPr>
            <w:r>
              <w:t>Slip tank nozzle handle</w:t>
            </w:r>
          </w:p>
        </w:tc>
        <w:sdt>
          <w:sdtPr>
            <w:id w:val="79025509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79B0595" w14:textId="77777777" w:rsidR="00723015" w:rsidRPr="00664788" w:rsidRDefault="00723015" w:rsidP="005835A8">
                <w:pPr>
                  <w:pStyle w:val="table"/>
                  <w:jc w:val="center"/>
                </w:pPr>
                <w:r w:rsidRPr="0008747B">
                  <w:rPr>
                    <w:rFonts w:ascii="MS Gothic" w:eastAsia="MS Gothic" w:hAnsi="MS Gothic"/>
                  </w:rPr>
                  <w:t>☐</w:t>
                </w:r>
              </w:p>
            </w:tc>
          </w:sdtContent>
        </w:sdt>
        <w:sdt>
          <w:sdtPr>
            <w:id w:val="-106278327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3200FE" w14:textId="77777777" w:rsidR="00723015" w:rsidRPr="00664788" w:rsidRDefault="00723015" w:rsidP="005835A8">
                <w:pPr>
                  <w:pStyle w:val="table"/>
                  <w:jc w:val="center"/>
                </w:pPr>
                <w:r w:rsidRPr="000610E3">
                  <w:rPr>
                    <w:rFonts w:ascii="MS Gothic" w:eastAsia="MS Gothic" w:hAnsi="MS Gothic"/>
                  </w:rPr>
                  <w:t>☐</w:t>
                </w:r>
              </w:p>
            </w:tc>
          </w:sdtContent>
        </w:sdt>
        <w:sdt>
          <w:sdtPr>
            <w:id w:val="-187584181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65CDE47" w14:textId="77777777" w:rsidR="00723015" w:rsidRPr="00664788" w:rsidRDefault="00723015" w:rsidP="005835A8">
                <w:pPr>
                  <w:pStyle w:val="table"/>
                  <w:jc w:val="center"/>
                </w:pPr>
                <w:r w:rsidRPr="000610E3">
                  <w:rPr>
                    <w:rFonts w:ascii="MS Gothic" w:eastAsia="MS Gothic" w:hAnsi="MS Gothic"/>
                  </w:rPr>
                  <w:t>☐</w:t>
                </w:r>
              </w:p>
            </w:tc>
          </w:sdtContent>
        </w:sdt>
        <w:sdt>
          <w:sdtPr>
            <w:id w:val="-19200075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3C800A5" w14:textId="77777777" w:rsidR="00723015" w:rsidRPr="00664788" w:rsidRDefault="00723015" w:rsidP="005835A8">
                <w:pPr>
                  <w:pStyle w:val="table"/>
                  <w:jc w:val="center"/>
                </w:pPr>
                <w:r w:rsidRPr="000610E3">
                  <w:rPr>
                    <w:rFonts w:ascii="MS Gothic" w:eastAsia="MS Gothic" w:hAnsi="MS Gothic"/>
                  </w:rPr>
                  <w:t>☐</w:t>
                </w:r>
              </w:p>
            </w:tc>
          </w:sdtContent>
        </w:sdt>
        <w:sdt>
          <w:sdtPr>
            <w:id w:val="110415031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CD6BEC" w14:textId="77777777" w:rsidR="00723015" w:rsidRPr="00664788" w:rsidRDefault="00723015" w:rsidP="005835A8">
                <w:pPr>
                  <w:pStyle w:val="table"/>
                  <w:jc w:val="center"/>
                </w:pPr>
                <w:r w:rsidRPr="000610E3">
                  <w:rPr>
                    <w:rFonts w:ascii="MS Gothic" w:eastAsia="MS Gothic" w:hAnsi="MS Gothic"/>
                  </w:rPr>
                  <w:t>☐</w:t>
                </w:r>
              </w:p>
            </w:tc>
          </w:sdtContent>
        </w:sdt>
        <w:sdt>
          <w:sdtPr>
            <w:id w:val="159311374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B1F622" w14:textId="77777777" w:rsidR="00723015" w:rsidRPr="00664788" w:rsidRDefault="00723015" w:rsidP="005835A8">
                <w:pPr>
                  <w:pStyle w:val="table"/>
                  <w:jc w:val="center"/>
                </w:pPr>
                <w:r w:rsidRPr="000610E3">
                  <w:rPr>
                    <w:rFonts w:ascii="MS Gothic" w:eastAsia="MS Gothic" w:hAnsi="MS Gothic"/>
                  </w:rPr>
                  <w:t>☐</w:t>
                </w:r>
              </w:p>
            </w:tc>
          </w:sdtContent>
        </w:sdt>
        <w:sdt>
          <w:sdtPr>
            <w:id w:val="-10443117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73C2F13"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AE6B2A3"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1F5FDCAD" w14:textId="77777777" w:rsidR="00723015" w:rsidRPr="00664788" w:rsidRDefault="00723015" w:rsidP="005835A8">
            <w:pPr>
              <w:spacing w:before="40" w:after="40" w:line="240" w:lineRule="auto"/>
              <w:rPr>
                <w:color w:val="FFFFFF" w:themeColor="background1"/>
              </w:rPr>
            </w:pPr>
          </w:p>
        </w:tc>
      </w:tr>
      <w:tr w:rsidR="00723015" w:rsidRPr="00664788" w14:paraId="62F4C53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1C1A49B" w14:textId="164264E0" w:rsidR="00723015" w:rsidRPr="00664788" w:rsidRDefault="00CD7DA9" w:rsidP="005835A8">
            <w:pPr>
              <w:pStyle w:val="table"/>
            </w:pPr>
            <w:r>
              <w:t>Gas and slip tank fuel caps</w:t>
            </w:r>
          </w:p>
        </w:tc>
        <w:sdt>
          <w:sdtPr>
            <w:id w:val="166526971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D4A9B9" w14:textId="77777777" w:rsidR="00723015" w:rsidRPr="00664788" w:rsidRDefault="00723015" w:rsidP="005835A8">
                <w:pPr>
                  <w:pStyle w:val="table"/>
                  <w:jc w:val="center"/>
                </w:pPr>
                <w:r w:rsidRPr="0008747B">
                  <w:rPr>
                    <w:rFonts w:ascii="MS Gothic" w:eastAsia="MS Gothic" w:hAnsi="MS Gothic"/>
                  </w:rPr>
                  <w:t>☐</w:t>
                </w:r>
              </w:p>
            </w:tc>
          </w:sdtContent>
        </w:sdt>
        <w:sdt>
          <w:sdtPr>
            <w:id w:val="20345794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57FE8C3" w14:textId="77777777" w:rsidR="00723015" w:rsidRPr="00664788" w:rsidRDefault="00723015" w:rsidP="005835A8">
                <w:pPr>
                  <w:pStyle w:val="table"/>
                  <w:jc w:val="center"/>
                </w:pPr>
                <w:r w:rsidRPr="000610E3">
                  <w:rPr>
                    <w:rFonts w:ascii="MS Gothic" w:eastAsia="MS Gothic" w:hAnsi="MS Gothic"/>
                  </w:rPr>
                  <w:t>☐</w:t>
                </w:r>
              </w:p>
            </w:tc>
          </w:sdtContent>
        </w:sdt>
        <w:sdt>
          <w:sdtPr>
            <w:id w:val="149522340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11506A" w14:textId="77777777" w:rsidR="00723015" w:rsidRPr="00664788" w:rsidRDefault="00723015" w:rsidP="005835A8">
                <w:pPr>
                  <w:pStyle w:val="table"/>
                  <w:jc w:val="center"/>
                </w:pPr>
                <w:r w:rsidRPr="000610E3">
                  <w:rPr>
                    <w:rFonts w:ascii="MS Gothic" w:eastAsia="MS Gothic" w:hAnsi="MS Gothic"/>
                  </w:rPr>
                  <w:t>☐</w:t>
                </w:r>
              </w:p>
            </w:tc>
          </w:sdtContent>
        </w:sdt>
        <w:sdt>
          <w:sdtPr>
            <w:id w:val="88236978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46C89A" w14:textId="77777777" w:rsidR="00723015" w:rsidRPr="00664788" w:rsidRDefault="00723015" w:rsidP="005835A8">
                <w:pPr>
                  <w:pStyle w:val="table"/>
                  <w:jc w:val="center"/>
                </w:pPr>
                <w:r w:rsidRPr="000610E3">
                  <w:rPr>
                    <w:rFonts w:ascii="MS Gothic" w:eastAsia="MS Gothic" w:hAnsi="MS Gothic"/>
                  </w:rPr>
                  <w:t>☐</w:t>
                </w:r>
              </w:p>
            </w:tc>
          </w:sdtContent>
        </w:sdt>
        <w:sdt>
          <w:sdtPr>
            <w:id w:val="203475443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8A8A79" w14:textId="77777777" w:rsidR="00723015" w:rsidRPr="00664788" w:rsidRDefault="00723015" w:rsidP="005835A8">
                <w:pPr>
                  <w:pStyle w:val="table"/>
                  <w:jc w:val="center"/>
                </w:pPr>
                <w:r w:rsidRPr="000610E3">
                  <w:rPr>
                    <w:rFonts w:ascii="MS Gothic" w:eastAsia="MS Gothic" w:hAnsi="MS Gothic"/>
                  </w:rPr>
                  <w:t>☐</w:t>
                </w:r>
              </w:p>
            </w:tc>
          </w:sdtContent>
        </w:sdt>
        <w:sdt>
          <w:sdtPr>
            <w:id w:val="77120340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9EF0538" w14:textId="77777777" w:rsidR="00723015" w:rsidRPr="00664788" w:rsidRDefault="00723015" w:rsidP="005835A8">
                <w:pPr>
                  <w:pStyle w:val="table"/>
                  <w:jc w:val="center"/>
                </w:pPr>
                <w:r w:rsidRPr="000610E3">
                  <w:rPr>
                    <w:rFonts w:ascii="MS Gothic" w:eastAsia="MS Gothic" w:hAnsi="MS Gothic"/>
                  </w:rPr>
                  <w:t>☐</w:t>
                </w:r>
              </w:p>
            </w:tc>
          </w:sdtContent>
        </w:sdt>
        <w:sdt>
          <w:sdtPr>
            <w:id w:val="127289239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A81734"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88EE1E8"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2C7D6E14" w14:textId="77777777" w:rsidR="00723015" w:rsidRPr="00664788" w:rsidRDefault="00723015" w:rsidP="005835A8">
            <w:pPr>
              <w:spacing w:before="40" w:after="40" w:line="240" w:lineRule="auto"/>
              <w:rPr>
                <w:color w:val="FFFFFF" w:themeColor="background1"/>
              </w:rPr>
            </w:pPr>
          </w:p>
        </w:tc>
      </w:tr>
      <w:tr w:rsidR="00723015" w:rsidRPr="00664788" w14:paraId="1C9DAB3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33EA18D" w14:textId="77777777" w:rsidR="00723015" w:rsidRPr="00664788" w:rsidRDefault="00723015" w:rsidP="005835A8">
            <w:pPr>
              <w:pStyle w:val="table"/>
            </w:pPr>
            <w:r>
              <w:t>Cell phone</w:t>
            </w:r>
          </w:p>
        </w:tc>
        <w:sdt>
          <w:sdtPr>
            <w:id w:val="30474830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4C87E81" w14:textId="77777777" w:rsidR="00723015" w:rsidRPr="00664788" w:rsidRDefault="00723015" w:rsidP="005835A8">
                <w:pPr>
                  <w:pStyle w:val="table"/>
                  <w:jc w:val="center"/>
                </w:pPr>
                <w:r w:rsidRPr="0008747B">
                  <w:rPr>
                    <w:rFonts w:ascii="MS Gothic" w:eastAsia="MS Gothic" w:hAnsi="MS Gothic"/>
                  </w:rPr>
                  <w:t>☐</w:t>
                </w:r>
              </w:p>
            </w:tc>
          </w:sdtContent>
        </w:sdt>
        <w:sdt>
          <w:sdtPr>
            <w:id w:val="508946222"/>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AAA045D" w14:textId="77777777" w:rsidR="00723015" w:rsidRPr="00664788" w:rsidRDefault="00723015" w:rsidP="005835A8">
                <w:pPr>
                  <w:pStyle w:val="table"/>
                  <w:jc w:val="center"/>
                </w:pPr>
                <w:r>
                  <w:rPr>
                    <w:rFonts w:ascii="MS Gothic" w:eastAsia="MS Gothic" w:hAnsi="MS Gothic" w:hint="eastAsia"/>
                  </w:rPr>
                  <w:t>☐</w:t>
                </w:r>
              </w:p>
            </w:tc>
          </w:sdtContent>
        </w:sdt>
        <w:sdt>
          <w:sdtPr>
            <w:id w:val="126757610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763408" w14:textId="77777777" w:rsidR="00723015" w:rsidRPr="00664788" w:rsidRDefault="00723015" w:rsidP="005835A8">
                <w:pPr>
                  <w:pStyle w:val="table"/>
                  <w:jc w:val="center"/>
                </w:pPr>
                <w:r w:rsidRPr="000610E3">
                  <w:rPr>
                    <w:rFonts w:ascii="MS Gothic" w:eastAsia="MS Gothic" w:hAnsi="MS Gothic"/>
                  </w:rPr>
                  <w:t>☐</w:t>
                </w:r>
              </w:p>
            </w:tc>
          </w:sdtContent>
        </w:sdt>
        <w:sdt>
          <w:sdtPr>
            <w:id w:val="7054872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B7055B" w14:textId="77777777" w:rsidR="00723015" w:rsidRPr="00664788" w:rsidRDefault="00723015" w:rsidP="005835A8">
                <w:pPr>
                  <w:pStyle w:val="table"/>
                  <w:jc w:val="center"/>
                </w:pPr>
                <w:r w:rsidRPr="000610E3">
                  <w:rPr>
                    <w:rFonts w:ascii="MS Gothic" w:eastAsia="MS Gothic" w:hAnsi="MS Gothic"/>
                  </w:rPr>
                  <w:t>☐</w:t>
                </w:r>
              </w:p>
            </w:tc>
          </w:sdtContent>
        </w:sdt>
        <w:sdt>
          <w:sdtPr>
            <w:id w:val="-161504544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4551DA4" w14:textId="77777777" w:rsidR="00723015" w:rsidRPr="00664788" w:rsidRDefault="00723015" w:rsidP="005835A8">
                <w:pPr>
                  <w:pStyle w:val="table"/>
                  <w:jc w:val="center"/>
                </w:pPr>
                <w:r w:rsidRPr="000610E3">
                  <w:rPr>
                    <w:rFonts w:ascii="MS Gothic" w:eastAsia="MS Gothic" w:hAnsi="MS Gothic"/>
                  </w:rPr>
                  <w:t>☐</w:t>
                </w:r>
              </w:p>
            </w:tc>
          </w:sdtContent>
        </w:sdt>
        <w:sdt>
          <w:sdtPr>
            <w:id w:val="70390477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05F1583" w14:textId="77777777" w:rsidR="00723015" w:rsidRPr="00664788" w:rsidRDefault="00723015" w:rsidP="005835A8">
                <w:pPr>
                  <w:pStyle w:val="table"/>
                  <w:jc w:val="center"/>
                </w:pPr>
                <w:r w:rsidRPr="000610E3">
                  <w:rPr>
                    <w:rFonts w:ascii="MS Gothic" w:eastAsia="MS Gothic" w:hAnsi="MS Gothic"/>
                  </w:rPr>
                  <w:t>☐</w:t>
                </w:r>
              </w:p>
            </w:tc>
          </w:sdtContent>
        </w:sdt>
        <w:sdt>
          <w:sdtPr>
            <w:id w:val="-129443463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AC922DF"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14BAE83"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6F72A7D6" w14:textId="77777777" w:rsidR="00723015" w:rsidRPr="00664788" w:rsidRDefault="00723015" w:rsidP="005835A8">
            <w:pPr>
              <w:spacing w:before="40" w:after="40" w:line="240" w:lineRule="auto"/>
              <w:rPr>
                <w:color w:val="FFFFFF" w:themeColor="background1"/>
              </w:rPr>
            </w:pPr>
          </w:p>
        </w:tc>
      </w:tr>
      <w:tr w:rsidR="00723015" w:rsidRPr="00664788" w14:paraId="6FAB5E7F"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7BD2062" w14:textId="695EC126" w:rsidR="00723015" w:rsidRPr="00664788" w:rsidRDefault="00CD7DA9" w:rsidP="005835A8">
            <w:pPr>
              <w:pStyle w:val="table"/>
            </w:pPr>
            <w:r>
              <w:t>Driver door (handle, windows, entire door)</w:t>
            </w:r>
          </w:p>
        </w:tc>
        <w:sdt>
          <w:sdtPr>
            <w:id w:val="-26160313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D904889" w14:textId="77777777" w:rsidR="00723015" w:rsidRPr="00664788" w:rsidRDefault="00723015" w:rsidP="005835A8">
                <w:pPr>
                  <w:pStyle w:val="table"/>
                  <w:jc w:val="center"/>
                </w:pPr>
                <w:r w:rsidRPr="0008747B">
                  <w:rPr>
                    <w:rFonts w:ascii="MS Gothic" w:eastAsia="MS Gothic" w:hAnsi="MS Gothic"/>
                  </w:rPr>
                  <w:t>☐</w:t>
                </w:r>
              </w:p>
            </w:tc>
          </w:sdtContent>
        </w:sdt>
        <w:sdt>
          <w:sdtPr>
            <w:id w:val="-68836572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33B900E" w14:textId="77777777" w:rsidR="00723015" w:rsidRPr="00664788" w:rsidRDefault="00723015" w:rsidP="005835A8">
                <w:pPr>
                  <w:pStyle w:val="table"/>
                  <w:jc w:val="center"/>
                </w:pPr>
                <w:r w:rsidRPr="000610E3">
                  <w:rPr>
                    <w:rFonts w:ascii="MS Gothic" w:eastAsia="MS Gothic" w:hAnsi="MS Gothic"/>
                  </w:rPr>
                  <w:t>☐</w:t>
                </w:r>
              </w:p>
            </w:tc>
          </w:sdtContent>
        </w:sdt>
        <w:sdt>
          <w:sdtPr>
            <w:id w:val="176880649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122C39" w14:textId="77777777" w:rsidR="00723015" w:rsidRPr="00664788" w:rsidRDefault="00723015" w:rsidP="005835A8">
                <w:pPr>
                  <w:pStyle w:val="table"/>
                  <w:jc w:val="center"/>
                </w:pPr>
                <w:r w:rsidRPr="000610E3">
                  <w:rPr>
                    <w:rFonts w:ascii="MS Gothic" w:eastAsia="MS Gothic" w:hAnsi="MS Gothic"/>
                  </w:rPr>
                  <w:t>☐</w:t>
                </w:r>
              </w:p>
            </w:tc>
          </w:sdtContent>
        </w:sdt>
        <w:sdt>
          <w:sdtPr>
            <w:id w:val="165649548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73756F6" w14:textId="77777777" w:rsidR="00723015" w:rsidRPr="00664788" w:rsidRDefault="00723015" w:rsidP="005835A8">
                <w:pPr>
                  <w:pStyle w:val="table"/>
                  <w:jc w:val="center"/>
                </w:pPr>
                <w:r w:rsidRPr="000610E3">
                  <w:rPr>
                    <w:rFonts w:ascii="MS Gothic" w:eastAsia="MS Gothic" w:hAnsi="MS Gothic"/>
                  </w:rPr>
                  <w:t>☐</w:t>
                </w:r>
              </w:p>
            </w:tc>
          </w:sdtContent>
        </w:sdt>
        <w:sdt>
          <w:sdtPr>
            <w:id w:val="-20888456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0FD417" w14:textId="77777777" w:rsidR="00723015" w:rsidRPr="00664788" w:rsidRDefault="00723015" w:rsidP="005835A8">
                <w:pPr>
                  <w:pStyle w:val="table"/>
                  <w:jc w:val="center"/>
                </w:pPr>
                <w:r w:rsidRPr="000610E3">
                  <w:rPr>
                    <w:rFonts w:ascii="MS Gothic" w:eastAsia="MS Gothic" w:hAnsi="MS Gothic"/>
                  </w:rPr>
                  <w:t>☐</w:t>
                </w:r>
              </w:p>
            </w:tc>
          </w:sdtContent>
        </w:sdt>
        <w:sdt>
          <w:sdtPr>
            <w:id w:val="50401877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7483D17" w14:textId="77777777" w:rsidR="00723015" w:rsidRPr="00664788" w:rsidRDefault="00723015" w:rsidP="005835A8">
                <w:pPr>
                  <w:pStyle w:val="table"/>
                  <w:jc w:val="center"/>
                </w:pPr>
                <w:r w:rsidRPr="000610E3">
                  <w:rPr>
                    <w:rFonts w:ascii="MS Gothic" w:eastAsia="MS Gothic" w:hAnsi="MS Gothic"/>
                  </w:rPr>
                  <w:t>☐</w:t>
                </w:r>
              </w:p>
            </w:tc>
          </w:sdtContent>
        </w:sdt>
        <w:sdt>
          <w:sdtPr>
            <w:id w:val="91566761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5C60D0"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7FAF402"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716FF8DE" w14:textId="77777777" w:rsidR="00723015" w:rsidRPr="00664788" w:rsidRDefault="00723015" w:rsidP="005835A8">
            <w:pPr>
              <w:spacing w:before="40" w:after="40" w:line="240" w:lineRule="auto"/>
              <w:rPr>
                <w:color w:val="FFFFFF" w:themeColor="background1"/>
              </w:rPr>
            </w:pPr>
          </w:p>
        </w:tc>
      </w:tr>
      <w:tr w:rsidR="00723015" w:rsidRPr="00664788" w14:paraId="4549D93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C552619" w14:textId="41613929" w:rsidR="00723015" w:rsidRPr="00664788" w:rsidRDefault="00CD7DA9" w:rsidP="005835A8">
            <w:pPr>
              <w:pStyle w:val="table"/>
            </w:pPr>
            <w:r>
              <w:t>Steering wheel (gear shift, signal lever, horn, etc.)</w:t>
            </w:r>
          </w:p>
        </w:tc>
        <w:sdt>
          <w:sdtPr>
            <w:id w:val="186694598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A35F95" w14:textId="77777777" w:rsidR="00723015" w:rsidRPr="00664788" w:rsidRDefault="00723015" w:rsidP="005835A8">
                <w:pPr>
                  <w:pStyle w:val="table"/>
                  <w:jc w:val="center"/>
                </w:pPr>
                <w:r w:rsidRPr="0008747B">
                  <w:rPr>
                    <w:rFonts w:ascii="MS Gothic" w:eastAsia="MS Gothic" w:hAnsi="MS Gothic"/>
                  </w:rPr>
                  <w:t>☐</w:t>
                </w:r>
              </w:p>
            </w:tc>
          </w:sdtContent>
        </w:sdt>
        <w:sdt>
          <w:sdtPr>
            <w:id w:val="163120621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B968A14" w14:textId="77777777" w:rsidR="00723015" w:rsidRPr="00664788" w:rsidRDefault="00723015" w:rsidP="005835A8">
                <w:pPr>
                  <w:pStyle w:val="table"/>
                  <w:jc w:val="center"/>
                </w:pPr>
                <w:r w:rsidRPr="000610E3">
                  <w:rPr>
                    <w:rFonts w:ascii="MS Gothic" w:eastAsia="MS Gothic" w:hAnsi="MS Gothic"/>
                  </w:rPr>
                  <w:t>☐</w:t>
                </w:r>
              </w:p>
            </w:tc>
          </w:sdtContent>
        </w:sdt>
        <w:sdt>
          <w:sdtPr>
            <w:id w:val="-66786588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93C0EE3" w14:textId="77777777" w:rsidR="00723015" w:rsidRPr="00664788" w:rsidRDefault="00723015" w:rsidP="005835A8">
                <w:pPr>
                  <w:pStyle w:val="table"/>
                  <w:jc w:val="center"/>
                </w:pPr>
                <w:r w:rsidRPr="000610E3">
                  <w:rPr>
                    <w:rFonts w:ascii="MS Gothic" w:eastAsia="MS Gothic" w:hAnsi="MS Gothic"/>
                  </w:rPr>
                  <w:t>☐</w:t>
                </w:r>
              </w:p>
            </w:tc>
          </w:sdtContent>
        </w:sdt>
        <w:sdt>
          <w:sdtPr>
            <w:id w:val="143654759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13EA56" w14:textId="77777777" w:rsidR="00723015" w:rsidRPr="00664788" w:rsidRDefault="00723015" w:rsidP="005835A8">
                <w:pPr>
                  <w:pStyle w:val="table"/>
                  <w:jc w:val="center"/>
                </w:pPr>
                <w:r w:rsidRPr="000610E3">
                  <w:rPr>
                    <w:rFonts w:ascii="MS Gothic" w:eastAsia="MS Gothic" w:hAnsi="MS Gothic"/>
                  </w:rPr>
                  <w:t>☐</w:t>
                </w:r>
              </w:p>
            </w:tc>
          </w:sdtContent>
        </w:sdt>
        <w:sdt>
          <w:sdtPr>
            <w:id w:val="-16425466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11D736" w14:textId="77777777" w:rsidR="00723015" w:rsidRPr="00664788" w:rsidRDefault="00723015" w:rsidP="005835A8">
                <w:pPr>
                  <w:pStyle w:val="table"/>
                  <w:jc w:val="center"/>
                </w:pPr>
                <w:r w:rsidRPr="000610E3">
                  <w:rPr>
                    <w:rFonts w:ascii="MS Gothic" w:eastAsia="MS Gothic" w:hAnsi="MS Gothic"/>
                  </w:rPr>
                  <w:t>☐</w:t>
                </w:r>
              </w:p>
            </w:tc>
          </w:sdtContent>
        </w:sdt>
        <w:sdt>
          <w:sdtPr>
            <w:id w:val="-63371695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79F0A8" w14:textId="77777777" w:rsidR="00723015" w:rsidRPr="00664788" w:rsidRDefault="00723015" w:rsidP="005835A8">
                <w:pPr>
                  <w:pStyle w:val="table"/>
                  <w:jc w:val="center"/>
                </w:pPr>
                <w:r w:rsidRPr="000610E3">
                  <w:rPr>
                    <w:rFonts w:ascii="MS Gothic" w:eastAsia="MS Gothic" w:hAnsi="MS Gothic"/>
                  </w:rPr>
                  <w:t>☐</w:t>
                </w:r>
              </w:p>
            </w:tc>
          </w:sdtContent>
        </w:sdt>
        <w:sdt>
          <w:sdtPr>
            <w:id w:val="-188324695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124628"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71A4061"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65248687" w14:textId="77777777" w:rsidR="00723015" w:rsidRPr="00664788" w:rsidRDefault="00723015" w:rsidP="005835A8">
            <w:pPr>
              <w:spacing w:before="40" w:after="40" w:line="240" w:lineRule="auto"/>
              <w:rPr>
                <w:color w:val="FFFFFF" w:themeColor="background1"/>
              </w:rPr>
            </w:pPr>
          </w:p>
        </w:tc>
      </w:tr>
      <w:tr w:rsidR="00723015" w:rsidRPr="00664788" w14:paraId="0E146CF8"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D1EC33C" w14:textId="4E811FB9" w:rsidR="00723015" w:rsidRPr="00664788" w:rsidRDefault="00CD7DA9" w:rsidP="005835A8">
            <w:pPr>
              <w:pStyle w:val="table"/>
            </w:pPr>
            <w:r>
              <w:t>Dashboard</w:t>
            </w:r>
          </w:p>
        </w:tc>
        <w:sdt>
          <w:sdtPr>
            <w:id w:val="121492606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34ADBC" w14:textId="77777777" w:rsidR="00723015" w:rsidRPr="00664788" w:rsidRDefault="00723015" w:rsidP="005835A8">
                <w:pPr>
                  <w:pStyle w:val="table"/>
                  <w:jc w:val="center"/>
                </w:pPr>
                <w:r w:rsidRPr="0008747B">
                  <w:rPr>
                    <w:rFonts w:ascii="MS Gothic" w:eastAsia="MS Gothic" w:hAnsi="MS Gothic"/>
                  </w:rPr>
                  <w:t>☐</w:t>
                </w:r>
              </w:p>
            </w:tc>
          </w:sdtContent>
        </w:sdt>
        <w:sdt>
          <w:sdtPr>
            <w:id w:val="198064754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FF9F670" w14:textId="77777777" w:rsidR="00723015" w:rsidRPr="00664788" w:rsidRDefault="00723015" w:rsidP="005835A8">
                <w:pPr>
                  <w:pStyle w:val="table"/>
                  <w:jc w:val="center"/>
                </w:pPr>
                <w:r w:rsidRPr="000610E3">
                  <w:rPr>
                    <w:rFonts w:ascii="MS Gothic" w:eastAsia="MS Gothic" w:hAnsi="MS Gothic"/>
                  </w:rPr>
                  <w:t>☐</w:t>
                </w:r>
              </w:p>
            </w:tc>
          </w:sdtContent>
        </w:sdt>
        <w:sdt>
          <w:sdtPr>
            <w:id w:val="5906544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700B2B" w14:textId="77777777" w:rsidR="00723015" w:rsidRPr="00664788" w:rsidRDefault="00723015" w:rsidP="005835A8">
                <w:pPr>
                  <w:pStyle w:val="table"/>
                  <w:jc w:val="center"/>
                </w:pPr>
                <w:r w:rsidRPr="000610E3">
                  <w:rPr>
                    <w:rFonts w:ascii="MS Gothic" w:eastAsia="MS Gothic" w:hAnsi="MS Gothic"/>
                  </w:rPr>
                  <w:t>☐</w:t>
                </w:r>
              </w:p>
            </w:tc>
          </w:sdtContent>
        </w:sdt>
        <w:sdt>
          <w:sdtPr>
            <w:id w:val="-15507733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C693A5A" w14:textId="77777777" w:rsidR="00723015" w:rsidRPr="00664788" w:rsidRDefault="00723015" w:rsidP="005835A8">
                <w:pPr>
                  <w:pStyle w:val="table"/>
                  <w:jc w:val="center"/>
                </w:pPr>
                <w:r w:rsidRPr="000610E3">
                  <w:rPr>
                    <w:rFonts w:ascii="MS Gothic" w:eastAsia="MS Gothic" w:hAnsi="MS Gothic"/>
                  </w:rPr>
                  <w:t>☐</w:t>
                </w:r>
              </w:p>
            </w:tc>
          </w:sdtContent>
        </w:sdt>
        <w:sdt>
          <w:sdtPr>
            <w:id w:val="-92094879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BF05E57" w14:textId="77777777" w:rsidR="00723015" w:rsidRPr="00664788" w:rsidRDefault="00723015" w:rsidP="005835A8">
                <w:pPr>
                  <w:pStyle w:val="table"/>
                  <w:jc w:val="center"/>
                </w:pPr>
                <w:r w:rsidRPr="000610E3">
                  <w:rPr>
                    <w:rFonts w:ascii="MS Gothic" w:eastAsia="MS Gothic" w:hAnsi="MS Gothic"/>
                  </w:rPr>
                  <w:t>☐</w:t>
                </w:r>
              </w:p>
            </w:tc>
          </w:sdtContent>
        </w:sdt>
        <w:sdt>
          <w:sdtPr>
            <w:id w:val="-82612993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603307" w14:textId="77777777" w:rsidR="00723015" w:rsidRPr="00664788" w:rsidRDefault="00723015" w:rsidP="005835A8">
                <w:pPr>
                  <w:pStyle w:val="table"/>
                  <w:jc w:val="center"/>
                </w:pPr>
                <w:r w:rsidRPr="000610E3">
                  <w:rPr>
                    <w:rFonts w:ascii="MS Gothic" w:eastAsia="MS Gothic" w:hAnsi="MS Gothic"/>
                  </w:rPr>
                  <w:t>☐</w:t>
                </w:r>
              </w:p>
            </w:tc>
          </w:sdtContent>
        </w:sdt>
        <w:sdt>
          <w:sdtPr>
            <w:id w:val="-113216754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928476"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7F07270"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0E632F26" w14:textId="77777777" w:rsidR="00723015" w:rsidRPr="00664788" w:rsidRDefault="00723015" w:rsidP="005835A8">
            <w:pPr>
              <w:spacing w:before="40" w:after="40" w:line="240" w:lineRule="auto"/>
              <w:rPr>
                <w:color w:val="FFFFFF" w:themeColor="background1"/>
              </w:rPr>
            </w:pPr>
          </w:p>
        </w:tc>
      </w:tr>
      <w:tr w:rsidR="00723015" w:rsidRPr="00664788" w14:paraId="5484A72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0A5275B" w14:textId="75F8EFF5" w:rsidR="00723015" w:rsidRPr="00664788" w:rsidRDefault="00CD7DA9" w:rsidP="005835A8">
            <w:pPr>
              <w:pStyle w:val="table"/>
            </w:pPr>
            <w:r>
              <w:t>Windshield</w:t>
            </w:r>
          </w:p>
        </w:tc>
        <w:sdt>
          <w:sdtPr>
            <w:id w:val="214491813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E3AFEB" w14:textId="77777777" w:rsidR="00723015" w:rsidRPr="00664788" w:rsidRDefault="00723015" w:rsidP="005835A8">
                <w:pPr>
                  <w:pStyle w:val="table"/>
                  <w:jc w:val="center"/>
                </w:pPr>
                <w:r w:rsidRPr="0008747B">
                  <w:rPr>
                    <w:rFonts w:ascii="MS Gothic" w:eastAsia="MS Gothic" w:hAnsi="MS Gothic"/>
                  </w:rPr>
                  <w:t>☐</w:t>
                </w:r>
              </w:p>
            </w:tc>
          </w:sdtContent>
        </w:sdt>
        <w:sdt>
          <w:sdtPr>
            <w:id w:val="209527737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BE08664" w14:textId="77777777" w:rsidR="00723015" w:rsidRPr="00664788" w:rsidRDefault="00723015" w:rsidP="005835A8">
                <w:pPr>
                  <w:pStyle w:val="table"/>
                  <w:jc w:val="center"/>
                </w:pPr>
                <w:r w:rsidRPr="000610E3">
                  <w:rPr>
                    <w:rFonts w:ascii="MS Gothic" w:eastAsia="MS Gothic" w:hAnsi="MS Gothic"/>
                  </w:rPr>
                  <w:t>☐</w:t>
                </w:r>
              </w:p>
            </w:tc>
          </w:sdtContent>
        </w:sdt>
        <w:sdt>
          <w:sdtPr>
            <w:id w:val="-30763495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F9070C2" w14:textId="77777777" w:rsidR="00723015" w:rsidRPr="00664788" w:rsidRDefault="00723015" w:rsidP="005835A8">
                <w:pPr>
                  <w:pStyle w:val="table"/>
                  <w:jc w:val="center"/>
                </w:pPr>
                <w:r w:rsidRPr="000610E3">
                  <w:rPr>
                    <w:rFonts w:ascii="MS Gothic" w:eastAsia="MS Gothic" w:hAnsi="MS Gothic"/>
                  </w:rPr>
                  <w:t>☐</w:t>
                </w:r>
              </w:p>
            </w:tc>
          </w:sdtContent>
        </w:sdt>
        <w:sdt>
          <w:sdtPr>
            <w:id w:val="-133800199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42B8CA" w14:textId="77777777" w:rsidR="00723015" w:rsidRPr="00664788" w:rsidRDefault="00723015" w:rsidP="005835A8">
                <w:pPr>
                  <w:pStyle w:val="table"/>
                  <w:jc w:val="center"/>
                </w:pPr>
                <w:r w:rsidRPr="000610E3">
                  <w:rPr>
                    <w:rFonts w:ascii="MS Gothic" w:eastAsia="MS Gothic" w:hAnsi="MS Gothic"/>
                  </w:rPr>
                  <w:t>☐</w:t>
                </w:r>
              </w:p>
            </w:tc>
          </w:sdtContent>
        </w:sdt>
        <w:sdt>
          <w:sdtPr>
            <w:id w:val="194473175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B7EFF3" w14:textId="77777777" w:rsidR="00723015" w:rsidRPr="00664788" w:rsidRDefault="00723015" w:rsidP="005835A8">
                <w:pPr>
                  <w:pStyle w:val="table"/>
                  <w:jc w:val="center"/>
                </w:pPr>
                <w:r w:rsidRPr="000610E3">
                  <w:rPr>
                    <w:rFonts w:ascii="MS Gothic" w:eastAsia="MS Gothic" w:hAnsi="MS Gothic"/>
                  </w:rPr>
                  <w:t>☐</w:t>
                </w:r>
              </w:p>
            </w:tc>
          </w:sdtContent>
        </w:sdt>
        <w:sdt>
          <w:sdtPr>
            <w:id w:val="-66795006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7D43ED" w14:textId="77777777" w:rsidR="00723015" w:rsidRPr="00664788" w:rsidRDefault="00723015" w:rsidP="005835A8">
                <w:pPr>
                  <w:pStyle w:val="table"/>
                  <w:jc w:val="center"/>
                </w:pPr>
                <w:r w:rsidRPr="000610E3">
                  <w:rPr>
                    <w:rFonts w:ascii="MS Gothic" w:eastAsia="MS Gothic" w:hAnsi="MS Gothic"/>
                  </w:rPr>
                  <w:t>☐</w:t>
                </w:r>
              </w:p>
            </w:tc>
          </w:sdtContent>
        </w:sdt>
        <w:sdt>
          <w:sdtPr>
            <w:id w:val="-31618750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A39E4F"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7FD13EA"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42F1E255" w14:textId="77777777" w:rsidR="00723015" w:rsidRPr="00664788" w:rsidRDefault="00723015" w:rsidP="005835A8">
            <w:pPr>
              <w:spacing w:before="40" w:after="40" w:line="240" w:lineRule="auto"/>
              <w:rPr>
                <w:color w:val="FFFFFF" w:themeColor="background1"/>
              </w:rPr>
            </w:pPr>
          </w:p>
        </w:tc>
      </w:tr>
      <w:tr w:rsidR="00723015" w:rsidRPr="00664788" w14:paraId="79262742"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00C6513" w14:textId="575D97E9" w:rsidR="00723015" w:rsidRPr="00664788" w:rsidRDefault="00CD7DA9" w:rsidP="005835A8">
            <w:pPr>
              <w:pStyle w:val="table"/>
            </w:pPr>
            <w:r>
              <w:t>Radio, CB Radio</w:t>
            </w:r>
          </w:p>
        </w:tc>
        <w:sdt>
          <w:sdtPr>
            <w:id w:val="-25005115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8E3356" w14:textId="77777777" w:rsidR="00723015" w:rsidRPr="00664788" w:rsidRDefault="00723015" w:rsidP="005835A8">
                <w:pPr>
                  <w:pStyle w:val="table"/>
                  <w:jc w:val="center"/>
                </w:pPr>
                <w:r w:rsidRPr="0008747B">
                  <w:rPr>
                    <w:rFonts w:ascii="MS Gothic" w:eastAsia="MS Gothic" w:hAnsi="MS Gothic"/>
                  </w:rPr>
                  <w:t>☐</w:t>
                </w:r>
              </w:p>
            </w:tc>
          </w:sdtContent>
        </w:sdt>
        <w:sdt>
          <w:sdtPr>
            <w:id w:val="88707143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54553E" w14:textId="77777777" w:rsidR="00723015" w:rsidRPr="00664788" w:rsidRDefault="00723015" w:rsidP="005835A8">
                <w:pPr>
                  <w:pStyle w:val="table"/>
                  <w:jc w:val="center"/>
                </w:pPr>
                <w:r w:rsidRPr="000610E3">
                  <w:rPr>
                    <w:rFonts w:ascii="MS Gothic" w:eastAsia="MS Gothic" w:hAnsi="MS Gothic"/>
                  </w:rPr>
                  <w:t>☐</w:t>
                </w:r>
              </w:p>
            </w:tc>
          </w:sdtContent>
        </w:sdt>
        <w:sdt>
          <w:sdtPr>
            <w:id w:val="-140452411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656FB78" w14:textId="77777777" w:rsidR="00723015" w:rsidRPr="00664788" w:rsidRDefault="00723015" w:rsidP="005835A8">
                <w:pPr>
                  <w:pStyle w:val="table"/>
                  <w:jc w:val="center"/>
                </w:pPr>
                <w:r w:rsidRPr="000610E3">
                  <w:rPr>
                    <w:rFonts w:ascii="MS Gothic" w:eastAsia="MS Gothic" w:hAnsi="MS Gothic"/>
                  </w:rPr>
                  <w:t>☐</w:t>
                </w:r>
              </w:p>
            </w:tc>
          </w:sdtContent>
        </w:sdt>
        <w:sdt>
          <w:sdtPr>
            <w:id w:val="-68436306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FA2387" w14:textId="77777777" w:rsidR="00723015" w:rsidRPr="00664788" w:rsidRDefault="00723015" w:rsidP="005835A8">
                <w:pPr>
                  <w:pStyle w:val="table"/>
                  <w:jc w:val="center"/>
                </w:pPr>
                <w:r w:rsidRPr="000610E3">
                  <w:rPr>
                    <w:rFonts w:ascii="MS Gothic" w:eastAsia="MS Gothic" w:hAnsi="MS Gothic"/>
                  </w:rPr>
                  <w:t>☐</w:t>
                </w:r>
              </w:p>
            </w:tc>
          </w:sdtContent>
        </w:sdt>
        <w:sdt>
          <w:sdtPr>
            <w:id w:val="166327286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431D253" w14:textId="77777777" w:rsidR="00723015" w:rsidRPr="00664788" w:rsidRDefault="00723015" w:rsidP="005835A8">
                <w:pPr>
                  <w:pStyle w:val="table"/>
                  <w:jc w:val="center"/>
                </w:pPr>
                <w:r w:rsidRPr="000610E3">
                  <w:rPr>
                    <w:rFonts w:ascii="MS Gothic" w:eastAsia="MS Gothic" w:hAnsi="MS Gothic"/>
                  </w:rPr>
                  <w:t>☐</w:t>
                </w:r>
              </w:p>
            </w:tc>
          </w:sdtContent>
        </w:sdt>
        <w:sdt>
          <w:sdtPr>
            <w:id w:val="-26886162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65EA3A6" w14:textId="77777777" w:rsidR="00723015" w:rsidRPr="00664788" w:rsidRDefault="00723015" w:rsidP="005835A8">
                <w:pPr>
                  <w:pStyle w:val="table"/>
                  <w:jc w:val="center"/>
                </w:pPr>
                <w:r w:rsidRPr="000610E3">
                  <w:rPr>
                    <w:rFonts w:ascii="MS Gothic" w:eastAsia="MS Gothic" w:hAnsi="MS Gothic"/>
                  </w:rPr>
                  <w:t>☐</w:t>
                </w:r>
              </w:p>
            </w:tc>
          </w:sdtContent>
        </w:sdt>
        <w:sdt>
          <w:sdtPr>
            <w:id w:val="-101776478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B90DEA"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157B873"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4D4C09F0" w14:textId="77777777" w:rsidR="00723015" w:rsidRPr="00664788" w:rsidRDefault="00723015" w:rsidP="005835A8">
            <w:pPr>
              <w:spacing w:before="40" w:after="40" w:line="240" w:lineRule="auto"/>
              <w:rPr>
                <w:color w:val="FFFFFF" w:themeColor="background1"/>
              </w:rPr>
            </w:pPr>
          </w:p>
        </w:tc>
      </w:tr>
      <w:tr w:rsidR="00723015" w:rsidRPr="00664788" w14:paraId="7E2CA655"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7BCFE78" w14:textId="0C66459B" w:rsidR="00723015" w:rsidRPr="00664788" w:rsidRDefault="00CD7DA9" w:rsidP="005835A8">
            <w:pPr>
              <w:pStyle w:val="table"/>
            </w:pPr>
            <w:r>
              <w:t>Console, cup holders</w:t>
            </w:r>
          </w:p>
        </w:tc>
        <w:sdt>
          <w:sdtPr>
            <w:id w:val="-46080914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7B2639" w14:textId="77777777" w:rsidR="00723015" w:rsidRPr="00664788" w:rsidRDefault="00723015" w:rsidP="005835A8">
                <w:pPr>
                  <w:pStyle w:val="table"/>
                  <w:jc w:val="center"/>
                </w:pPr>
                <w:r w:rsidRPr="0008747B">
                  <w:rPr>
                    <w:rFonts w:ascii="MS Gothic" w:eastAsia="MS Gothic" w:hAnsi="MS Gothic"/>
                  </w:rPr>
                  <w:t>☐</w:t>
                </w:r>
              </w:p>
            </w:tc>
          </w:sdtContent>
        </w:sdt>
        <w:sdt>
          <w:sdtPr>
            <w:id w:val="-81741129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76305F" w14:textId="77777777" w:rsidR="00723015" w:rsidRPr="00664788" w:rsidRDefault="00723015" w:rsidP="005835A8">
                <w:pPr>
                  <w:pStyle w:val="table"/>
                  <w:jc w:val="center"/>
                </w:pPr>
                <w:r w:rsidRPr="000610E3">
                  <w:rPr>
                    <w:rFonts w:ascii="MS Gothic" w:eastAsia="MS Gothic" w:hAnsi="MS Gothic"/>
                  </w:rPr>
                  <w:t>☐</w:t>
                </w:r>
              </w:p>
            </w:tc>
          </w:sdtContent>
        </w:sdt>
        <w:sdt>
          <w:sdtPr>
            <w:id w:val="-135710422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2A9A48" w14:textId="77777777" w:rsidR="00723015" w:rsidRPr="00664788" w:rsidRDefault="00723015" w:rsidP="005835A8">
                <w:pPr>
                  <w:pStyle w:val="table"/>
                  <w:jc w:val="center"/>
                </w:pPr>
                <w:r w:rsidRPr="000610E3">
                  <w:rPr>
                    <w:rFonts w:ascii="MS Gothic" w:eastAsia="MS Gothic" w:hAnsi="MS Gothic"/>
                  </w:rPr>
                  <w:t>☐</w:t>
                </w:r>
              </w:p>
            </w:tc>
          </w:sdtContent>
        </w:sdt>
        <w:sdt>
          <w:sdtPr>
            <w:id w:val="137188429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6D99F7" w14:textId="77777777" w:rsidR="00723015" w:rsidRPr="00664788" w:rsidRDefault="00723015" w:rsidP="005835A8">
                <w:pPr>
                  <w:pStyle w:val="table"/>
                  <w:jc w:val="center"/>
                </w:pPr>
                <w:r w:rsidRPr="000610E3">
                  <w:rPr>
                    <w:rFonts w:ascii="MS Gothic" w:eastAsia="MS Gothic" w:hAnsi="MS Gothic"/>
                  </w:rPr>
                  <w:t>☐</w:t>
                </w:r>
              </w:p>
            </w:tc>
          </w:sdtContent>
        </w:sdt>
        <w:sdt>
          <w:sdtPr>
            <w:id w:val="20452618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B88275" w14:textId="77777777" w:rsidR="00723015" w:rsidRPr="00664788" w:rsidRDefault="00723015" w:rsidP="005835A8">
                <w:pPr>
                  <w:pStyle w:val="table"/>
                  <w:jc w:val="center"/>
                </w:pPr>
                <w:r w:rsidRPr="000610E3">
                  <w:rPr>
                    <w:rFonts w:ascii="MS Gothic" w:eastAsia="MS Gothic" w:hAnsi="MS Gothic"/>
                  </w:rPr>
                  <w:t>☐</w:t>
                </w:r>
              </w:p>
            </w:tc>
          </w:sdtContent>
        </w:sdt>
        <w:sdt>
          <w:sdtPr>
            <w:id w:val="177058920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71814C" w14:textId="77777777" w:rsidR="00723015" w:rsidRPr="00664788" w:rsidRDefault="00723015" w:rsidP="005835A8">
                <w:pPr>
                  <w:pStyle w:val="table"/>
                  <w:jc w:val="center"/>
                </w:pPr>
                <w:r w:rsidRPr="000610E3">
                  <w:rPr>
                    <w:rFonts w:ascii="MS Gothic" w:eastAsia="MS Gothic" w:hAnsi="MS Gothic"/>
                  </w:rPr>
                  <w:t>☐</w:t>
                </w:r>
              </w:p>
            </w:tc>
          </w:sdtContent>
        </w:sdt>
        <w:sdt>
          <w:sdtPr>
            <w:id w:val="62551257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679FC54"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0D1F370"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0174F020" w14:textId="77777777" w:rsidR="00723015" w:rsidRPr="00664788" w:rsidRDefault="00723015" w:rsidP="005835A8">
            <w:pPr>
              <w:spacing w:before="40" w:after="40" w:line="240" w:lineRule="auto"/>
              <w:rPr>
                <w:color w:val="FFFFFF" w:themeColor="background1"/>
              </w:rPr>
            </w:pPr>
          </w:p>
        </w:tc>
      </w:tr>
      <w:tr w:rsidR="00723015" w:rsidRPr="00664788" w14:paraId="22E2D3AE"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1F5F941" w14:textId="4FFB1DCE" w:rsidR="00723015" w:rsidRPr="00664788" w:rsidRDefault="00CD7DA9" w:rsidP="005835A8">
            <w:pPr>
              <w:pStyle w:val="table"/>
            </w:pPr>
            <w:r>
              <w:t>Glove box and handle</w:t>
            </w:r>
          </w:p>
        </w:tc>
        <w:sdt>
          <w:sdtPr>
            <w:id w:val="20530580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467E0B2" w14:textId="77777777" w:rsidR="00723015" w:rsidRPr="00664788" w:rsidRDefault="00723015" w:rsidP="005835A8">
                <w:pPr>
                  <w:pStyle w:val="table"/>
                  <w:jc w:val="center"/>
                </w:pPr>
                <w:r w:rsidRPr="0008747B">
                  <w:rPr>
                    <w:rFonts w:ascii="MS Gothic" w:eastAsia="MS Gothic" w:hAnsi="MS Gothic"/>
                  </w:rPr>
                  <w:t>☐</w:t>
                </w:r>
              </w:p>
            </w:tc>
          </w:sdtContent>
        </w:sdt>
        <w:sdt>
          <w:sdtPr>
            <w:id w:val="130835409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23DB57" w14:textId="77777777" w:rsidR="00723015" w:rsidRPr="00664788" w:rsidRDefault="00723015" w:rsidP="005835A8">
                <w:pPr>
                  <w:pStyle w:val="table"/>
                  <w:jc w:val="center"/>
                </w:pPr>
                <w:r w:rsidRPr="000610E3">
                  <w:rPr>
                    <w:rFonts w:ascii="MS Gothic" w:eastAsia="MS Gothic" w:hAnsi="MS Gothic"/>
                  </w:rPr>
                  <w:t>☐</w:t>
                </w:r>
              </w:p>
            </w:tc>
          </w:sdtContent>
        </w:sdt>
        <w:sdt>
          <w:sdtPr>
            <w:id w:val="-146819124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AA267CE" w14:textId="77777777" w:rsidR="00723015" w:rsidRPr="00664788" w:rsidRDefault="00723015" w:rsidP="005835A8">
                <w:pPr>
                  <w:pStyle w:val="table"/>
                  <w:jc w:val="center"/>
                </w:pPr>
                <w:r w:rsidRPr="000610E3">
                  <w:rPr>
                    <w:rFonts w:ascii="MS Gothic" w:eastAsia="MS Gothic" w:hAnsi="MS Gothic"/>
                  </w:rPr>
                  <w:t>☐</w:t>
                </w:r>
              </w:p>
            </w:tc>
          </w:sdtContent>
        </w:sdt>
        <w:sdt>
          <w:sdtPr>
            <w:id w:val="189970935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3752374" w14:textId="77777777" w:rsidR="00723015" w:rsidRPr="00664788" w:rsidRDefault="00723015" w:rsidP="005835A8">
                <w:pPr>
                  <w:pStyle w:val="table"/>
                  <w:jc w:val="center"/>
                </w:pPr>
                <w:r w:rsidRPr="000610E3">
                  <w:rPr>
                    <w:rFonts w:ascii="MS Gothic" w:eastAsia="MS Gothic" w:hAnsi="MS Gothic"/>
                  </w:rPr>
                  <w:t>☐</w:t>
                </w:r>
              </w:p>
            </w:tc>
          </w:sdtContent>
        </w:sdt>
        <w:sdt>
          <w:sdtPr>
            <w:id w:val="116852576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DDD5E8" w14:textId="77777777" w:rsidR="00723015" w:rsidRPr="00664788" w:rsidRDefault="00723015" w:rsidP="005835A8">
                <w:pPr>
                  <w:pStyle w:val="table"/>
                  <w:jc w:val="center"/>
                </w:pPr>
                <w:r w:rsidRPr="000610E3">
                  <w:rPr>
                    <w:rFonts w:ascii="MS Gothic" w:eastAsia="MS Gothic" w:hAnsi="MS Gothic"/>
                  </w:rPr>
                  <w:t>☐</w:t>
                </w:r>
              </w:p>
            </w:tc>
          </w:sdtContent>
        </w:sdt>
        <w:sdt>
          <w:sdtPr>
            <w:id w:val="-142040453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640B09" w14:textId="77777777" w:rsidR="00723015" w:rsidRPr="00664788" w:rsidRDefault="00723015" w:rsidP="005835A8">
                <w:pPr>
                  <w:pStyle w:val="table"/>
                  <w:jc w:val="center"/>
                </w:pPr>
                <w:r w:rsidRPr="000610E3">
                  <w:rPr>
                    <w:rFonts w:ascii="MS Gothic" w:eastAsia="MS Gothic" w:hAnsi="MS Gothic"/>
                  </w:rPr>
                  <w:t>☐</w:t>
                </w:r>
              </w:p>
            </w:tc>
          </w:sdtContent>
        </w:sdt>
        <w:sdt>
          <w:sdtPr>
            <w:id w:val="210600102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08255E"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48E83D5"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6A643F71" w14:textId="77777777" w:rsidR="00723015" w:rsidRPr="00664788" w:rsidRDefault="00723015" w:rsidP="005835A8">
            <w:pPr>
              <w:spacing w:before="40" w:after="40" w:line="240" w:lineRule="auto"/>
              <w:rPr>
                <w:color w:val="FFFFFF" w:themeColor="background1"/>
              </w:rPr>
            </w:pPr>
          </w:p>
        </w:tc>
      </w:tr>
      <w:tr w:rsidR="00723015" w:rsidRPr="00664788" w14:paraId="48403231"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2DF76D3" w14:textId="220A89FA" w:rsidR="00723015" w:rsidRPr="00664788" w:rsidRDefault="00CD7DA9" w:rsidP="005835A8">
            <w:pPr>
              <w:pStyle w:val="table"/>
            </w:pPr>
            <w:r>
              <w:t>Passenger door(s)</w:t>
            </w:r>
          </w:p>
        </w:tc>
        <w:sdt>
          <w:sdtPr>
            <w:id w:val="102582829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DE7AD6" w14:textId="77777777" w:rsidR="00723015" w:rsidRPr="00664788" w:rsidRDefault="00723015" w:rsidP="005835A8">
                <w:pPr>
                  <w:pStyle w:val="table"/>
                  <w:jc w:val="center"/>
                </w:pPr>
                <w:r w:rsidRPr="0008747B">
                  <w:rPr>
                    <w:rFonts w:ascii="MS Gothic" w:eastAsia="MS Gothic" w:hAnsi="MS Gothic"/>
                  </w:rPr>
                  <w:t>☐</w:t>
                </w:r>
              </w:p>
            </w:tc>
          </w:sdtContent>
        </w:sdt>
        <w:sdt>
          <w:sdtPr>
            <w:id w:val="-110510558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1B12B9" w14:textId="77777777" w:rsidR="00723015" w:rsidRPr="00664788" w:rsidRDefault="00723015" w:rsidP="005835A8">
                <w:pPr>
                  <w:pStyle w:val="table"/>
                  <w:jc w:val="center"/>
                </w:pPr>
                <w:r w:rsidRPr="000610E3">
                  <w:rPr>
                    <w:rFonts w:ascii="MS Gothic" w:eastAsia="MS Gothic" w:hAnsi="MS Gothic"/>
                  </w:rPr>
                  <w:t>☐</w:t>
                </w:r>
              </w:p>
            </w:tc>
          </w:sdtContent>
        </w:sdt>
        <w:sdt>
          <w:sdtPr>
            <w:id w:val="153400530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AA18C7" w14:textId="77777777" w:rsidR="00723015" w:rsidRPr="00664788" w:rsidRDefault="00723015" w:rsidP="005835A8">
                <w:pPr>
                  <w:pStyle w:val="table"/>
                  <w:jc w:val="center"/>
                </w:pPr>
                <w:r w:rsidRPr="000610E3">
                  <w:rPr>
                    <w:rFonts w:ascii="MS Gothic" w:eastAsia="MS Gothic" w:hAnsi="MS Gothic"/>
                  </w:rPr>
                  <w:t>☐</w:t>
                </w:r>
              </w:p>
            </w:tc>
          </w:sdtContent>
        </w:sdt>
        <w:sdt>
          <w:sdtPr>
            <w:id w:val="123196612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856569" w14:textId="77777777" w:rsidR="00723015" w:rsidRPr="00664788" w:rsidRDefault="00723015" w:rsidP="005835A8">
                <w:pPr>
                  <w:pStyle w:val="table"/>
                  <w:jc w:val="center"/>
                </w:pPr>
                <w:r w:rsidRPr="000610E3">
                  <w:rPr>
                    <w:rFonts w:ascii="MS Gothic" w:eastAsia="MS Gothic" w:hAnsi="MS Gothic"/>
                  </w:rPr>
                  <w:t>☐</w:t>
                </w:r>
              </w:p>
            </w:tc>
          </w:sdtContent>
        </w:sdt>
        <w:sdt>
          <w:sdtPr>
            <w:id w:val="185622381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901BD4" w14:textId="77777777" w:rsidR="00723015" w:rsidRPr="00664788" w:rsidRDefault="00723015" w:rsidP="005835A8">
                <w:pPr>
                  <w:pStyle w:val="table"/>
                  <w:jc w:val="center"/>
                </w:pPr>
                <w:r w:rsidRPr="000610E3">
                  <w:rPr>
                    <w:rFonts w:ascii="MS Gothic" w:eastAsia="MS Gothic" w:hAnsi="MS Gothic"/>
                  </w:rPr>
                  <w:t>☐</w:t>
                </w:r>
              </w:p>
            </w:tc>
          </w:sdtContent>
        </w:sdt>
        <w:sdt>
          <w:sdtPr>
            <w:id w:val="27453142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884DB7" w14:textId="77777777" w:rsidR="00723015" w:rsidRPr="00664788" w:rsidRDefault="00723015" w:rsidP="005835A8">
                <w:pPr>
                  <w:pStyle w:val="table"/>
                  <w:jc w:val="center"/>
                </w:pPr>
                <w:r w:rsidRPr="000610E3">
                  <w:rPr>
                    <w:rFonts w:ascii="MS Gothic" w:eastAsia="MS Gothic" w:hAnsi="MS Gothic"/>
                  </w:rPr>
                  <w:t>☐</w:t>
                </w:r>
              </w:p>
            </w:tc>
          </w:sdtContent>
        </w:sdt>
        <w:sdt>
          <w:sdtPr>
            <w:id w:val="22873916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B1A13B5"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27309BB"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024911E5" w14:textId="77777777" w:rsidR="00723015" w:rsidRPr="00664788" w:rsidRDefault="00723015" w:rsidP="005835A8">
            <w:pPr>
              <w:spacing w:before="40" w:after="40" w:line="240" w:lineRule="auto"/>
              <w:rPr>
                <w:color w:val="FFFFFF" w:themeColor="background1"/>
              </w:rPr>
            </w:pPr>
          </w:p>
        </w:tc>
      </w:tr>
      <w:tr w:rsidR="00723015" w:rsidRPr="00664788" w14:paraId="1EE1628D"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1D25DE3" w14:textId="77777777" w:rsidR="00723015" w:rsidRPr="00664788" w:rsidRDefault="00723015" w:rsidP="005835A8">
            <w:pPr>
              <w:pStyle w:val="table"/>
            </w:pPr>
          </w:p>
        </w:tc>
        <w:sdt>
          <w:sdtPr>
            <w:id w:val="-142201845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68C75F" w14:textId="77777777" w:rsidR="00723015" w:rsidRPr="00664788" w:rsidRDefault="00723015" w:rsidP="005835A8">
                <w:pPr>
                  <w:pStyle w:val="table"/>
                  <w:jc w:val="center"/>
                </w:pPr>
                <w:r w:rsidRPr="0008747B">
                  <w:rPr>
                    <w:rFonts w:ascii="MS Gothic" w:eastAsia="MS Gothic" w:hAnsi="MS Gothic"/>
                  </w:rPr>
                  <w:t>☐</w:t>
                </w:r>
              </w:p>
            </w:tc>
          </w:sdtContent>
        </w:sdt>
        <w:sdt>
          <w:sdtPr>
            <w:id w:val="-40869477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4B575A7" w14:textId="77777777" w:rsidR="00723015" w:rsidRPr="00664788" w:rsidRDefault="00723015" w:rsidP="005835A8">
                <w:pPr>
                  <w:pStyle w:val="table"/>
                  <w:jc w:val="center"/>
                </w:pPr>
                <w:r w:rsidRPr="000610E3">
                  <w:rPr>
                    <w:rFonts w:ascii="MS Gothic" w:eastAsia="MS Gothic" w:hAnsi="MS Gothic"/>
                  </w:rPr>
                  <w:t>☐</w:t>
                </w:r>
              </w:p>
            </w:tc>
          </w:sdtContent>
        </w:sdt>
        <w:sdt>
          <w:sdtPr>
            <w:id w:val="-51607408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06F8851" w14:textId="77777777" w:rsidR="00723015" w:rsidRPr="00664788" w:rsidRDefault="00723015" w:rsidP="005835A8">
                <w:pPr>
                  <w:pStyle w:val="table"/>
                  <w:jc w:val="center"/>
                </w:pPr>
                <w:r w:rsidRPr="000610E3">
                  <w:rPr>
                    <w:rFonts w:ascii="MS Gothic" w:eastAsia="MS Gothic" w:hAnsi="MS Gothic"/>
                  </w:rPr>
                  <w:t>☐</w:t>
                </w:r>
              </w:p>
            </w:tc>
          </w:sdtContent>
        </w:sdt>
        <w:sdt>
          <w:sdtPr>
            <w:id w:val="99784697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CD86FD" w14:textId="77777777" w:rsidR="00723015" w:rsidRPr="00664788" w:rsidRDefault="00723015" w:rsidP="005835A8">
                <w:pPr>
                  <w:pStyle w:val="table"/>
                  <w:jc w:val="center"/>
                </w:pPr>
                <w:r w:rsidRPr="000610E3">
                  <w:rPr>
                    <w:rFonts w:ascii="MS Gothic" w:eastAsia="MS Gothic" w:hAnsi="MS Gothic"/>
                  </w:rPr>
                  <w:t>☐</w:t>
                </w:r>
              </w:p>
            </w:tc>
          </w:sdtContent>
        </w:sdt>
        <w:sdt>
          <w:sdtPr>
            <w:id w:val="30521466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4C03941" w14:textId="77777777" w:rsidR="00723015" w:rsidRPr="00664788" w:rsidRDefault="00723015" w:rsidP="005835A8">
                <w:pPr>
                  <w:pStyle w:val="table"/>
                  <w:jc w:val="center"/>
                </w:pPr>
                <w:r w:rsidRPr="000610E3">
                  <w:rPr>
                    <w:rFonts w:ascii="MS Gothic" w:eastAsia="MS Gothic" w:hAnsi="MS Gothic"/>
                  </w:rPr>
                  <w:t>☐</w:t>
                </w:r>
              </w:p>
            </w:tc>
          </w:sdtContent>
        </w:sdt>
        <w:sdt>
          <w:sdtPr>
            <w:id w:val="31075527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6145F0" w14:textId="77777777" w:rsidR="00723015" w:rsidRPr="00664788" w:rsidRDefault="00723015" w:rsidP="005835A8">
                <w:pPr>
                  <w:pStyle w:val="table"/>
                  <w:jc w:val="center"/>
                </w:pPr>
                <w:r w:rsidRPr="000610E3">
                  <w:rPr>
                    <w:rFonts w:ascii="MS Gothic" w:eastAsia="MS Gothic" w:hAnsi="MS Gothic"/>
                  </w:rPr>
                  <w:t>☐</w:t>
                </w:r>
              </w:p>
            </w:tc>
          </w:sdtContent>
        </w:sdt>
        <w:sdt>
          <w:sdtPr>
            <w:id w:val="103361189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7C4D211"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4BBB3C4"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7FEC14A8" w14:textId="77777777" w:rsidR="00723015" w:rsidRPr="00664788" w:rsidRDefault="00723015" w:rsidP="005835A8">
            <w:pPr>
              <w:spacing w:before="40" w:after="40" w:line="240" w:lineRule="auto"/>
              <w:rPr>
                <w:color w:val="FFFFFF" w:themeColor="background1"/>
              </w:rPr>
            </w:pPr>
          </w:p>
        </w:tc>
      </w:tr>
      <w:tr w:rsidR="00723015" w:rsidRPr="00664788" w14:paraId="4BABFBD8"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78E75E4" w14:textId="77777777" w:rsidR="00723015" w:rsidRPr="00664788" w:rsidRDefault="00723015" w:rsidP="005835A8">
            <w:pPr>
              <w:pStyle w:val="table"/>
            </w:pPr>
          </w:p>
        </w:tc>
        <w:sdt>
          <w:sdtPr>
            <w:id w:val="172171349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4D8E49" w14:textId="77777777" w:rsidR="00723015" w:rsidRPr="00664788" w:rsidRDefault="00723015" w:rsidP="005835A8">
                <w:pPr>
                  <w:pStyle w:val="table"/>
                  <w:jc w:val="center"/>
                </w:pPr>
                <w:r w:rsidRPr="0008747B">
                  <w:rPr>
                    <w:rFonts w:ascii="MS Gothic" w:eastAsia="MS Gothic" w:hAnsi="MS Gothic"/>
                  </w:rPr>
                  <w:t>☐</w:t>
                </w:r>
              </w:p>
            </w:tc>
          </w:sdtContent>
        </w:sdt>
        <w:sdt>
          <w:sdtPr>
            <w:id w:val="-79390034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5853EC" w14:textId="77777777" w:rsidR="00723015" w:rsidRPr="00664788" w:rsidRDefault="00723015" w:rsidP="005835A8">
                <w:pPr>
                  <w:pStyle w:val="table"/>
                  <w:jc w:val="center"/>
                </w:pPr>
                <w:r w:rsidRPr="000610E3">
                  <w:rPr>
                    <w:rFonts w:ascii="MS Gothic" w:eastAsia="MS Gothic" w:hAnsi="MS Gothic"/>
                  </w:rPr>
                  <w:t>☐</w:t>
                </w:r>
              </w:p>
            </w:tc>
          </w:sdtContent>
        </w:sdt>
        <w:sdt>
          <w:sdtPr>
            <w:id w:val="-95116559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98508F" w14:textId="77777777" w:rsidR="00723015" w:rsidRPr="00664788" w:rsidRDefault="00723015" w:rsidP="005835A8">
                <w:pPr>
                  <w:pStyle w:val="table"/>
                  <w:jc w:val="center"/>
                </w:pPr>
                <w:r w:rsidRPr="000610E3">
                  <w:rPr>
                    <w:rFonts w:ascii="MS Gothic" w:eastAsia="MS Gothic" w:hAnsi="MS Gothic"/>
                  </w:rPr>
                  <w:t>☐</w:t>
                </w:r>
              </w:p>
            </w:tc>
          </w:sdtContent>
        </w:sdt>
        <w:sdt>
          <w:sdtPr>
            <w:id w:val="-121396285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577742" w14:textId="77777777" w:rsidR="00723015" w:rsidRPr="00664788" w:rsidRDefault="00723015" w:rsidP="005835A8">
                <w:pPr>
                  <w:pStyle w:val="table"/>
                  <w:jc w:val="center"/>
                </w:pPr>
                <w:r w:rsidRPr="000610E3">
                  <w:rPr>
                    <w:rFonts w:ascii="MS Gothic" w:eastAsia="MS Gothic" w:hAnsi="MS Gothic"/>
                  </w:rPr>
                  <w:t>☐</w:t>
                </w:r>
              </w:p>
            </w:tc>
          </w:sdtContent>
        </w:sdt>
        <w:sdt>
          <w:sdtPr>
            <w:id w:val="-174725316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86FBBE" w14:textId="77777777" w:rsidR="00723015" w:rsidRPr="00664788" w:rsidRDefault="00723015" w:rsidP="005835A8">
                <w:pPr>
                  <w:pStyle w:val="table"/>
                  <w:jc w:val="center"/>
                </w:pPr>
                <w:r w:rsidRPr="000610E3">
                  <w:rPr>
                    <w:rFonts w:ascii="MS Gothic" w:eastAsia="MS Gothic" w:hAnsi="MS Gothic"/>
                  </w:rPr>
                  <w:t>☐</w:t>
                </w:r>
              </w:p>
            </w:tc>
          </w:sdtContent>
        </w:sdt>
        <w:sdt>
          <w:sdtPr>
            <w:id w:val="44127532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74568E" w14:textId="77777777" w:rsidR="00723015" w:rsidRPr="00664788" w:rsidRDefault="00723015" w:rsidP="005835A8">
                <w:pPr>
                  <w:pStyle w:val="table"/>
                  <w:jc w:val="center"/>
                </w:pPr>
                <w:r w:rsidRPr="000610E3">
                  <w:rPr>
                    <w:rFonts w:ascii="MS Gothic" w:eastAsia="MS Gothic" w:hAnsi="MS Gothic"/>
                  </w:rPr>
                  <w:t>☐</w:t>
                </w:r>
              </w:p>
            </w:tc>
          </w:sdtContent>
        </w:sdt>
        <w:sdt>
          <w:sdtPr>
            <w:id w:val="159922199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2957B5"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8169797" w14:textId="77777777" w:rsidR="00723015" w:rsidRPr="00664788" w:rsidRDefault="00723015" w:rsidP="005835A8">
            <w:pPr>
              <w:spacing w:line="240" w:lineRule="auto"/>
            </w:pPr>
          </w:p>
        </w:tc>
        <w:tc>
          <w:tcPr>
            <w:tcW w:w="3554" w:type="dxa"/>
            <w:vMerge w:val="restart"/>
            <w:tcBorders>
              <w:top w:val="nil"/>
              <w:left w:val="nil"/>
              <w:bottom w:val="nil"/>
              <w:right w:val="nil"/>
            </w:tcBorders>
            <w:shd w:val="clear" w:color="auto" w:fill="91A8AE" w:themeFill="accent3"/>
            <w:vAlign w:val="center"/>
          </w:tcPr>
          <w:p w14:paraId="45C257B8" w14:textId="77777777" w:rsidR="00723015" w:rsidRPr="00664788" w:rsidRDefault="00723015" w:rsidP="005835A8">
            <w:pPr>
              <w:spacing w:before="0" w:after="80" w:line="240" w:lineRule="auto"/>
              <w:rPr>
                <w:color w:val="FFFFFF" w:themeColor="background1"/>
              </w:rPr>
            </w:pPr>
          </w:p>
        </w:tc>
      </w:tr>
      <w:tr w:rsidR="00723015" w:rsidRPr="00664788" w14:paraId="345D4C8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FE96AAF" w14:textId="77777777" w:rsidR="00723015" w:rsidRPr="00664788" w:rsidRDefault="00723015" w:rsidP="005835A8">
            <w:pPr>
              <w:pStyle w:val="table"/>
            </w:pPr>
          </w:p>
        </w:tc>
        <w:sdt>
          <w:sdtPr>
            <w:id w:val="146176358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AE6D8D" w14:textId="77777777" w:rsidR="00723015" w:rsidRPr="00664788" w:rsidRDefault="00723015" w:rsidP="005835A8">
                <w:pPr>
                  <w:pStyle w:val="table"/>
                  <w:jc w:val="center"/>
                </w:pPr>
                <w:r w:rsidRPr="0008747B">
                  <w:rPr>
                    <w:rFonts w:ascii="MS Gothic" w:eastAsia="MS Gothic" w:hAnsi="MS Gothic"/>
                  </w:rPr>
                  <w:t>☐</w:t>
                </w:r>
              </w:p>
            </w:tc>
          </w:sdtContent>
        </w:sdt>
        <w:sdt>
          <w:sdtPr>
            <w:id w:val="45213942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6AD99FB" w14:textId="77777777" w:rsidR="00723015" w:rsidRPr="00664788" w:rsidRDefault="00723015" w:rsidP="005835A8">
                <w:pPr>
                  <w:pStyle w:val="table"/>
                  <w:jc w:val="center"/>
                </w:pPr>
                <w:r w:rsidRPr="000610E3">
                  <w:rPr>
                    <w:rFonts w:ascii="MS Gothic" w:eastAsia="MS Gothic" w:hAnsi="MS Gothic"/>
                  </w:rPr>
                  <w:t>☐</w:t>
                </w:r>
              </w:p>
            </w:tc>
          </w:sdtContent>
        </w:sdt>
        <w:sdt>
          <w:sdtPr>
            <w:id w:val="-109231757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F91145" w14:textId="77777777" w:rsidR="00723015" w:rsidRPr="00664788" w:rsidRDefault="00723015" w:rsidP="005835A8">
                <w:pPr>
                  <w:pStyle w:val="table"/>
                  <w:jc w:val="center"/>
                </w:pPr>
                <w:r w:rsidRPr="000610E3">
                  <w:rPr>
                    <w:rFonts w:ascii="MS Gothic" w:eastAsia="MS Gothic" w:hAnsi="MS Gothic"/>
                  </w:rPr>
                  <w:t>☐</w:t>
                </w:r>
              </w:p>
            </w:tc>
          </w:sdtContent>
        </w:sdt>
        <w:sdt>
          <w:sdtPr>
            <w:id w:val="-168681592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A184ACD" w14:textId="77777777" w:rsidR="00723015" w:rsidRPr="00664788" w:rsidRDefault="00723015" w:rsidP="005835A8">
                <w:pPr>
                  <w:pStyle w:val="table"/>
                  <w:jc w:val="center"/>
                </w:pPr>
                <w:r w:rsidRPr="000610E3">
                  <w:rPr>
                    <w:rFonts w:ascii="MS Gothic" w:eastAsia="MS Gothic" w:hAnsi="MS Gothic"/>
                  </w:rPr>
                  <w:t>☐</w:t>
                </w:r>
              </w:p>
            </w:tc>
          </w:sdtContent>
        </w:sdt>
        <w:sdt>
          <w:sdtPr>
            <w:id w:val="195891255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FA5FEE" w14:textId="77777777" w:rsidR="00723015" w:rsidRPr="00664788" w:rsidRDefault="00723015" w:rsidP="005835A8">
                <w:pPr>
                  <w:pStyle w:val="table"/>
                  <w:jc w:val="center"/>
                </w:pPr>
                <w:r w:rsidRPr="000610E3">
                  <w:rPr>
                    <w:rFonts w:ascii="MS Gothic" w:eastAsia="MS Gothic" w:hAnsi="MS Gothic"/>
                  </w:rPr>
                  <w:t>☐</w:t>
                </w:r>
              </w:p>
            </w:tc>
          </w:sdtContent>
        </w:sdt>
        <w:sdt>
          <w:sdtPr>
            <w:id w:val="-16602179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03F15EA" w14:textId="77777777" w:rsidR="00723015" w:rsidRPr="00664788" w:rsidRDefault="00723015" w:rsidP="005835A8">
                <w:pPr>
                  <w:pStyle w:val="table"/>
                  <w:jc w:val="center"/>
                </w:pPr>
                <w:r w:rsidRPr="000610E3">
                  <w:rPr>
                    <w:rFonts w:ascii="MS Gothic" w:eastAsia="MS Gothic" w:hAnsi="MS Gothic"/>
                  </w:rPr>
                  <w:t>☐</w:t>
                </w:r>
              </w:p>
            </w:tc>
          </w:sdtContent>
        </w:sdt>
        <w:sdt>
          <w:sdtPr>
            <w:id w:val="-104436342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386D6C"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2CACA03"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28B49FA5" w14:textId="77777777" w:rsidR="00723015" w:rsidRPr="00664788" w:rsidRDefault="00723015" w:rsidP="005835A8">
            <w:pPr>
              <w:spacing w:before="40" w:after="40" w:line="240" w:lineRule="auto"/>
            </w:pPr>
          </w:p>
        </w:tc>
      </w:tr>
      <w:tr w:rsidR="00723015" w:rsidRPr="00664788" w14:paraId="439E75DF"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A4D3A0B" w14:textId="77777777" w:rsidR="00723015" w:rsidRPr="00664788" w:rsidRDefault="00723015" w:rsidP="005835A8">
            <w:pPr>
              <w:pStyle w:val="table"/>
            </w:pPr>
          </w:p>
        </w:tc>
        <w:sdt>
          <w:sdtPr>
            <w:id w:val="-46766485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B8ACE1" w14:textId="77777777" w:rsidR="00723015" w:rsidRPr="00664788" w:rsidRDefault="00723015" w:rsidP="005835A8">
                <w:pPr>
                  <w:pStyle w:val="table"/>
                  <w:jc w:val="center"/>
                </w:pPr>
                <w:r w:rsidRPr="0008747B">
                  <w:rPr>
                    <w:rFonts w:ascii="MS Gothic" w:eastAsia="MS Gothic" w:hAnsi="MS Gothic"/>
                  </w:rPr>
                  <w:t>☐</w:t>
                </w:r>
              </w:p>
            </w:tc>
          </w:sdtContent>
        </w:sdt>
        <w:sdt>
          <w:sdtPr>
            <w:id w:val="12018892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CD41BA" w14:textId="77777777" w:rsidR="00723015" w:rsidRPr="00664788" w:rsidRDefault="00723015" w:rsidP="005835A8">
                <w:pPr>
                  <w:pStyle w:val="table"/>
                  <w:jc w:val="center"/>
                </w:pPr>
                <w:r w:rsidRPr="000610E3">
                  <w:rPr>
                    <w:rFonts w:ascii="MS Gothic" w:eastAsia="MS Gothic" w:hAnsi="MS Gothic"/>
                  </w:rPr>
                  <w:t>☐</w:t>
                </w:r>
              </w:p>
            </w:tc>
          </w:sdtContent>
        </w:sdt>
        <w:sdt>
          <w:sdtPr>
            <w:id w:val="-16154526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F5F5E80" w14:textId="77777777" w:rsidR="00723015" w:rsidRPr="00664788" w:rsidRDefault="00723015" w:rsidP="005835A8">
                <w:pPr>
                  <w:pStyle w:val="table"/>
                  <w:jc w:val="center"/>
                </w:pPr>
                <w:r w:rsidRPr="000610E3">
                  <w:rPr>
                    <w:rFonts w:ascii="MS Gothic" w:eastAsia="MS Gothic" w:hAnsi="MS Gothic"/>
                  </w:rPr>
                  <w:t>☐</w:t>
                </w:r>
              </w:p>
            </w:tc>
          </w:sdtContent>
        </w:sdt>
        <w:sdt>
          <w:sdtPr>
            <w:id w:val="95012960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B93DEC" w14:textId="77777777" w:rsidR="00723015" w:rsidRPr="00664788" w:rsidRDefault="00723015" w:rsidP="005835A8">
                <w:pPr>
                  <w:pStyle w:val="table"/>
                  <w:jc w:val="center"/>
                </w:pPr>
                <w:r w:rsidRPr="000610E3">
                  <w:rPr>
                    <w:rFonts w:ascii="MS Gothic" w:eastAsia="MS Gothic" w:hAnsi="MS Gothic"/>
                  </w:rPr>
                  <w:t>☐</w:t>
                </w:r>
              </w:p>
            </w:tc>
          </w:sdtContent>
        </w:sdt>
        <w:sdt>
          <w:sdtPr>
            <w:id w:val="34598588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897661" w14:textId="77777777" w:rsidR="00723015" w:rsidRPr="00664788" w:rsidRDefault="00723015" w:rsidP="005835A8">
                <w:pPr>
                  <w:pStyle w:val="table"/>
                  <w:jc w:val="center"/>
                </w:pPr>
                <w:r w:rsidRPr="000610E3">
                  <w:rPr>
                    <w:rFonts w:ascii="MS Gothic" w:eastAsia="MS Gothic" w:hAnsi="MS Gothic"/>
                  </w:rPr>
                  <w:t>☐</w:t>
                </w:r>
              </w:p>
            </w:tc>
          </w:sdtContent>
        </w:sdt>
        <w:sdt>
          <w:sdtPr>
            <w:id w:val="200724861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8F3371" w14:textId="77777777" w:rsidR="00723015" w:rsidRPr="00664788" w:rsidRDefault="00723015" w:rsidP="005835A8">
                <w:pPr>
                  <w:pStyle w:val="table"/>
                  <w:jc w:val="center"/>
                </w:pPr>
                <w:r w:rsidRPr="000610E3">
                  <w:rPr>
                    <w:rFonts w:ascii="MS Gothic" w:eastAsia="MS Gothic" w:hAnsi="MS Gothic"/>
                  </w:rPr>
                  <w:t>☐</w:t>
                </w:r>
              </w:p>
            </w:tc>
          </w:sdtContent>
        </w:sdt>
        <w:sdt>
          <w:sdtPr>
            <w:id w:val="-162074916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B5457B"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237217A"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380C1C17" w14:textId="77777777" w:rsidR="00723015" w:rsidRPr="00664788" w:rsidRDefault="00723015" w:rsidP="005835A8">
            <w:pPr>
              <w:spacing w:before="40" w:after="40" w:line="240" w:lineRule="auto"/>
            </w:pPr>
          </w:p>
        </w:tc>
      </w:tr>
      <w:tr w:rsidR="00723015" w:rsidRPr="00664788" w14:paraId="6DFBDE7A"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11CCBD9" w14:textId="77777777" w:rsidR="00723015" w:rsidRPr="00664788" w:rsidRDefault="00723015" w:rsidP="005835A8">
            <w:pPr>
              <w:pStyle w:val="table"/>
            </w:pPr>
          </w:p>
        </w:tc>
        <w:sdt>
          <w:sdtPr>
            <w:id w:val="138059358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C50386" w14:textId="77777777" w:rsidR="00723015" w:rsidRPr="00664788" w:rsidRDefault="00723015" w:rsidP="005835A8">
                <w:pPr>
                  <w:pStyle w:val="table"/>
                  <w:jc w:val="center"/>
                </w:pPr>
                <w:r w:rsidRPr="0008747B">
                  <w:rPr>
                    <w:rFonts w:ascii="MS Gothic" w:eastAsia="MS Gothic" w:hAnsi="MS Gothic"/>
                  </w:rPr>
                  <w:t>☐</w:t>
                </w:r>
              </w:p>
            </w:tc>
          </w:sdtContent>
        </w:sdt>
        <w:sdt>
          <w:sdtPr>
            <w:id w:val="177282668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924EE4A" w14:textId="77777777" w:rsidR="00723015" w:rsidRPr="00664788" w:rsidRDefault="00723015" w:rsidP="005835A8">
                <w:pPr>
                  <w:pStyle w:val="table"/>
                  <w:jc w:val="center"/>
                </w:pPr>
                <w:r w:rsidRPr="000610E3">
                  <w:rPr>
                    <w:rFonts w:ascii="MS Gothic" w:eastAsia="MS Gothic" w:hAnsi="MS Gothic"/>
                  </w:rPr>
                  <w:t>☐</w:t>
                </w:r>
              </w:p>
            </w:tc>
          </w:sdtContent>
        </w:sdt>
        <w:sdt>
          <w:sdtPr>
            <w:id w:val="129441447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8D67915" w14:textId="77777777" w:rsidR="00723015" w:rsidRPr="00664788" w:rsidRDefault="00723015" w:rsidP="005835A8">
                <w:pPr>
                  <w:pStyle w:val="table"/>
                  <w:jc w:val="center"/>
                </w:pPr>
                <w:r w:rsidRPr="000610E3">
                  <w:rPr>
                    <w:rFonts w:ascii="MS Gothic" w:eastAsia="MS Gothic" w:hAnsi="MS Gothic"/>
                  </w:rPr>
                  <w:t>☐</w:t>
                </w:r>
              </w:p>
            </w:tc>
          </w:sdtContent>
        </w:sdt>
        <w:sdt>
          <w:sdtPr>
            <w:id w:val="-156062814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EFD931" w14:textId="77777777" w:rsidR="00723015" w:rsidRPr="00664788" w:rsidRDefault="00723015" w:rsidP="005835A8">
                <w:pPr>
                  <w:pStyle w:val="table"/>
                  <w:jc w:val="center"/>
                </w:pPr>
                <w:r w:rsidRPr="000610E3">
                  <w:rPr>
                    <w:rFonts w:ascii="MS Gothic" w:eastAsia="MS Gothic" w:hAnsi="MS Gothic"/>
                  </w:rPr>
                  <w:t>☐</w:t>
                </w:r>
              </w:p>
            </w:tc>
          </w:sdtContent>
        </w:sdt>
        <w:sdt>
          <w:sdtPr>
            <w:id w:val="-16046533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6C2057" w14:textId="77777777" w:rsidR="00723015" w:rsidRPr="00664788" w:rsidRDefault="00723015" w:rsidP="005835A8">
                <w:pPr>
                  <w:pStyle w:val="table"/>
                  <w:jc w:val="center"/>
                </w:pPr>
                <w:r w:rsidRPr="000610E3">
                  <w:rPr>
                    <w:rFonts w:ascii="MS Gothic" w:eastAsia="MS Gothic" w:hAnsi="MS Gothic"/>
                  </w:rPr>
                  <w:t>☐</w:t>
                </w:r>
              </w:p>
            </w:tc>
          </w:sdtContent>
        </w:sdt>
        <w:sdt>
          <w:sdtPr>
            <w:id w:val="-143921452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121870A" w14:textId="77777777" w:rsidR="00723015" w:rsidRPr="00664788" w:rsidRDefault="00723015" w:rsidP="005835A8">
                <w:pPr>
                  <w:pStyle w:val="table"/>
                  <w:jc w:val="center"/>
                </w:pPr>
                <w:r w:rsidRPr="000610E3">
                  <w:rPr>
                    <w:rFonts w:ascii="MS Gothic" w:eastAsia="MS Gothic" w:hAnsi="MS Gothic"/>
                  </w:rPr>
                  <w:t>☐</w:t>
                </w:r>
              </w:p>
            </w:tc>
          </w:sdtContent>
        </w:sdt>
        <w:sdt>
          <w:sdtPr>
            <w:id w:val="166073300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4677E2"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071C622"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67CAE68F" w14:textId="77777777" w:rsidR="00723015" w:rsidRPr="00664788" w:rsidRDefault="00723015" w:rsidP="005835A8">
            <w:pPr>
              <w:spacing w:before="40" w:after="40" w:line="240" w:lineRule="auto"/>
            </w:pPr>
          </w:p>
        </w:tc>
      </w:tr>
      <w:tr w:rsidR="00723015" w:rsidRPr="00664788" w14:paraId="4BDD42E1"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292E90D" w14:textId="77777777" w:rsidR="00723015" w:rsidRPr="00664788" w:rsidRDefault="00723015" w:rsidP="005835A8">
            <w:pPr>
              <w:pStyle w:val="table"/>
            </w:pPr>
          </w:p>
        </w:tc>
        <w:sdt>
          <w:sdtPr>
            <w:id w:val="-85711892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0385F2" w14:textId="77777777" w:rsidR="00723015" w:rsidRPr="00664788" w:rsidRDefault="00723015" w:rsidP="005835A8">
                <w:pPr>
                  <w:pStyle w:val="table"/>
                  <w:jc w:val="center"/>
                </w:pPr>
                <w:r w:rsidRPr="0008747B">
                  <w:rPr>
                    <w:rFonts w:ascii="MS Gothic" w:eastAsia="MS Gothic" w:hAnsi="MS Gothic"/>
                  </w:rPr>
                  <w:t>☐</w:t>
                </w:r>
              </w:p>
            </w:tc>
          </w:sdtContent>
        </w:sdt>
        <w:sdt>
          <w:sdtPr>
            <w:id w:val="-67581160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364FE1" w14:textId="77777777" w:rsidR="00723015" w:rsidRPr="00664788" w:rsidRDefault="00723015" w:rsidP="005835A8">
                <w:pPr>
                  <w:pStyle w:val="table"/>
                  <w:jc w:val="center"/>
                </w:pPr>
                <w:r w:rsidRPr="000610E3">
                  <w:rPr>
                    <w:rFonts w:ascii="MS Gothic" w:eastAsia="MS Gothic" w:hAnsi="MS Gothic"/>
                  </w:rPr>
                  <w:t>☐</w:t>
                </w:r>
              </w:p>
            </w:tc>
          </w:sdtContent>
        </w:sdt>
        <w:sdt>
          <w:sdtPr>
            <w:id w:val="-97205547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9A36912" w14:textId="77777777" w:rsidR="00723015" w:rsidRPr="00664788" w:rsidRDefault="00723015" w:rsidP="005835A8">
                <w:pPr>
                  <w:pStyle w:val="table"/>
                  <w:jc w:val="center"/>
                </w:pPr>
                <w:r w:rsidRPr="000610E3">
                  <w:rPr>
                    <w:rFonts w:ascii="MS Gothic" w:eastAsia="MS Gothic" w:hAnsi="MS Gothic"/>
                  </w:rPr>
                  <w:t>☐</w:t>
                </w:r>
              </w:p>
            </w:tc>
          </w:sdtContent>
        </w:sdt>
        <w:sdt>
          <w:sdtPr>
            <w:id w:val="143856162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D029474" w14:textId="77777777" w:rsidR="00723015" w:rsidRPr="00664788" w:rsidRDefault="00723015" w:rsidP="005835A8">
                <w:pPr>
                  <w:pStyle w:val="table"/>
                  <w:jc w:val="center"/>
                </w:pPr>
                <w:r w:rsidRPr="000610E3">
                  <w:rPr>
                    <w:rFonts w:ascii="MS Gothic" w:eastAsia="MS Gothic" w:hAnsi="MS Gothic"/>
                  </w:rPr>
                  <w:t>☐</w:t>
                </w:r>
              </w:p>
            </w:tc>
          </w:sdtContent>
        </w:sdt>
        <w:sdt>
          <w:sdtPr>
            <w:id w:val="214615856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0619D4" w14:textId="77777777" w:rsidR="00723015" w:rsidRPr="00664788" w:rsidRDefault="00723015" w:rsidP="005835A8">
                <w:pPr>
                  <w:pStyle w:val="table"/>
                  <w:jc w:val="center"/>
                </w:pPr>
                <w:r w:rsidRPr="000610E3">
                  <w:rPr>
                    <w:rFonts w:ascii="MS Gothic" w:eastAsia="MS Gothic" w:hAnsi="MS Gothic"/>
                  </w:rPr>
                  <w:t>☐</w:t>
                </w:r>
              </w:p>
            </w:tc>
          </w:sdtContent>
        </w:sdt>
        <w:sdt>
          <w:sdtPr>
            <w:id w:val="33927951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019C53C" w14:textId="77777777" w:rsidR="00723015" w:rsidRPr="00664788" w:rsidRDefault="00723015" w:rsidP="005835A8">
                <w:pPr>
                  <w:pStyle w:val="table"/>
                  <w:jc w:val="center"/>
                </w:pPr>
                <w:r w:rsidRPr="000610E3">
                  <w:rPr>
                    <w:rFonts w:ascii="MS Gothic" w:eastAsia="MS Gothic" w:hAnsi="MS Gothic"/>
                  </w:rPr>
                  <w:t>☐</w:t>
                </w:r>
              </w:p>
            </w:tc>
          </w:sdtContent>
        </w:sdt>
        <w:sdt>
          <w:sdtPr>
            <w:id w:val="139099697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B08C3B"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B00699B"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19E045AA" w14:textId="77777777" w:rsidR="00723015" w:rsidRPr="00664788" w:rsidRDefault="00723015" w:rsidP="005835A8">
            <w:pPr>
              <w:spacing w:before="40" w:after="40" w:line="240" w:lineRule="auto"/>
            </w:pPr>
          </w:p>
        </w:tc>
      </w:tr>
    </w:tbl>
    <w:p w14:paraId="025B8D74" w14:textId="77777777" w:rsidR="00723015" w:rsidRPr="00664788" w:rsidRDefault="00723015" w:rsidP="00723015">
      <w:pPr>
        <w:pStyle w:val="small"/>
        <w:rPr>
          <w:sz w:val="2"/>
        </w:rPr>
      </w:pPr>
    </w:p>
    <w:p w14:paraId="06A6ECC2" w14:textId="5E1A8E0F" w:rsidR="00723015" w:rsidRDefault="00723015" w:rsidP="00723015"/>
    <w:p w14:paraId="3BC8B2A9" w14:textId="4A881DA7" w:rsidR="00723015" w:rsidRDefault="00723015" w:rsidP="00723015">
      <w:pPr>
        <w:rPr>
          <w:sz w:val="8"/>
          <w:szCs w:val="6"/>
        </w:rPr>
      </w:pPr>
    </w:p>
    <w:p w14:paraId="62E673FF" w14:textId="77777777" w:rsidR="005479DC" w:rsidRPr="005479DC" w:rsidRDefault="005479DC" w:rsidP="00723015">
      <w:pPr>
        <w:rPr>
          <w:sz w:val="8"/>
          <w:szCs w:val="6"/>
        </w:rPr>
      </w:pPr>
    </w:p>
    <w:p w14:paraId="0E5E286E" w14:textId="3DFCDFCB" w:rsidR="00723015" w:rsidRDefault="00723015" w:rsidP="00723015">
      <w:pPr>
        <w:pStyle w:val="Title"/>
      </w:pPr>
      <w:r w:rsidRPr="00664788">
        <mc:AlternateContent>
          <mc:Choice Requires="wpg">
            <w:drawing>
              <wp:anchor distT="0" distB="0" distL="114300" distR="114300" simplePos="0" relativeHeight="251670528" behindDoc="1" locked="1" layoutInCell="1" allowOverlap="1" wp14:anchorId="4703C821" wp14:editId="77218283">
                <wp:simplePos x="0" y="0"/>
                <wp:positionH relativeFrom="page">
                  <wp:posOffset>-118745</wp:posOffset>
                </wp:positionH>
                <wp:positionV relativeFrom="page">
                  <wp:posOffset>347345</wp:posOffset>
                </wp:positionV>
                <wp:extent cx="10325100" cy="1143000"/>
                <wp:effectExtent l="0" t="33020" r="4445" b="33655"/>
                <wp:wrapNone/>
                <wp:docPr id="14" name="Group 7" descr="Decorative header background with arrow" title="Background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25100" cy="1143000"/>
                          <a:chOff x="-187" y="547"/>
                          <a:chExt cx="16260" cy="1800"/>
                        </a:xfrm>
                      </wpg:grpSpPr>
                      <wps:wsp>
                        <wps:cNvPr id="15" name="Rectangle 2"/>
                        <wps:cNvSpPr>
                          <a:spLocks noChangeArrowheads="1"/>
                        </wps:cNvSpPr>
                        <wps:spPr bwMode="auto">
                          <a:xfrm>
                            <a:off x="-187" y="727"/>
                            <a:ext cx="16260" cy="144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16" name="AutoShape 4"/>
                        <wps:cNvSpPr>
                          <a:spLocks noChangeArrowheads="1"/>
                        </wps:cNvSpPr>
                        <wps:spPr bwMode="auto">
                          <a:xfrm>
                            <a:off x="533" y="547"/>
                            <a:ext cx="5380" cy="1800"/>
                          </a:xfrm>
                          <a:prstGeom prst="chevron">
                            <a:avLst>
                              <a:gd name="adj" fmla="val 35839"/>
                            </a:avLst>
                          </a:prstGeom>
                          <a:solidFill>
                            <a:schemeClr val="accent1">
                              <a:lumMod val="40000"/>
                              <a:lumOff val="60000"/>
                            </a:schemeClr>
                          </a:solidFill>
                          <a:ln w="508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93DBE1" id="Group 7" o:spid="_x0000_s1026" alt="Title: Background  - Description: Decorative header background with arrow" style="position:absolute;margin-left:-9.35pt;margin-top:27.35pt;width:813pt;height:90pt;z-index:-251645952;mso-position-horizontal-relative:page;mso-position-vertical-relative:page" coordorigin="-187,547" coordsize="162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">
                <v:rect id="Rectangle 2" o:spid="_x0000_s1027" style="position:absolute;left:-187;top:727;width:162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" fillcolor="#336380 [3215]" stroked="f" strokecolor="#4a7ebb" strokeweight="1.5pt">
                  <v:shadow opacity="22938f" offset="0"/>
                  <v:textbox inset=",7.2pt,,7.2pt"/>
                </v:rect>
                <v:shape id="AutoShape 4" o:spid="_x0000_s1028" type="#_x0000_t55" style="position:absolute;left:533;top:547;width:53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" adj="19010" fillcolor="#b5d6d7 [1300]" strokecolor="white [3212]" strokeweight="4pt">
                  <v:shadow opacity="22938f" offset="0"/>
                  <v:textbox inset=",7.2pt,,7.2pt"/>
                </v:shape>
                <w10:wrap anchorx="page" anchory="page"/>
                <w10:anchorlock/>
              </v:group>
            </w:pict>
          </mc:Fallback>
        </mc:AlternateContent>
      </w:r>
      <w:r w:rsidRPr="00664788">
        <mc:AlternateContent>
          <mc:Choice Requires="wps">
            <w:drawing>
              <wp:anchor distT="0" distB="0" distL="114300" distR="114300" simplePos="0" relativeHeight="251669504" behindDoc="0" locked="1" layoutInCell="1" allowOverlap="1" wp14:anchorId="5B98C457" wp14:editId="0EB1150D">
                <wp:simplePos x="0" y="0"/>
                <wp:positionH relativeFrom="page">
                  <wp:posOffset>3870325</wp:posOffset>
                </wp:positionH>
                <wp:positionV relativeFrom="page">
                  <wp:posOffset>384175</wp:posOffset>
                </wp:positionV>
                <wp:extent cx="5767200" cy="1029600"/>
                <wp:effectExtent l="0" t="0" r="0" b="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200" cy="10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C7EF3" w14:textId="77777777" w:rsidR="00437F5F" w:rsidRPr="00AA7322" w:rsidRDefault="00437F5F" w:rsidP="00723015">
                            <w:pPr>
                              <w:pStyle w:val="Titlebartext"/>
                              <w:rPr>
                                <w:i/>
                                <w:iCs/>
                                <w:lang w:val="en-CA"/>
                              </w:rPr>
                            </w:pPr>
                            <w:r w:rsidRPr="00AA7322">
                              <w:rPr>
                                <w:i/>
                                <w:iCs/>
                                <w:lang w:val="en-CA"/>
                              </w:rPr>
                              <w:t>To help prevent the spread of COVID-19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98C457" id="_x0000_s1028" type="#_x0000_t202" style="position:absolute;left:0;text-align:left;margin-left:304.75pt;margin-top:30.25pt;width:454.1pt;height:81.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" filled="f" stroked="f">
                <v:textbox inset=",7.2pt,,7.2pt">
                  <w:txbxContent>
                    <w:p w14:paraId="346C7EF3" w14:textId="77777777" w:rsidR="00437F5F" w:rsidRPr="00AA7322" w:rsidRDefault="00437F5F" w:rsidP="00723015">
                      <w:pPr>
                        <w:pStyle w:val="Titlebartext"/>
                        <w:rPr>
                          <w:i/>
                          <w:iCs/>
                          <w:lang w:val="en-CA"/>
                        </w:rPr>
                      </w:pPr>
                      <w:r w:rsidRPr="00AA7322">
                        <w:rPr>
                          <w:i/>
                          <w:iCs/>
                          <w:lang w:val="en-CA"/>
                        </w:rPr>
                        <w:t>To help prevent the spread of COVID-19</w:t>
                      </w:r>
                    </w:p>
                  </w:txbxContent>
                </v:textbox>
                <w10:wrap anchorx="page" anchory="page"/>
                <w10:anchorlock/>
              </v:shape>
            </w:pict>
          </mc:Fallback>
        </mc:AlternateContent>
      </w:r>
      <w:r>
        <w:t>Cleaning &amp; Sanitizing</w:t>
      </w:r>
    </w:p>
    <w:p w14:paraId="292246A4" w14:textId="77777777" w:rsidR="005479DC" w:rsidRPr="005479DC" w:rsidRDefault="005479DC" w:rsidP="005479DC">
      <w:pPr>
        <w:rPr>
          <w:lang w:eastAsia="en-GB"/>
        </w:rPr>
      </w:pPr>
    </w:p>
    <w:tbl>
      <w:tblPr>
        <w:tblStyle w:val="TableGrid"/>
        <w:tblW w:w="0" w:type="auto"/>
        <w:tblLook w:val="04A0" w:firstRow="1" w:lastRow="0" w:firstColumn="1" w:lastColumn="0" w:noHBand="0" w:noVBand="1"/>
        <w:tblCaption w:val="Table"/>
        <w:tblDescription w:val="Table with checklist for a healthy lifestyle plan for each day of the week"/>
      </w:tblPr>
      <w:tblGrid>
        <w:gridCol w:w="5299"/>
        <w:gridCol w:w="770"/>
        <w:gridCol w:w="749"/>
        <w:gridCol w:w="809"/>
        <w:gridCol w:w="750"/>
        <w:gridCol w:w="735"/>
        <w:gridCol w:w="744"/>
        <w:gridCol w:w="750"/>
        <w:gridCol w:w="235"/>
        <w:gridCol w:w="3554"/>
      </w:tblGrid>
      <w:tr w:rsidR="00723015" w:rsidRPr="00664788" w14:paraId="2DAC4AD1" w14:textId="77777777" w:rsidTr="005835A8">
        <w:trPr>
          <w:trHeight w:val="360"/>
          <w:tblHeader/>
        </w:trPr>
        <w:tc>
          <w:tcPr>
            <w:tcW w:w="10606" w:type="dxa"/>
            <w:gridSpan w:val="8"/>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52889E" w:themeFill="accent4"/>
          </w:tcPr>
          <w:p w14:paraId="6DF8EBEB" w14:textId="77777777" w:rsidR="00723015" w:rsidRPr="00664788" w:rsidRDefault="00723015" w:rsidP="005835A8">
            <w:pPr>
              <w:pStyle w:val="tableheaddark"/>
            </w:pPr>
            <w:r>
              <w:t>Daily Cleaning Checklist</w:t>
            </w:r>
          </w:p>
        </w:tc>
        <w:tc>
          <w:tcPr>
            <w:tcW w:w="235" w:type="dxa"/>
            <w:tcBorders>
              <w:top w:val="nil"/>
              <w:left w:val="single" w:sz="4" w:space="0" w:color="A0C3D9" w:themeColor="text2" w:themeTint="66"/>
              <w:bottom w:val="nil"/>
              <w:right w:val="nil"/>
            </w:tcBorders>
            <w:vAlign w:val="center"/>
          </w:tcPr>
          <w:p w14:paraId="017F75D5" w14:textId="77777777" w:rsidR="00723015" w:rsidRPr="00664788" w:rsidRDefault="00723015" w:rsidP="005835A8">
            <w:pPr>
              <w:spacing w:before="40" w:after="40" w:line="240" w:lineRule="auto"/>
              <w:rPr>
                <w:rFonts w:asciiTheme="majorHAnsi" w:hAnsiTheme="majorHAnsi"/>
                <w:sz w:val="28"/>
              </w:rPr>
            </w:pPr>
          </w:p>
        </w:tc>
        <w:tc>
          <w:tcPr>
            <w:tcW w:w="3554" w:type="dxa"/>
            <w:tcBorders>
              <w:top w:val="nil"/>
              <w:left w:val="nil"/>
              <w:bottom w:val="nil"/>
              <w:right w:val="nil"/>
            </w:tcBorders>
            <w:shd w:val="clear" w:color="auto" w:fill="91A8AE" w:themeFill="accent3"/>
            <w:vAlign w:val="center"/>
          </w:tcPr>
          <w:p w14:paraId="11D82FBE" w14:textId="4D1A146F" w:rsidR="00723015" w:rsidRPr="00664788" w:rsidRDefault="0058143D" w:rsidP="005835A8">
            <w:pPr>
              <w:pStyle w:val="tableheadwhite"/>
            </w:pPr>
            <w:r>
              <w:t>HEAVY TRUCKS</w:t>
            </w:r>
          </w:p>
        </w:tc>
      </w:tr>
      <w:tr w:rsidR="00723015" w:rsidRPr="00664788" w14:paraId="4487A71A" w14:textId="77777777" w:rsidTr="005835A8">
        <w:trPr>
          <w:trHeight w:val="36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45BEFB25" w14:textId="77777777" w:rsidR="00723015" w:rsidRPr="00664788" w:rsidRDefault="00723015" w:rsidP="005835A8">
            <w:pPr>
              <w:pStyle w:val="largetext"/>
            </w:pPr>
            <w:r>
              <w:t>Week of: ___________ to ____________</w:t>
            </w:r>
          </w:p>
        </w:tc>
        <w:sdt>
          <w:sdtPr>
            <w:id w:val="-1595626385"/>
            <w:placeholder>
              <w:docPart w:val="EC4C7A309831442B80C0030B390B1CE7"/>
            </w:placeholder>
            <w:temporary/>
            <w:showingPlcHdr/>
            <w15:appearance w15:val="hidden"/>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4AB59A03" w14:textId="77777777" w:rsidR="00723015" w:rsidRPr="00664788" w:rsidRDefault="00723015" w:rsidP="005835A8">
                <w:pPr>
                  <w:pStyle w:val="largetext"/>
                </w:pPr>
                <w:r w:rsidRPr="00664788">
                  <w:t>Mon</w:t>
                </w:r>
              </w:p>
            </w:tc>
          </w:sdtContent>
        </w:sdt>
        <w:sdt>
          <w:sdtPr>
            <w:id w:val="2118941151"/>
            <w:placeholder>
              <w:docPart w:val="1B0DDAEC86AD4B22997F2E473AC8A6E2"/>
            </w:placeholder>
            <w:temporary/>
            <w:showingPlcHdr/>
            <w15:appearance w15:val="hidden"/>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3E245E6" w14:textId="77777777" w:rsidR="00723015" w:rsidRPr="00664788" w:rsidRDefault="00723015" w:rsidP="005835A8">
                <w:pPr>
                  <w:pStyle w:val="largetext"/>
                </w:pPr>
                <w:r w:rsidRPr="00664788">
                  <w:t>Tue</w:t>
                </w:r>
              </w:p>
            </w:tc>
          </w:sdtContent>
        </w:sdt>
        <w:sdt>
          <w:sdtPr>
            <w:id w:val="-1065479061"/>
            <w:placeholder>
              <w:docPart w:val="3C3695860D7846B9BBE4BDE768F02722"/>
            </w:placeholder>
            <w:temporary/>
            <w:showingPlcHdr/>
            <w15:appearance w15:val="hidden"/>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AA0561C" w14:textId="77777777" w:rsidR="00723015" w:rsidRPr="00664788" w:rsidRDefault="00723015" w:rsidP="005835A8">
                <w:pPr>
                  <w:pStyle w:val="largetext"/>
                </w:pPr>
                <w:r w:rsidRPr="00664788">
                  <w:t>Wed</w:t>
                </w:r>
              </w:p>
            </w:tc>
          </w:sdtContent>
        </w:sdt>
        <w:sdt>
          <w:sdtPr>
            <w:id w:val="-1660912487"/>
            <w:placeholder>
              <w:docPart w:val="C2F24AF86DE3415C9D673FA7562CA75B"/>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44142393" w14:textId="77777777" w:rsidR="00723015" w:rsidRPr="00664788" w:rsidRDefault="00723015" w:rsidP="005835A8">
                <w:pPr>
                  <w:pStyle w:val="largetext"/>
                </w:pPr>
                <w:r w:rsidRPr="00664788">
                  <w:t>Thu</w:t>
                </w:r>
              </w:p>
            </w:tc>
          </w:sdtContent>
        </w:sdt>
        <w:sdt>
          <w:sdtPr>
            <w:id w:val="1541407316"/>
            <w:placeholder>
              <w:docPart w:val="74E87AE58D284A909CE5B503BFFAA566"/>
            </w:placeholder>
            <w:temporary/>
            <w:showingPlcHdr/>
            <w15:appearance w15:val="hidden"/>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53A5891B" w14:textId="77777777" w:rsidR="00723015" w:rsidRPr="00664788" w:rsidRDefault="00723015" w:rsidP="005835A8">
                <w:pPr>
                  <w:pStyle w:val="largetext"/>
                </w:pPr>
                <w:r w:rsidRPr="00664788">
                  <w:t>Fri</w:t>
                </w:r>
              </w:p>
            </w:tc>
          </w:sdtContent>
        </w:sdt>
        <w:sdt>
          <w:sdtPr>
            <w:id w:val="-1671091688"/>
            <w:placeholder>
              <w:docPart w:val="3DF2C660668A4144B0A5E9C71F8BBD0F"/>
            </w:placeholder>
            <w:temporary/>
            <w:showingPlcHdr/>
            <w15:appearance w15:val="hidden"/>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1089AE53" w14:textId="77777777" w:rsidR="00723015" w:rsidRPr="00664788" w:rsidRDefault="00723015" w:rsidP="005835A8">
                <w:pPr>
                  <w:pStyle w:val="largetext"/>
                </w:pPr>
                <w:r w:rsidRPr="00664788">
                  <w:t>Sat</w:t>
                </w:r>
              </w:p>
            </w:tc>
          </w:sdtContent>
        </w:sdt>
        <w:sdt>
          <w:sdtPr>
            <w:id w:val="1005258381"/>
            <w:placeholder>
              <w:docPart w:val="381413845FBF484F8A295AA4A5AB7E9C"/>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CF14DA5" w14:textId="77777777" w:rsidR="00723015" w:rsidRPr="00664788" w:rsidRDefault="00723015" w:rsidP="005835A8">
                <w:pPr>
                  <w:pStyle w:val="largetext"/>
                </w:pPr>
                <w:r w:rsidRPr="00664788">
                  <w:t>Sun</w:t>
                </w:r>
              </w:p>
            </w:tc>
          </w:sdtContent>
        </w:sdt>
        <w:tc>
          <w:tcPr>
            <w:tcW w:w="235" w:type="dxa"/>
            <w:tcBorders>
              <w:top w:val="nil"/>
              <w:left w:val="single" w:sz="4" w:space="0" w:color="A0C3D9" w:themeColor="text2" w:themeTint="66"/>
              <w:bottom w:val="nil"/>
              <w:right w:val="nil"/>
            </w:tcBorders>
            <w:vAlign w:val="center"/>
          </w:tcPr>
          <w:p w14:paraId="203C5BDB" w14:textId="77777777" w:rsidR="00723015" w:rsidRPr="00664788" w:rsidRDefault="00723015" w:rsidP="005835A8">
            <w:pPr>
              <w:spacing w:before="40" w:after="40" w:line="240" w:lineRule="auto"/>
              <w:rPr>
                <w:rFonts w:asciiTheme="majorHAnsi" w:hAnsiTheme="majorHAnsi"/>
              </w:rPr>
            </w:pPr>
          </w:p>
        </w:tc>
        <w:tc>
          <w:tcPr>
            <w:tcW w:w="3554" w:type="dxa"/>
            <w:vMerge w:val="restart"/>
            <w:tcBorders>
              <w:top w:val="nil"/>
              <w:left w:val="nil"/>
              <w:bottom w:val="nil"/>
              <w:right w:val="nil"/>
            </w:tcBorders>
            <w:shd w:val="clear" w:color="auto" w:fill="91A8AE" w:themeFill="accent3"/>
          </w:tcPr>
          <w:p w14:paraId="469C9AC7" w14:textId="641AE3FD" w:rsidR="00723015" w:rsidRPr="00AA7322" w:rsidRDefault="00723015" w:rsidP="005835A8">
            <w:pPr>
              <w:pStyle w:val="Titlebartext"/>
              <w:rPr>
                <w:sz w:val="19"/>
                <w:szCs w:val="18"/>
                <w:lang w:val="en-CA"/>
              </w:rPr>
            </w:pPr>
            <w:r w:rsidRPr="00AA7322">
              <w:rPr>
                <w:sz w:val="19"/>
                <w:szCs w:val="18"/>
              </w:rPr>
              <w:t>Individual operators to clean their own equipment at least twice per day, once at the end of the day. If operator changes, the equipment must be fully sanitized prior to new operator entering equipment. Gloves must be worn while operating equipment. Do not leave used towels in cab of equipment or vehicles.</w:t>
            </w:r>
          </w:p>
          <w:p w14:paraId="00EAA34E" w14:textId="77777777" w:rsidR="00723015" w:rsidRPr="00664788" w:rsidRDefault="00723015" w:rsidP="005835A8">
            <w:pPr>
              <w:pStyle w:val="numberedtextlight"/>
              <w:numPr>
                <w:ilvl w:val="0"/>
                <w:numId w:val="0"/>
              </w:numPr>
              <w:ind w:left="280" w:hanging="270"/>
            </w:pPr>
          </w:p>
        </w:tc>
      </w:tr>
      <w:tr w:rsidR="005835A8" w:rsidRPr="00664788" w14:paraId="407B3D8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3225A07" w14:textId="42E633A8" w:rsidR="005835A8" w:rsidRPr="00664788" w:rsidRDefault="005835A8" w:rsidP="005835A8">
            <w:pPr>
              <w:pStyle w:val="table"/>
            </w:pPr>
            <w:r>
              <w:t>Door handles (exterior/interior)</w:t>
            </w:r>
          </w:p>
        </w:tc>
        <w:sdt>
          <w:sdtPr>
            <w:id w:val="-162298699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7E48BB7" w14:textId="77777777" w:rsidR="005835A8" w:rsidRPr="00664788" w:rsidRDefault="005835A8" w:rsidP="005835A8">
                <w:pPr>
                  <w:pStyle w:val="table"/>
                  <w:jc w:val="center"/>
                </w:pPr>
                <w:r w:rsidRPr="00664788">
                  <w:rPr>
                    <w:rFonts w:ascii="MS Gothic" w:eastAsia="MS Gothic" w:hAnsi="MS Gothic"/>
                  </w:rPr>
                  <w:t>☐</w:t>
                </w:r>
              </w:p>
            </w:tc>
          </w:sdtContent>
        </w:sdt>
        <w:sdt>
          <w:sdtPr>
            <w:id w:val="-110025133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5D0EF22" w14:textId="77777777" w:rsidR="005835A8" w:rsidRPr="00664788" w:rsidRDefault="005835A8" w:rsidP="005835A8">
                <w:pPr>
                  <w:pStyle w:val="table"/>
                  <w:jc w:val="center"/>
                </w:pPr>
                <w:r w:rsidRPr="000610E3">
                  <w:rPr>
                    <w:rFonts w:ascii="MS Gothic" w:eastAsia="MS Gothic" w:hAnsi="MS Gothic"/>
                  </w:rPr>
                  <w:t>☐</w:t>
                </w:r>
              </w:p>
            </w:tc>
          </w:sdtContent>
        </w:sdt>
        <w:sdt>
          <w:sdtPr>
            <w:id w:val="165310010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72A460" w14:textId="77777777" w:rsidR="005835A8" w:rsidRPr="00664788" w:rsidRDefault="005835A8" w:rsidP="005835A8">
                <w:pPr>
                  <w:pStyle w:val="table"/>
                  <w:jc w:val="center"/>
                </w:pPr>
                <w:r w:rsidRPr="000610E3">
                  <w:rPr>
                    <w:rFonts w:ascii="MS Gothic" w:eastAsia="MS Gothic" w:hAnsi="MS Gothic"/>
                  </w:rPr>
                  <w:t>☐</w:t>
                </w:r>
              </w:p>
            </w:tc>
          </w:sdtContent>
        </w:sdt>
        <w:sdt>
          <w:sdtPr>
            <w:id w:val="-321317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18B31E" w14:textId="77777777" w:rsidR="005835A8" w:rsidRPr="00664788" w:rsidRDefault="005835A8" w:rsidP="005835A8">
                <w:pPr>
                  <w:pStyle w:val="table"/>
                  <w:jc w:val="center"/>
                </w:pPr>
                <w:r w:rsidRPr="000610E3">
                  <w:rPr>
                    <w:rFonts w:ascii="MS Gothic" w:eastAsia="MS Gothic" w:hAnsi="MS Gothic"/>
                  </w:rPr>
                  <w:t>☐</w:t>
                </w:r>
              </w:p>
            </w:tc>
          </w:sdtContent>
        </w:sdt>
        <w:sdt>
          <w:sdtPr>
            <w:id w:val="201009891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9C613C" w14:textId="77777777" w:rsidR="005835A8" w:rsidRPr="00664788" w:rsidRDefault="005835A8" w:rsidP="005835A8">
                <w:pPr>
                  <w:pStyle w:val="table"/>
                  <w:jc w:val="center"/>
                </w:pPr>
                <w:r w:rsidRPr="000610E3">
                  <w:rPr>
                    <w:rFonts w:ascii="MS Gothic" w:eastAsia="MS Gothic" w:hAnsi="MS Gothic"/>
                  </w:rPr>
                  <w:t>☐</w:t>
                </w:r>
              </w:p>
            </w:tc>
          </w:sdtContent>
        </w:sdt>
        <w:sdt>
          <w:sdtPr>
            <w:id w:val="-75729451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4B24BE" w14:textId="77777777" w:rsidR="005835A8" w:rsidRPr="00664788" w:rsidRDefault="005835A8" w:rsidP="005835A8">
                <w:pPr>
                  <w:pStyle w:val="table"/>
                  <w:jc w:val="center"/>
                </w:pPr>
                <w:r w:rsidRPr="000610E3">
                  <w:rPr>
                    <w:rFonts w:ascii="MS Gothic" w:eastAsia="MS Gothic" w:hAnsi="MS Gothic"/>
                  </w:rPr>
                  <w:t>☐</w:t>
                </w:r>
              </w:p>
            </w:tc>
          </w:sdtContent>
        </w:sdt>
        <w:sdt>
          <w:sdtPr>
            <w:id w:val="-138764154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CD873C"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8C9C616"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4FC12A29" w14:textId="77777777" w:rsidR="005835A8" w:rsidRPr="00664788" w:rsidRDefault="005835A8" w:rsidP="005835A8">
            <w:pPr>
              <w:spacing w:before="40" w:after="40" w:line="240" w:lineRule="auto"/>
              <w:rPr>
                <w:color w:val="FFFFFF" w:themeColor="background1"/>
              </w:rPr>
            </w:pPr>
          </w:p>
        </w:tc>
      </w:tr>
      <w:tr w:rsidR="005835A8" w:rsidRPr="00664788" w14:paraId="61402811"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2F3A387" w14:textId="20A1F4DB" w:rsidR="005835A8" w:rsidRPr="00664788" w:rsidRDefault="005835A8" w:rsidP="005835A8">
            <w:pPr>
              <w:pStyle w:val="table"/>
            </w:pPr>
            <w:r>
              <w:t>Tailgate handles/levers/latches</w:t>
            </w:r>
          </w:p>
        </w:tc>
        <w:sdt>
          <w:sdtPr>
            <w:id w:val="-7644357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D5632F" w14:textId="77777777" w:rsidR="005835A8" w:rsidRPr="00664788" w:rsidRDefault="005835A8" w:rsidP="005835A8">
                <w:pPr>
                  <w:pStyle w:val="table"/>
                  <w:jc w:val="center"/>
                </w:pPr>
                <w:r w:rsidRPr="0008747B">
                  <w:rPr>
                    <w:rFonts w:ascii="MS Gothic" w:eastAsia="MS Gothic" w:hAnsi="MS Gothic"/>
                  </w:rPr>
                  <w:t>☐</w:t>
                </w:r>
              </w:p>
            </w:tc>
          </w:sdtContent>
        </w:sdt>
        <w:sdt>
          <w:sdtPr>
            <w:id w:val="34144666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4AE68F" w14:textId="77777777" w:rsidR="005835A8" w:rsidRPr="00664788" w:rsidRDefault="005835A8" w:rsidP="005835A8">
                <w:pPr>
                  <w:pStyle w:val="table"/>
                  <w:jc w:val="center"/>
                </w:pPr>
                <w:r w:rsidRPr="000610E3">
                  <w:rPr>
                    <w:rFonts w:ascii="MS Gothic" w:eastAsia="MS Gothic" w:hAnsi="MS Gothic"/>
                  </w:rPr>
                  <w:t>☐</w:t>
                </w:r>
              </w:p>
            </w:tc>
          </w:sdtContent>
        </w:sdt>
        <w:sdt>
          <w:sdtPr>
            <w:id w:val="200246982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47B9F51" w14:textId="77777777" w:rsidR="005835A8" w:rsidRPr="00664788" w:rsidRDefault="005835A8" w:rsidP="005835A8">
                <w:pPr>
                  <w:pStyle w:val="table"/>
                  <w:jc w:val="center"/>
                </w:pPr>
                <w:r w:rsidRPr="000610E3">
                  <w:rPr>
                    <w:rFonts w:ascii="MS Gothic" w:eastAsia="MS Gothic" w:hAnsi="MS Gothic"/>
                  </w:rPr>
                  <w:t>☐</w:t>
                </w:r>
              </w:p>
            </w:tc>
          </w:sdtContent>
        </w:sdt>
        <w:sdt>
          <w:sdtPr>
            <w:id w:val="-131332201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9BB614" w14:textId="77777777" w:rsidR="005835A8" w:rsidRPr="00664788" w:rsidRDefault="005835A8" w:rsidP="005835A8">
                <w:pPr>
                  <w:pStyle w:val="table"/>
                  <w:jc w:val="center"/>
                </w:pPr>
                <w:r w:rsidRPr="000610E3">
                  <w:rPr>
                    <w:rFonts w:ascii="MS Gothic" w:eastAsia="MS Gothic" w:hAnsi="MS Gothic"/>
                  </w:rPr>
                  <w:t>☐</w:t>
                </w:r>
              </w:p>
            </w:tc>
          </w:sdtContent>
        </w:sdt>
        <w:sdt>
          <w:sdtPr>
            <w:id w:val="17492913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1A4E259" w14:textId="77777777" w:rsidR="005835A8" w:rsidRPr="00664788" w:rsidRDefault="005835A8" w:rsidP="005835A8">
                <w:pPr>
                  <w:pStyle w:val="table"/>
                  <w:jc w:val="center"/>
                </w:pPr>
                <w:r w:rsidRPr="000610E3">
                  <w:rPr>
                    <w:rFonts w:ascii="MS Gothic" w:eastAsia="MS Gothic" w:hAnsi="MS Gothic"/>
                  </w:rPr>
                  <w:t>☐</w:t>
                </w:r>
              </w:p>
            </w:tc>
          </w:sdtContent>
        </w:sdt>
        <w:sdt>
          <w:sdtPr>
            <w:id w:val="-137307169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D8C5C4F" w14:textId="77777777" w:rsidR="005835A8" w:rsidRPr="00664788" w:rsidRDefault="005835A8" w:rsidP="005835A8">
                <w:pPr>
                  <w:pStyle w:val="table"/>
                  <w:jc w:val="center"/>
                </w:pPr>
                <w:r w:rsidRPr="000610E3">
                  <w:rPr>
                    <w:rFonts w:ascii="MS Gothic" w:eastAsia="MS Gothic" w:hAnsi="MS Gothic"/>
                  </w:rPr>
                  <w:t>☐</w:t>
                </w:r>
              </w:p>
            </w:tc>
          </w:sdtContent>
        </w:sdt>
        <w:sdt>
          <w:sdtPr>
            <w:id w:val="-188417437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BDEC5C"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D215EF5"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0444DF88" w14:textId="77777777" w:rsidR="005835A8" w:rsidRPr="00664788" w:rsidRDefault="005835A8" w:rsidP="005835A8">
            <w:pPr>
              <w:spacing w:before="40" w:after="40" w:line="240" w:lineRule="auto"/>
              <w:rPr>
                <w:color w:val="FFFFFF" w:themeColor="background1"/>
              </w:rPr>
            </w:pPr>
          </w:p>
        </w:tc>
      </w:tr>
      <w:tr w:rsidR="005835A8" w:rsidRPr="00664788" w14:paraId="68796F57"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54DEED6" w14:textId="53AF3FD7" w:rsidR="005835A8" w:rsidRPr="00664788" w:rsidRDefault="005835A8" w:rsidP="005835A8">
            <w:pPr>
              <w:pStyle w:val="table"/>
            </w:pPr>
            <w:r>
              <w:t>Water truck hoses and hand tools</w:t>
            </w:r>
          </w:p>
        </w:tc>
        <w:sdt>
          <w:sdtPr>
            <w:id w:val="57848510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D07FB4" w14:textId="77777777" w:rsidR="005835A8" w:rsidRPr="00664788" w:rsidRDefault="005835A8" w:rsidP="005835A8">
                <w:pPr>
                  <w:pStyle w:val="table"/>
                  <w:jc w:val="center"/>
                </w:pPr>
                <w:r w:rsidRPr="0008747B">
                  <w:rPr>
                    <w:rFonts w:ascii="MS Gothic" w:eastAsia="MS Gothic" w:hAnsi="MS Gothic"/>
                  </w:rPr>
                  <w:t>☐</w:t>
                </w:r>
              </w:p>
            </w:tc>
          </w:sdtContent>
        </w:sdt>
        <w:sdt>
          <w:sdtPr>
            <w:id w:val="96293018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BFEEE3" w14:textId="77777777" w:rsidR="005835A8" w:rsidRPr="00664788" w:rsidRDefault="005835A8" w:rsidP="005835A8">
                <w:pPr>
                  <w:pStyle w:val="table"/>
                  <w:jc w:val="center"/>
                </w:pPr>
                <w:r w:rsidRPr="000610E3">
                  <w:rPr>
                    <w:rFonts w:ascii="MS Gothic" w:eastAsia="MS Gothic" w:hAnsi="MS Gothic"/>
                  </w:rPr>
                  <w:t>☐</w:t>
                </w:r>
              </w:p>
            </w:tc>
          </w:sdtContent>
        </w:sdt>
        <w:sdt>
          <w:sdtPr>
            <w:id w:val="-87654942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3C53C9" w14:textId="77777777" w:rsidR="005835A8" w:rsidRPr="00664788" w:rsidRDefault="005835A8" w:rsidP="005835A8">
                <w:pPr>
                  <w:pStyle w:val="table"/>
                  <w:jc w:val="center"/>
                </w:pPr>
                <w:r w:rsidRPr="000610E3">
                  <w:rPr>
                    <w:rFonts w:ascii="MS Gothic" w:eastAsia="MS Gothic" w:hAnsi="MS Gothic"/>
                  </w:rPr>
                  <w:t>☐</w:t>
                </w:r>
              </w:p>
            </w:tc>
          </w:sdtContent>
        </w:sdt>
        <w:sdt>
          <w:sdtPr>
            <w:id w:val="212086504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966E6EA" w14:textId="77777777" w:rsidR="005835A8" w:rsidRPr="00664788" w:rsidRDefault="005835A8" w:rsidP="005835A8">
                <w:pPr>
                  <w:pStyle w:val="table"/>
                  <w:jc w:val="center"/>
                </w:pPr>
                <w:r w:rsidRPr="000610E3">
                  <w:rPr>
                    <w:rFonts w:ascii="MS Gothic" w:eastAsia="MS Gothic" w:hAnsi="MS Gothic"/>
                  </w:rPr>
                  <w:t>☐</w:t>
                </w:r>
              </w:p>
            </w:tc>
          </w:sdtContent>
        </w:sdt>
        <w:sdt>
          <w:sdtPr>
            <w:id w:val="2230116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BB56EE2" w14:textId="77777777" w:rsidR="005835A8" w:rsidRPr="00664788" w:rsidRDefault="005835A8" w:rsidP="005835A8">
                <w:pPr>
                  <w:pStyle w:val="table"/>
                  <w:jc w:val="center"/>
                </w:pPr>
                <w:r w:rsidRPr="000610E3">
                  <w:rPr>
                    <w:rFonts w:ascii="MS Gothic" w:eastAsia="MS Gothic" w:hAnsi="MS Gothic"/>
                  </w:rPr>
                  <w:t>☐</w:t>
                </w:r>
              </w:p>
            </w:tc>
          </w:sdtContent>
        </w:sdt>
        <w:sdt>
          <w:sdtPr>
            <w:id w:val="-34362945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6B9FB5" w14:textId="77777777" w:rsidR="005835A8" w:rsidRPr="00664788" w:rsidRDefault="005835A8" w:rsidP="005835A8">
                <w:pPr>
                  <w:pStyle w:val="table"/>
                  <w:jc w:val="center"/>
                </w:pPr>
                <w:r w:rsidRPr="000610E3">
                  <w:rPr>
                    <w:rFonts w:ascii="MS Gothic" w:eastAsia="MS Gothic" w:hAnsi="MS Gothic"/>
                  </w:rPr>
                  <w:t>☐</w:t>
                </w:r>
              </w:p>
            </w:tc>
          </w:sdtContent>
        </w:sdt>
        <w:sdt>
          <w:sdtPr>
            <w:id w:val="-201713228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DAA0CC"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75774DF"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312B62C8" w14:textId="77777777" w:rsidR="005835A8" w:rsidRPr="00664788" w:rsidRDefault="005835A8" w:rsidP="005835A8">
            <w:pPr>
              <w:spacing w:before="40" w:after="40" w:line="240" w:lineRule="auto"/>
              <w:rPr>
                <w:color w:val="FFFFFF" w:themeColor="background1"/>
              </w:rPr>
            </w:pPr>
          </w:p>
        </w:tc>
      </w:tr>
      <w:tr w:rsidR="005835A8" w:rsidRPr="00664788" w14:paraId="5F1F6821"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5B150E6" w14:textId="4A2C204F" w:rsidR="005835A8" w:rsidRPr="00664788" w:rsidRDefault="005835A8" w:rsidP="005835A8">
            <w:pPr>
              <w:pStyle w:val="table"/>
            </w:pPr>
            <w:r>
              <w:t>3-point contact handles/bars</w:t>
            </w:r>
          </w:p>
        </w:tc>
        <w:sdt>
          <w:sdtPr>
            <w:id w:val="-44692849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79376F" w14:textId="77777777" w:rsidR="005835A8" w:rsidRPr="00664788" w:rsidRDefault="005835A8" w:rsidP="005835A8">
                <w:pPr>
                  <w:pStyle w:val="table"/>
                  <w:jc w:val="center"/>
                </w:pPr>
                <w:r w:rsidRPr="0008747B">
                  <w:rPr>
                    <w:rFonts w:ascii="MS Gothic" w:eastAsia="MS Gothic" w:hAnsi="MS Gothic"/>
                  </w:rPr>
                  <w:t>☐</w:t>
                </w:r>
              </w:p>
            </w:tc>
          </w:sdtContent>
        </w:sdt>
        <w:sdt>
          <w:sdtPr>
            <w:id w:val="-146866393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B5079CA" w14:textId="77777777" w:rsidR="005835A8" w:rsidRPr="00664788" w:rsidRDefault="005835A8" w:rsidP="005835A8">
                <w:pPr>
                  <w:pStyle w:val="table"/>
                  <w:jc w:val="center"/>
                </w:pPr>
                <w:r w:rsidRPr="000610E3">
                  <w:rPr>
                    <w:rFonts w:ascii="MS Gothic" w:eastAsia="MS Gothic" w:hAnsi="MS Gothic"/>
                  </w:rPr>
                  <w:t>☐</w:t>
                </w:r>
              </w:p>
            </w:tc>
          </w:sdtContent>
        </w:sdt>
        <w:sdt>
          <w:sdtPr>
            <w:id w:val="67877731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95CF366" w14:textId="77777777" w:rsidR="005835A8" w:rsidRPr="00664788" w:rsidRDefault="005835A8" w:rsidP="005835A8">
                <w:pPr>
                  <w:pStyle w:val="table"/>
                  <w:jc w:val="center"/>
                </w:pPr>
                <w:r w:rsidRPr="000610E3">
                  <w:rPr>
                    <w:rFonts w:ascii="MS Gothic" w:eastAsia="MS Gothic" w:hAnsi="MS Gothic"/>
                  </w:rPr>
                  <w:t>☐</w:t>
                </w:r>
              </w:p>
            </w:tc>
          </w:sdtContent>
        </w:sdt>
        <w:sdt>
          <w:sdtPr>
            <w:id w:val="209528396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DF29905" w14:textId="77777777" w:rsidR="005835A8" w:rsidRPr="00664788" w:rsidRDefault="005835A8" w:rsidP="005835A8">
                <w:pPr>
                  <w:pStyle w:val="table"/>
                  <w:jc w:val="center"/>
                </w:pPr>
                <w:r w:rsidRPr="000610E3">
                  <w:rPr>
                    <w:rFonts w:ascii="MS Gothic" w:eastAsia="MS Gothic" w:hAnsi="MS Gothic"/>
                  </w:rPr>
                  <w:t>☐</w:t>
                </w:r>
              </w:p>
            </w:tc>
          </w:sdtContent>
        </w:sdt>
        <w:sdt>
          <w:sdtPr>
            <w:id w:val="-140914023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E55684" w14:textId="77777777" w:rsidR="005835A8" w:rsidRPr="00664788" w:rsidRDefault="005835A8" w:rsidP="005835A8">
                <w:pPr>
                  <w:pStyle w:val="table"/>
                  <w:jc w:val="center"/>
                </w:pPr>
                <w:r w:rsidRPr="000610E3">
                  <w:rPr>
                    <w:rFonts w:ascii="MS Gothic" w:eastAsia="MS Gothic" w:hAnsi="MS Gothic"/>
                  </w:rPr>
                  <w:t>☐</w:t>
                </w:r>
              </w:p>
            </w:tc>
          </w:sdtContent>
        </w:sdt>
        <w:sdt>
          <w:sdtPr>
            <w:id w:val="194156953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34EFFB" w14:textId="77777777" w:rsidR="005835A8" w:rsidRPr="00664788" w:rsidRDefault="005835A8" w:rsidP="005835A8">
                <w:pPr>
                  <w:pStyle w:val="table"/>
                  <w:jc w:val="center"/>
                </w:pPr>
                <w:r w:rsidRPr="000610E3">
                  <w:rPr>
                    <w:rFonts w:ascii="MS Gothic" w:eastAsia="MS Gothic" w:hAnsi="MS Gothic"/>
                  </w:rPr>
                  <w:t>☐</w:t>
                </w:r>
              </w:p>
            </w:tc>
          </w:sdtContent>
        </w:sdt>
        <w:sdt>
          <w:sdtPr>
            <w:id w:val="-169568727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CE7247C"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A6F7AA4"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01C0DE5E" w14:textId="77777777" w:rsidR="005835A8" w:rsidRPr="00664788" w:rsidRDefault="005835A8" w:rsidP="005835A8">
            <w:pPr>
              <w:spacing w:before="40" w:after="40" w:line="240" w:lineRule="auto"/>
              <w:rPr>
                <w:color w:val="FFFFFF" w:themeColor="background1"/>
              </w:rPr>
            </w:pPr>
          </w:p>
        </w:tc>
      </w:tr>
      <w:tr w:rsidR="005835A8" w:rsidRPr="00664788" w14:paraId="2AC7C829"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2EAABBB" w14:textId="632791B1" w:rsidR="005835A8" w:rsidRPr="00664788" w:rsidRDefault="005835A8" w:rsidP="005835A8">
            <w:pPr>
              <w:pStyle w:val="table"/>
            </w:pPr>
            <w:r>
              <w:t>Cell phone</w:t>
            </w:r>
          </w:p>
        </w:tc>
        <w:sdt>
          <w:sdtPr>
            <w:id w:val="-177130924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CB0B70" w14:textId="77777777" w:rsidR="005835A8" w:rsidRPr="00664788" w:rsidRDefault="005835A8" w:rsidP="005835A8">
                <w:pPr>
                  <w:pStyle w:val="table"/>
                  <w:jc w:val="center"/>
                </w:pPr>
                <w:r w:rsidRPr="0008747B">
                  <w:rPr>
                    <w:rFonts w:ascii="MS Gothic" w:eastAsia="MS Gothic" w:hAnsi="MS Gothic"/>
                  </w:rPr>
                  <w:t>☐</w:t>
                </w:r>
              </w:p>
            </w:tc>
          </w:sdtContent>
        </w:sdt>
        <w:sdt>
          <w:sdtPr>
            <w:id w:val="-3157192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B828DBE" w14:textId="77777777" w:rsidR="005835A8" w:rsidRPr="00664788" w:rsidRDefault="005835A8" w:rsidP="005835A8">
                <w:pPr>
                  <w:pStyle w:val="table"/>
                  <w:jc w:val="center"/>
                </w:pPr>
                <w:r>
                  <w:rPr>
                    <w:rFonts w:ascii="MS Gothic" w:eastAsia="MS Gothic" w:hAnsi="MS Gothic" w:hint="eastAsia"/>
                  </w:rPr>
                  <w:t>☐</w:t>
                </w:r>
              </w:p>
            </w:tc>
          </w:sdtContent>
        </w:sdt>
        <w:sdt>
          <w:sdtPr>
            <w:id w:val="-36984850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A84ABDB" w14:textId="77777777" w:rsidR="005835A8" w:rsidRPr="00664788" w:rsidRDefault="005835A8" w:rsidP="005835A8">
                <w:pPr>
                  <w:pStyle w:val="table"/>
                  <w:jc w:val="center"/>
                </w:pPr>
                <w:r w:rsidRPr="000610E3">
                  <w:rPr>
                    <w:rFonts w:ascii="MS Gothic" w:eastAsia="MS Gothic" w:hAnsi="MS Gothic"/>
                  </w:rPr>
                  <w:t>☐</w:t>
                </w:r>
              </w:p>
            </w:tc>
          </w:sdtContent>
        </w:sdt>
        <w:sdt>
          <w:sdtPr>
            <w:id w:val="-188099941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EC1D7E3" w14:textId="77777777" w:rsidR="005835A8" w:rsidRPr="00664788" w:rsidRDefault="005835A8" w:rsidP="005835A8">
                <w:pPr>
                  <w:pStyle w:val="table"/>
                  <w:jc w:val="center"/>
                </w:pPr>
                <w:r w:rsidRPr="000610E3">
                  <w:rPr>
                    <w:rFonts w:ascii="MS Gothic" w:eastAsia="MS Gothic" w:hAnsi="MS Gothic"/>
                  </w:rPr>
                  <w:t>☐</w:t>
                </w:r>
              </w:p>
            </w:tc>
          </w:sdtContent>
        </w:sdt>
        <w:sdt>
          <w:sdtPr>
            <w:id w:val="41042915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D83E572" w14:textId="77777777" w:rsidR="005835A8" w:rsidRPr="00664788" w:rsidRDefault="005835A8" w:rsidP="005835A8">
                <w:pPr>
                  <w:pStyle w:val="table"/>
                  <w:jc w:val="center"/>
                </w:pPr>
                <w:r w:rsidRPr="000610E3">
                  <w:rPr>
                    <w:rFonts w:ascii="MS Gothic" w:eastAsia="MS Gothic" w:hAnsi="MS Gothic"/>
                  </w:rPr>
                  <w:t>☐</w:t>
                </w:r>
              </w:p>
            </w:tc>
          </w:sdtContent>
        </w:sdt>
        <w:sdt>
          <w:sdtPr>
            <w:id w:val="144781036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8063948" w14:textId="77777777" w:rsidR="005835A8" w:rsidRPr="00664788" w:rsidRDefault="005835A8" w:rsidP="005835A8">
                <w:pPr>
                  <w:pStyle w:val="table"/>
                  <w:jc w:val="center"/>
                </w:pPr>
                <w:r w:rsidRPr="000610E3">
                  <w:rPr>
                    <w:rFonts w:ascii="MS Gothic" w:eastAsia="MS Gothic" w:hAnsi="MS Gothic"/>
                  </w:rPr>
                  <w:t>☐</w:t>
                </w:r>
              </w:p>
            </w:tc>
          </w:sdtContent>
        </w:sdt>
        <w:sdt>
          <w:sdtPr>
            <w:id w:val="196453923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1D04418"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DD10463"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56A24898" w14:textId="77777777" w:rsidR="005835A8" w:rsidRPr="00664788" w:rsidRDefault="005835A8" w:rsidP="005835A8">
            <w:pPr>
              <w:spacing w:before="40" w:after="40" w:line="240" w:lineRule="auto"/>
              <w:rPr>
                <w:color w:val="FFFFFF" w:themeColor="background1"/>
              </w:rPr>
            </w:pPr>
          </w:p>
        </w:tc>
      </w:tr>
      <w:tr w:rsidR="005835A8" w:rsidRPr="00664788" w14:paraId="600A8979"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D5697AC" w14:textId="11841B52" w:rsidR="005835A8" w:rsidRPr="00664788" w:rsidRDefault="005835A8" w:rsidP="005835A8">
            <w:pPr>
              <w:pStyle w:val="table"/>
            </w:pPr>
            <w:r>
              <w:t>Driver door (handle, windows, entire door)</w:t>
            </w:r>
          </w:p>
        </w:tc>
        <w:sdt>
          <w:sdtPr>
            <w:id w:val="50301398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0585F7" w14:textId="77777777" w:rsidR="005835A8" w:rsidRPr="00664788" w:rsidRDefault="005835A8" w:rsidP="005835A8">
                <w:pPr>
                  <w:pStyle w:val="table"/>
                  <w:jc w:val="center"/>
                </w:pPr>
                <w:r w:rsidRPr="0008747B">
                  <w:rPr>
                    <w:rFonts w:ascii="MS Gothic" w:eastAsia="MS Gothic" w:hAnsi="MS Gothic"/>
                  </w:rPr>
                  <w:t>☐</w:t>
                </w:r>
              </w:p>
            </w:tc>
          </w:sdtContent>
        </w:sdt>
        <w:sdt>
          <w:sdtPr>
            <w:id w:val="-88787171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F11E77" w14:textId="77777777" w:rsidR="005835A8" w:rsidRPr="00664788" w:rsidRDefault="005835A8" w:rsidP="005835A8">
                <w:pPr>
                  <w:pStyle w:val="table"/>
                  <w:jc w:val="center"/>
                </w:pPr>
                <w:r w:rsidRPr="000610E3">
                  <w:rPr>
                    <w:rFonts w:ascii="MS Gothic" w:eastAsia="MS Gothic" w:hAnsi="MS Gothic"/>
                  </w:rPr>
                  <w:t>☐</w:t>
                </w:r>
              </w:p>
            </w:tc>
          </w:sdtContent>
        </w:sdt>
        <w:sdt>
          <w:sdtPr>
            <w:id w:val="-195801139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2A6484" w14:textId="77777777" w:rsidR="005835A8" w:rsidRPr="00664788" w:rsidRDefault="005835A8" w:rsidP="005835A8">
                <w:pPr>
                  <w:pStyle w:val="table"/>
                  <w:jc w:val="center"/>
                </w:pPr>
                <w:r w:rsidRPr="000610E3">
                  <w:rPr>
                    <w:rFonts w:ascii="MS Gothic" w:eastAsia="MS Gothic" w:hAnsi="MS Gothic"/>
                  </w:rPr>
                  <w:t>☐</w:t>
                </w:r>
              </w:p>
            </w:tc>
          </w:sdtContent>
        </w:sdt>
        <w:sdt>
          <w:sdtPr>
            <w:id w:val="24060555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25EF904" w14:textId="77777777" w:rsidR="005835A8" w:rsidRPr="00664788" w:rsidRDefault="005835A8" w:rsidP="005835A8">
                <w:pPr>
                  <w:pStyle w:val="table"/>
                  <w:jc w:val="center"/>
                </w:pPr>
                <w:r w:rsidRPr="000610E3">
                  <w:rPr>
                    <w:rFonts w:ascii="MS Gothic" w:eastAsia="MS Gothic" w:hAnsi="MS Gothic"/>
                  </w:rPr>
                  <w:t>☐</w:t>
                </w:r>
              </w:p>
            </w:tc>
          </w:sdtContent>
        </w:sdt>
        <w:sdt>
          <w:sdtPr>
            <w:id w:val="155982122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83D8DB" w14:textId="77777777" w:rsidR="005835A8" w:rsidRPr="00664788" w:rsidRDefault="005835A8" w:rsidP="005835A8">
                <w:pPr>
                  <w:pStyle w:val="table"/>
                  <w:jc w:val="center"/>
                </w:pPr>
                <w:r w:rsidRPr="000610E3">
                  <w:rPr>
                    <w:rFonts w:ascii="MS Gothic" w:eastAsia="MS Gothic" w:hAnsi="MS Gothic"/>
                  </w:rPr>
                  <w:t>☐</w:t>
                </w:r>
              </w:p>
            </w:tc>
          </w:sdtContent>
        </w:sdt>
        <w:sdt>
          <w:sdtPr>
            <w:id w:val="180905936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D23318E" w14:textId="77777777" w:rsidR="005835A8" w:rsidRPr="00664788" w:rsidRDefault="005835A8" w:rsidP="005835A8">
                <w:pPr>
                  <w:pStyle w:val="table"/>
                  <w:jc w:val="center"/>
                </w:pPr>
                <w:r w:rsidRPr="000610E3">
                  <w:rPr>
                    <w:rFonts w:ascii="MS Gothic" w:eastAsia="MS Gothic" w:hAnsi="MS Gothic"/>
                  </w:rPr>
                  <w:t>☐</w:t>
                </w:r>
              </w:p>
            </w:tc>
          </w:sdtContent>
        </w:sdt>
        <w:sdt>
          <w:sdtPr>
            <w:id w:val="136109218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311948"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8A3D35F"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4FF0B2DC" w14:textId="77777777" w:rsidR="005835A8" w:rsidRPr="00664788" w:rsidRDefault="005835A8" w:rsidP="005835A8">
            <w:pPr>
              <w:spacing w:before="40" w:after="40" w:line="240" w:lineRule="auto"/>
              <w:rPr>
                <w:color w:val="FFFFFF" w:themeColor="background1"/>
              </w:rPr>
            </w:pPr>
          </w:p>
        </w:tc>
      </w:tr>
      <w:tr w:rsidR="005835A8" w:rsidRPr="00664788" w14:paraId="6D7A8D8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F48C1D9" w14:textId="16782B00" w:rsidR="005835A8" w:rsidRPr="00664788" w:rsidRDefault="005835A8" w:rsidP="005835A8">
            <w:pPr>
              <w:pStyle w:val="table"/>
            </w:pPr>
            <w:r>
              <w:t>Steering wheel (gear shift, signal lever, horn, etc.)</w:t>
            </w:r>
          </w:p>
        </w:tc>
        <w:sdt>
          <w:sdtPr>
            <w:id w:val="109675941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54161F8" w14:textId="77777777" w:rsidR="005835A8" w:rsidRPr="00664788" w:rsidRDefault="005835A8" w:rsidP="005835A8">
                <w:pPr>
                  <w:pStyle w:val="table"/>
                  <w:jc w:val="center"/>
                </w:pPr>
                <w:r w:rsidRPr="0008747B">
                  <w:rPr>
                    <w:rFonts w:ascii="MS Gothic" w:eastAsia="MS Gothic" w:hAnsi="MS Gothic"/>
                  </w:rPr>
                  <w:t>☐</w:t>
                </w:r>
              </w:p>
            </w:tc>
          </w:sdtContent>
        </w:sdt>
        <w:sdt>
          <w:sdtPr>
            <w:id w:val="-23177171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585383" w14:textId="77777777" w:rsidR="005835A8" w:rsidRPr="00664788" w:rsidRDefault="005835A8" w:rsidP="005835A8">
                <w:pPr>
                  <w:pStyle w:val="table"/>
                  <w:jc w:val="center"/>
                </w:pPr>
                <w:r w:rsidRPr="000610E3">
                  <w:rPr>
                    <w:rFonts w:ascii="MS Gothic" w:eastAsia="MS Gothic" w:hAnsi="MS Gothic"/>
                  </w:rPr>
                  <w:t>☐</w:t>
                </w:r>
              </w:p>
            </w:tc>
          </w:sdtContent>
        </w:sdt>
        <w:sdt>
          <w:sdtPr>
            <w:id w:val="-104082191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88C280" w14:textId="77777777" w:rsidR="005835A8" w:rsidRPr="00664788" w:rsidRDefault="005835A8" w:rsidP="005835A8">
                <w:pPr>
                  <w:pStyle w:val="table"/>
                  <w:jc w:val="center"/>
                </w:pPr>
                <w:r w:rsidRPr="000610E3">
                  <w:rPr>
                    <w:rFonts w:ascii="MS Gothic" w:eastAsia="MS Gothic" w:hAnsi="MS Gothic"/>
                  </w:rPr>
                  <w:t>☐</w:t>
                </w:r>
              </w:p>
            </w:tc>
          </w:sdtContent>
        </w:sdt>
        <w:sdt>
          <w:sdtPr>
            <w:id w:val="-90745872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9A7048" w14:textId="77777777" w:rsidR="005835A8" w:rsidRPr="00664788" w:rsidRDefault="005835A8" w:rsidP="005835A8">
                <w:pPr>
                  <w:pStyle w:val="table"/>
                  <w:jc w:val="center"/>
                </w:pPr>
                <w:r w:rsidRPr="000610E3">
                  <w:rPr>
                    <w:rFonts w:ascii="MS Gothic" w:eastAsia="MS Gothic" w:hAnsi="MS Gothic"/>
                  </w:rPr>
                  <w:t>☐</w:t>
                </w:r>
              </w:p>
            </w:tc>
          </w:sdtContent>
        </w:sdt>
        <w:sdt>
          <w:sdtPr>
            <w:id w:val="147649138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BD25472" w14:textId="77777777" w:rsidR="005835A8" w:rsidRPr="00664788" w:rsidRDefault="005835A8" w:rsidP="005835A8">
                <w:pPr>
                  <w:pStyle w:val="table"/>
                  <w:jc w:val="center"/>
                </w:pPr>
                <w:r w:rsidRPr="000610E3">
                  <w:rPr>
                    <w:rFonts w:ascii="MS Gothic" w:eastAsia="MS Gothic" w:hAnsi="MS Gothic"/>
                  </w:rPr>
                  <w:t>☐</w:t>
                </w:r>
              </w:p>
            </w:tc>
          </w:sdtContent>
        </w:sdt>
        <w:sdt>
          <w:sdtPr>
            <w:id w:val="184627924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FE6E88" w14:textId="77777777" w:rsidR="005835A8" w:rsidRPr="00664788" w:rsidRDefault="005835A8" w:rsidP="005835A8">
                <w:pPr>
                  <w:pStyle w:val="table"/>
                  <w:jc w:val="center"/>
                </w:pPr>
                <w:r w:rsidRPr="000610E3">
                  <w:rPr>
                    <w:rFonts w:ascii="MS Gothic" w:eastAsia="MS Gothic" w:hAnsi="MS Gothic"/>
                  </w:rPr>
                  <w:t>☐</w:t>
                </w:r>
              </w:p>
            </w:tc>
          </w:sdtContent>
        </w:sdt>
        <w:sdt>
          <w:sdtPr>
            <w:id w:val="-182488443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E33E6F"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5DEF8CC"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15FB8719" w14:textId="77777777" w:rsidR="005835A8" w:rsidRPr="00664788" w:rsidRDefault="005835A8" w:rsidP="005835A8">
            <w:pPr>
              <w:spacing w:before="40" w:after="40" w:line="240" w:lineRule="auto"/>
              <w:rPr>
                <w:color w:val="FFFFFF" w:themeColor="background1"/>
              </w:rPr>
            </w:pPr>
          </w:p>
        </w:tc>
      </w:tr>
      <w:tr w:rsidR="005835A8" w:rsidRPr="00664788" w14:paraId="076AB4FF"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193ED14" w14:textId="424DBD20" w:rsidR="005835A8" w:rsidRPr="00664788" w:rsidRDefault="005835A8" w:rsidP="005835A8">
            <w:pPr>
              <w:pStyle w:val="table"/>
            </w:pPr>
            <w:r>
              <w:t>Dashboard</w:t>
            </w:r>
          </w:p>
        </w:tc>
        <w:sdt>
          <w:sdtPr>
            <w:id w:val="-19377209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FACFEF" w14:textId="77777777" w:rsidR="005835A8" w:rsidRPr="00664788" w:rsidRDefault="005835A8" w:rsidP="005835A8">
                <w:pPr>
                  <w:pStyle w:val="table"/>
                  <w:jc w:val="center"/>
                </w:pPr>
                <w:r w:rsidRPr="0008747B">
                  <w:rPr>
                    <w:rFonts w:ascii="MS Gothic" w:eastAsia="MS Gothic" w:hAnsi="MS Gothic"/>
                  </w:rPr>
                  <w:t>☐</w:t>
                </w:r>
              </w:p>
            </w:tc>
          </w:sdtContent>
        </w:sdt>
        <w:sdt>
          <w:sdtPr>
            <w:id w:val="-155731210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B080275" w14:textId="77777777" w:rsidR="005835A8" w:rsidRPr="00664788" w:rsidRDefault="005835A8" w:rsidP="005835A8">
                <w:pPr>
                  <w:pStyle w:val="table"/>
                  <w:jc w:val="center"/>
                </w:pPr>
                <w:r w:rsidRPr="000610E3">
                  <w:rPr>
                    <w:rFonts w:ascii="MS Gothic" w:eastAsia="MS Gothic" w:hAnsi="MS Gothic"/>
                  </w:rPr>
                  <w:t>☐</w:t>
                </w:r>
              </w:p>
            </w:tc>
          </w:sdtContent>
        </w:sdt>
        <w:sdt>
          <w:sdtPr>
            <w:id w:val="116320287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52F515" w14:textId="77777777" w:rsidR="005835A8" w:rsidRPr="00664788" w:rsidRDefault="005835A8" w:rsidP="005835A8">
                <w:pPr>
                  <w:pStyle w:val="table"/>
                  <w:jc w:val="center"/>
                </w:pPr>
                <w:r w:rsidRPr="000610E3">
                  <w:rPr>
                    <w:rFonts w:ascii="MS Gothic" w:eastAsia="MS Gothic" w:hAnsi="MS Gothic"/>
                  </w:rPr>
                  <w:t>☐</w:t>
                </w:r>
              </w:p>
            </w:tc>
          </w:sdtContent>
        </w:sdt>
        <w:sdt>
          <w:sdtPr>
            <w:id w:val="-55223292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90F169" w14:textId="77777777" w:rsidR="005835A8" w:rsidRPr="00664788" w:rsidRDefault="005835A8" w:rsidP="005835A8">
                <w:pPr>
                  <w:pStyle w:val="table"/>
                  <w:jc w:val="center"/>
                </w:pPr>
                <w:r w:rsidRPr="000610E3">
                  <w:rPr>
                    <w:rFonts w:ascii="MS Gothic" w:eastAsia="MS Gothic" w:hAnsi="MS Gothic"/>
                  </w:rPr>
                  <w:t>☐</w:t>
                </w:r>
              </w:p>
            </w:tc>
          </w:sdtContent>
        </w:sdt>
        <w:sdt>
          <w:sdtPr>
            <w:id w:val="-183559665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D8A0742" w14:textId="77777777" w:rsidR="005835A8" w:rsidRPr="00664788" w:rsidRDefault="005835A8" w:rsidP="005835A8">
                <w:pPr>
                  <w:pStyle w:val="table"/>
                  <w:jc w:val="center"/>
                </w:pPr>
                <w:r w:rsidRPr="000610E3">
                  <w:rPr>
                    <w:rFonts w:ascii="MS Gothic" w:eastAsia="MS Gothic" w:hAnsi="MS Gothic"/>
                  </w:rPr>
                  <w:t>☐</w:t>
                </w:r>
              </w:p>
            </w:tc>
          </w:sdtContent>
        </w:sdt>
        <w:sdt>
          <w:sdtPr>
            <w:id w:val="-134532663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455F13" w14:textId="77777777" w:rsidR="005835A8" w:rsidRPr="00664788" w:rsidRDefault="005835A8" w:rsidP="005835A8">
                <w:pPr>
                  <w:pStyle w:val="table"/>
                  <w:jc w:val="center"/>
                </w:pPr>
                <w:r w:rsidRPr="000610E3">
                  <w:rPr>
                    <w:rFonts w:ascii="MS Gothic" w:eastAsia="MS Gothic" w:hAnsi="MS Gothic"/>
                  </w:rPr>
                  <w:t>☐</w:t>
                </w:r>
              </w:p>
            </w:tc>
          </w:sdtContent>
        </w:sdt>
        <w:sdt>
          <w:sdtPr>
            <w:id w:val="134097221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5D0530"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69CDF7F"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7B36FBE7" w14:textId="77777777" w:rsidR="005835A8" w:rsidRPr="00664788" w:rsidRDefault="005835A8" w:rsidP="005835A8">
            <w:pPr>
              <w:spacing w:before="40" w:after="40" w:line="240" w:lineRule="auto"/>
              <w:rPr>
                <w:color w:val="FFFFFF" w:themeColor="background1"/>
              </w:rPr>
            </w:pPr>
          </w:p>
        </w:tc>
      </w:tr>
      <w:tr w:rsidR="005835A8" w:rsidRPr="00664788" w14:paraId="003E996B"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3AE59A7" w14:textId="03BDB23F" w:rsidR="005835A8" w:rsidRPr="00664788" w:rsidRDefault="005835A8" w:rsidP="005835A8">
            <w:pPr>
              <w:pStyle w:val="table"/>
            </w:pPr>
            <w:r>
              <w:t>Windshield</w:t>
            </w:r>
          </w:p>
        </w:tc>
        <w:sdt>
          <w:sdtPr>
            <w:id w:val="94515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B22C4A" w14:textId="77777777" w:rsidR="005835A8" w:rsidRPr="00664788" w:rsidRDefault="005835A8" w:rsidP="005835A8">
                <w:pPr>
                  <w:pStyle w:val="table"/>
                  <w:jc w:val="center"/>
                </w:pPr>
                <w:r w:rsidRPr="0008747B">
                  <w:rPr>
                    <w:rFonts w:ascii="MS Gothic" w:eastAsia="MS Gothic" w:hAnsi="MS Gothic"/>
                  </w:rPr>
                  <w:t>☐</w:t>
                </w:r>
              </w:p>
            </w:tc>
          </w:sdtContent>
        </w:sdt>
        <w:sdt>
          <w:sdtPr>
            <w:id w:val="139246394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59FDCE" w14:textId="77777777" w:rsidR="005835A8" w:rsidRPr="00664788" w:rsidRDefault="005835A8" w:rsidP="005835A8">
                <w:pPr>
                  <w:pStyle w:val="table"/>
                  <w:jc w:val="center"/>
                </w:pPr>
                <w:r w:rsidRPr="000610E3">
                  <w:rPr>
                    <w:rFonts w:ascii="MS Gothic" w:eastAsia="MS Gothic" w:hAnsi="MS Gothic"/>
                  </w:rPr>
                  <w:t>☐</w:t>
                </w:r>
              </w:p>
            </w:tc>
          </w:sdtContent>
        </w:sdt>
        <w:sdt>
          <w:sdtPr>
            <w:id w:val="169156639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F6AA977" w14:textId="77777777" w:rsidR="005835A8" w:rsidRPr="00664788" w:rsidRDefault="005835A8" w:rsidP="005835A8">
                <w:pPr>
                  <w:pStyle w:val="table"/>
                  <w:jc w:val="center"/>
                </w:pPr>
                <w:r w:rsidRPr="000610E3">
                  <w:rPr>
                    <w:rFonts w:ascii="MS Gothic" w:eastAsia="MS Gothic" w:hAnsi="MS Gothic"/>
                  </w:rPr>
                  <w:t>☐</w:t>
                </w:r>
              </w:p>
            </w:tc>
          </w:sdtContent>
        </w:sdt>
        <w:sdt>
          <w:sdtPr>
            <w:id w:val="15959127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F42E11" w14:textId="77777777" w:rsidR="005835A8" w:rsidRPr="00664788" w:rsidRDefault="005835A8" w:rsidP="005835A8">
                <w:pPr>
                  <w:pStyle w:val="table"/>
                  <w:jc w:val="center"/>
                </w:pPr>
                <w:r w:rsidRPr="000610E3">
                  <w:rPr>
                    <w:rFonts w:ascii="MS Gothic" w:eastAsia="MS Gothic" w:hAnsi="MS Gothic"/>
                  </w:rPr>
                  <w:t>☐</w:t>
                </w:r>
              </w:p>
            </w:tc>
          </w:sdtContent>
        </w:sdt>
        <w:sdt>
          <w:sdtPr>
            <w:id w:val="-199177009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983B7C" w14:textId="77777777" w:rsidR="005835A8" w:rsidRPr="00664788" w:rsidRDefault="005835A8" w:rsidP="005835A8">
                <w:pPr>
                  <w:pStyle w:val="table"/>
                  <w:jc w:val="center"/>
                </w:pPr>
                <w:r w:rsidRPr="000610E3">
                  <w:rPr>
                    <w:rFonts w:ascii="MS Gothic" w:eastAsia="MS Gothic" w:hAnsi="MS Gothic"/>
                  </w:rPr>
                  <w:t>☐</w:t>
                </w:r>
              </w:p>
            </w:tc>
          </w:sdtContent>
        </w:sdt>
        <w:sdt>
          <w:sdtPr>
            <w:id w:val="-170470679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62EE0D0" w14:textId="77777777" w:rsidR="005835A8" w:rsidRPr="00664788" w:rsidRDefault="005835A8" w:rsidP="005835A8">
                <w:pPr>
                  <w:pStyle w:val="table"/>
                  <w:jc w:val="center"/>
                </w:pPr>
                <w:r w:rsidRPr="000610E3">
                  <w:rPr>
                    <w:rFonts w:ascii="MS Gothic" w:eastAsia="MS Gothic" w:hAnsi="MS Gothic"/>
                  </w:rPr>
                  <w:t>☐</w:t>
                </w:r>
              </w:p>
            </w:tc>
          </w:sdtContent>
        </w:sdt>
        <w:sdt>
          <w:sdtPr>
            <w:id w:val="94080553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733A18"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2887CD8"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192A20F2" w14:textId="77777777" w:rsidR="005835A8" w:rsidRPr="00664788" w:rsidRDefault="005835A8" w:rsidP="005835A8">
            <w:pPr>
              <w:spacing w:before="40" w:after="40" w:line="240" w:lineRule="auto"/>
              <w:rPr>
                <w:color w:val="FFFFFF" w:themeColor="background1"/>
              </w:rPr>
            </w:pPr>
          </w:p>
        </w:tc>
      </w:tr>
      <w:tr w:rsidR="005835A8" w:rsidRPr="00664788" w14:paraId="70DF990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C904581" w14:textId="04320A79" w:rsidR="005835A8" w:rsidRPr="00664788" w:rsidRDefault="005835A8" w:rsidP="005835A8">
            <w:pPr>
              <w:pStyle w:val="table"/>
            </w:pPr>
            <w:r>
              <w:t>Radio, CB Radio</w:t>
            </w:r>
          </w:p>
        </w:tc>
        <w:sdt>
          <w:sdtPr>
            <w:id w:val="-134477255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5C76970" w14:textId="77777777" w:rsidR="005835A8" w:rsidRPr="00664788" w:rsidRDefault="005835A8" w:rsidP="005835A8">
                <w:pPr>
                  <w:pStyle w:val="table"/>
                  <w:jc w:val="center"/>
                </w:pPr>
                <w:r w:rsidRPr="0008747B">
                  <w:rPr>
                    <w:rFonts w:ascii="MS Gothic" w:eastAsia="MS Gothic" w:hAnsi="MS Gothic"/>
                  </w:rPr>
                  <w:t>☐</w:t>
                </w:r>
              </w:p>
            </w:tc>
          </w:sdtContent>
        </w:sdt>
        <w:sdt>
          <w:sdtPr>
            <w:id w:val="64701587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24D46B" w14:textId="77777777" w:rsidR="005835A8" w:rsidRPr="00664788" w:rsidRDefault="005835A8" w:rsidP="005835A8">
                <w:pPr>
                  <w:pStyle w:val="table"/>
                  <w:jc w:val="center"/>
                </w:pPr>
                <w:r w:rsidRPr="000610E3">
                  <w:rPr>
                    <w:rFonts w:ascii="MS Gothic" w:eastAsia="MS Gothic" w:hAnsi="MS Gothic"/>
                  </w:rPr>
                  <w:t>☐</w:t>
                </w:r>
              </w:p>
            </w:tc>
          </w:sdtContent>
        </w:sdt>
        <w:sdt>
          <w:sdtPr>
            <w:id w:val="47310735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5F5C179" w14:textId="77777777" w:rsidR="005835A8" w:rsidRPr="00664788" w:rsidRDefault="005835A8" w:rsidP="005835A8">
                <w:pPr>
                  <w:pStyle w:val="table"/>
                  <w:jc w:val="center"/>
                </w:pPr>
                <w:r w:rsidRPr="000610E3">
                  <w:rPr>
                    <w:rFonts w:ascii="MS Gothic" w:eastAsia="MS Gothic" w:hAnsi="MS Gothic"/>
                  </w:rPr>
                  <w:t>☐</w:t>
                </w:r>
              </w:p>
            </w:tc>
          </w:sdtContent>
        </w:sdt>
        <w:sdt>
          <w:sdtPr>
            <w:id w:val="-41702262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00C0611" w14:textId="77777777" w:rsidR="005835A8" w:rsidRPr="00664788" w:rsidRDefault="005835A8" w:rsidP="005835A8">
                <w:pPr>
                  <w:pStyle w:val="table"/>
                  <w:jc w:val="center"/>
                </w:pPr>
                <w:r w:rsidRPr="000610E3">
                  <w:rPr>
                    <w:rFonts w:ascii="MS Gothic" w:eastAsia="MS Gothic" w:hAnsi="MS Gothic"/>
                  </w:rPr>
                  <w:t>☐</w:t>
                </w:r>
              </w:p>
            </w:tc>
          </w:sdtContent>
        </w:sdt>
        <w:sdt>
          <w:sdtPr>
            <w:id w:val="-124896187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517C1D" w14:textId="77777777" w:rsidR="005835A8" w:rsidRPr="00664788" w:rsidRDefault="005835A8" w:rsidP="005835A8">
                <w:pPr>
                  <w:pStyle w:val="table"/>
                  <w:jc w:val="center"/>
                </w:pPr>
                <w:r w:rsidRPr="000610E3">
                  <w:rPr>
                    <w:rFonts w:ascii="MS Gothic" w:eastAsia="MS Gothic" w:hAnsi="MS Gothic"/>
                  </w:rPr>
                  <w:t>☐</w:t>
                </w:r>
              </w:p>
            </w:tc>
          </w:sdtContent>
        </w:sdt>
        <w:sdt>
          <w:sdtPr>
            <w:id w:val="-144822907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133861" w14:textId="77777777" w:rsidR="005835A8" w:rsidRPr="00664788" w:rsidRDefault="005835A8" w:rsidP="005835A8">
                <w:pPr>
                  <w:pStyle w:val="table"/>
                  <w:jc w:val="center"/>
                </w:pPr>
                <w:r w:rsidRPr="000610E3">
                  <w:rPr>
                    <w:rFonts w:ascii="MS Gothic" w:eastAsia="MS Gothic" w:hAnsi="MS Gothic"/>
                  </w:rPr>
                  <w:t>☐</w:t>
                </w:r>
              </w:p>
            </w:tc>
          </w:sdtContent>
        </w:sdt>
        <w:sdt>
          <w:sdtPr>
            <w:id w:val="-186095956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66C4E6"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E9C4EFF"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2D8F6342" w14:textId="77777777" w:rsidR="005835A8" w:rsidRPr="00664788" w:rsidRDefault="005835A8" w:rsidP="005835A8">
            <w:pPr>
              <w:spacing w:before="40" w:after="40" w:line="240" w:lineRule="auto"/>
              <w:rPr>
                <w:color w:val="FFFFFF" w:themeColor="background1"/>
              </w:rPr>
            </w:pPr>
          </w:p>
        </w:tc>
      </w:tr>
      <w:tr w:rsidR="005835A8" w:rsidRPr="00664788" w14:paraId="7D029C5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CFE1794" w14:textId="3A55DD9C" w:rsidR="005835A8" w:rsidRPr="00664788" w:rsidRDefault="005835A8" w:rsidP="005835A8">
            <w:pPr>
              <w:pStyle w:val="table"/>
            </w:pPr>
            <w:r>
              <w:t>Console, cup holders</w:t>
            </w:r>
          </w:p>
        </w:tc>
        <w:sdt>
          <w:sdtPr>
            <w:id w:val="-28319279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ADB5C9C" w14:textId="77777777" w:rsidR="005835A8" w:rsidRPr="00664788" w:rsidRDefault="005835A8" w:rsidP="005835A8">
                <w:pPr>
                  <w:pStyle w:val="table"/>
                  <w:jc w:val="center"/>
                </w:pPr>
                <w:r w:rsidRPr="0008747B">
                  <w:rPr>
                    <w:rFonts w:ascii="MS Gothic" w:eastAsia="MS Gothic" w:hAnsi="MS Gothic"/>
                  </w:rPr>
                  <w:t>☐</w:t>
                </w:r>
              </w:p>
            </w:tc>
          </w:sdtContent>
        </w:sdt>
        <w:sdt>
          <w:sdtPr>
            <w:id w:val="-123338592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7CB053" w14:textId="77777777" w:rsidR="005835A8" w:rsidRPr="00664788" w:rsidRDefault="005835A8" w:rsidP="005835A8">
                <w:pPr>
                  <w:pStyle w:val="table"/>
                  <w:jc w:val="center"/>
                </w:pPr>
                <w:r w:rsidRPr="000610E3">
                  <w:rPr>
                    <w:rFonts w:ascii="MS Gothic" w:eastAsia="MS Gothic" w:hAnsi="MS Gothic"/>
                  </w:rPr>
                  <w:t>☐</w:t>
                </w:r>
              </w:p>
            </w:tc>
          </w:sdtContent>
        </w:sdt>
        <w:sdt>
          <w:sdtPr>
            <w:id w:val="12127862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6855052" w14:textId="77777777" w:rsidR="005835A8" w:rsidRPr="00664788" w:rsidRDefault="005835A8" w:rsidP="005835A8">
                <w:pPr>
                  <w:pStyle w:val="table"/>
                  <w:jc w:val="center"/>
                </w:pPr>
                <w:r w:rsidRPr="000610E3">
                  <w:rPr>
                    <w:rFonts w:ascii="MS Gothic" w:eastAsia="MS Gothic" w:hAnsi="MS Gothic"/>
                  </w:rPr>
                  <w:t>☐</w:t>
                </w:r>
              </w:p>
            </w:tc>
          </w:sdtContent>
        </w:sdt>
        <w:sdt>
          <w:sdtPr>
            <w:id w:val="-139789499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3673068" w14:textId="77777777" w:rsidR="005835A8" w:rsidRPr="00664788" w:rsidRDefault="005835A8" w:rsidP="005835A8">
                <w:pPr>
                  <w:pStyle w:val="table"/>
                  <w:jc w:val="center"/>
                </w:pPr>
                <w:r w:rsidRPr="000610E3">
                  <w:rPr>
                    <w:rFonts w:ascii="MS Gothic" w:eastAsia="MS Gothic" w:hAnsi="MS Gothic"/>
                  </w:rPr>
                  <w:t>☐</w:t>
                </w:r>
              </w:p>
            </w:tc>
          </w:sdtContent>
        </w:sdt>
        <w:sdt>
          <w:sdtPr>
            <w:id w:val="134120831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8B8DEB9" w14:textId="77777777" w:rsidR="005835A8" w:rsidRPr="00664788" w:rsidRDefault="005835A8" w:rsidP="005835A8">
                <w:pPr>
                  <w:pStyle w:val="table"/>
                  <w:jc w:val="center"/>
                </w:pPr>
                <w:r w:rsidRPr="000610E3">
                  <w:rPr>
                    <w:rFonts w:ascii="MS Gothic" w:eastAsia="MS Gothic" w:hAnsi="MS Gothic"/>
                  </w:rPr>
                  <w:t>☐</w:t>
                </w:r>
              </w:p>
            </w:tc>
          </w:sdtContent>
        </w:sdt>
        <w:sdt>
          <w:sdtPr>
            <w:id w:val="117901248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74529FD" w14:textId="77777777" w:rsidR="005835A8" w:rsidRPr="00664788" w:rsidRDefault="005835A8" w:rsidP="005835A8">
                <w:pPr>
                  <w:pStyle w:val="table"/>
                  <w:jc w:val="center"/>
                </w:pPr>
                <w:r w:rsidRPr="000610E3">
                  <w:rPr>
                    <w:rFonts w:ascii="MS Gothic" w:eastAsia="MS Gothic" w:hAnsi="MS Gothic"/>
                  </w:rPr>
                  <w:t>☐</w:t>
                </w:r>
              </w:p>
            </w:tc>
          </w:sdtContent>
        </w:sdt>
        <w:sdt>
          <w:sdtPr>
            <w:id w:val="77097901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3688D08"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CF70F45"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0D11C015" w14:textId="77777777" w:rsidR="005835A8" w:rsidRPr="00664788" w:rsidRDefault="005835A8" w:rsidP="005835A8">
            <w:pPr>
              <w:spacing w:before="40" w:after="40" w:line="240" w:lineRule="auto"/>
              <w:rPr>
                <w:color w:val="FFFFFF" w:themeColor="background1"/>
              </w:rPr>
            </w:pPr>
          </w:p>
        </w:tc>
      </w:tr>
      <w:tr w:rsidR="005835A8" w:rsidRPr="00664788" w14:paraId="1D4C003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8340CEB" w14:textId="640F47F7" w:rsidR="005835A8" w:rsidRPr="00664788" w:rsidRDefault="005835A8" w:rsidP="005835A8">
            <w:pPr>
              <w:pStyle w:val="table"/>
            </w:pPr>
            <w:r>
              <w:t>Glove box and handle</w:t>
            </w:r>
          </w:p>
        </w:tc>
        <w:sdt>
          <w:sdtPr>
            <w:id w:val="88814316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E07B73" w14:textId="77777777" w:rsidR="005835A8" w:rsidRPr="00664788" w:rsidRDefault="005835A8" w:rsidP="005835A8">
                <w:pPr>
                  <w:pStyle w:val="table"/>
                  <w:jc w:val="center"/>
                </w:pPr>
                <w:r w:rsidRPr="0008747B">
                  <w:rPr>
                    <w:rFonts w:ascii="MS Gothic" w:eastAsia="MS Gothic" w:hAnsi="MS Gothic"/>
                  </w:rPr>
                  <w:t>☐</w:t>
                </w:r>
              </w:p>
            </w:tc>
          </w:sdtContent>
        </w:sdt>
        <w:sdt>
          <w:sdtPr>
            <w:id w:val="107624633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1ECA9B7" w14:textId="77777777" w:rsidR="005835A8" w:rsidRPr="00664788" w:rsidRDefault="005835A8" w:rsidP="005835A8">
                <w:pPr>
                  <w:pStyle w:val="table"/>
                  <w:jc w:val="center"/>
                </w:pPr>
                <w:r w:rsidRPr="000610E3">
                  <w:rPr>
                    <w:rFonts w:ascii="MS Gothic" w:eastAsia="MS Gothic" w:hAnsi="MS Gothic"/>
                  </w:rPr>
                  <w:t>☐</w:t>
                </w:r>
              </w:p>
            </w:tc>
          </w:sdtContent>
        </w:sdt>
        <w:sdt>
          <w:sdtPr>
            <w:id w:val="201233053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37C17F" w14:textId="77777777" w:rsidR="005835A8" w:rsidRPr="00664788" w:rsidRDefault="005835A8" w:rsidP="005835A8">
                <w:pPr>
                  <w:pStyle w:val="table"/>
                  <w:jc w:val="center"/>
                </w:pPr>
                <w:r w:rsidRPr="000610E3">
                  <w:rPr>
                    <w:rFonts w:ascii="MS Gothic" w:eastAsia="MS Gothic" w:hAnsi="MS Gothic"/>
                  </w:rPr>
                  <w:t>☐</w:t>
                </w:r>
              </w:p>
            </w:tc>
          </w:sdtContent>
        </w:sdt>
        <w:sdt>
          <w:sdtPr>
            <w:id w:val="148690348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907142F" w14:textId="77777777" w:rsidR="005835A8" w:rsidRPr="00664788" w:rsidRDefault="005835A8" w:rsidP="005835A8">
                <w:pPr>
                  <w:pStyle w:val="table"/>
                  <w:jc w:val="center"/>
                </w:pPr>
                <w:r w:rsidRPr="000610E3">
                  <w:rPr>
                    <w:rFonts w:ascii="MS Gothic" w:eastAsia="MS Gothic" w:hAnsi="MS Gothic"/>
                  </w:rPr>
                  <w:t>☐</w:t>
                </w:r>
              </w:p>
            </w:tc>
          </w:sdtContent>
        </w:sdt>
        <w:sdt>
          <w:sdtPr>
            <w:id w:val="125871750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9E0A0B" w14:textId="77777777" w:rsidR="005835A8" w:rsidRPr="00664788" w:rsidRDefault="005835A8" w:rsidP="005835A8">
                <w:pPr>
                  <w:pStyle w:val="table"/>
                  <w:jc w:val="center"/>
                </w:pPr>
                <w:r w:rsidRPr="000610E3">
                  <w:rPr>
                    <w:rFonts w:ascii="MS Gothic" w:eastAsia="MS Gothic" w:hAnsi="MS Gothic"/>
                  </w:rPr>
                  <w:t>☐</w:t>
                </w:r>
              </w:p>
            </w:tc>
          </w:sdtContent>
        </w:sdt>
        <w:sdt>
          <w:sdtPr>
            <w:id w:val="-50003730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CF41FF7" w14:textId="77777777" w:rsidR="005835A8" w:rsidRPr="00664788" w:rsidRDefault="005835A8" w:rsidP="005835A8">
                <w:pPr>
                  <w:pStyle w:val="table"/>
                  <w:jc w:val="center"/>
                </w:pPr>
                <w:r w:rsidRPr="000610E3">
                  <w:rPr>
                    <w:rFonts w:ascii="MS Gothic" w:eastAsia="MS Gothic" w:hAnsi="MS Gothic"/>
                  </w:rPr>
                  <w:t>☐</w:t>
                </w:r>
              </w:p>
            </w:tc>
          </w:sdtContent>
        </w:sdt>
        <w:sdt>
          <w:sdtPr>
            <w:id w:val="-152970870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C7B03A6"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647C4A2"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0A4F3FB7" w14:textId="77777777" w:rsidR="005835A8" w:rsidRPr="00664788" w:rsidRDefault="005835A8" w:rsidP="005835A8">
            <w:pPr>
              <w:spacing w:before="40" w:after="40" w:line="240" w:lineRule="auto"/>
              <w:rPr>
                <w:color w:val="FFFFFF" w:themeColor="background1"/>
              </w:rPr>
            </w:pPr>
          </w:p>
        </w:tc>
      </w:tr>
      <w:tr w:rsidR="005835A8" w:rsidRPr="00664788" w14:paraId="79B68E7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7AFE777" w14:textId="61BB5E63" w:rsidR="005835A8" w:rsidRPr="00664788" w:rsidRDefault="005835A8" w:rsidP="005835A8">
            <w:pPr>
              <w:pStyle w:val="table"/>
            </w:pPr>
            <w:r>
              <w:t>Passenger door</w:t>
            </w:r>
          </w:p>
        </w:tc>
        <w:sdt>
          <w:sdtPr>
            <w:id w:val="169457908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24F7249" w14:textId="77777777" w:rsidR="005835A8" w:rsidRPr="00664788" w:rsidRDefault="005835A8" w:rsidP="005835A8">
                <w:pPr>
                  <w:pStyle w:val="table"/>
                  <w:jc w:val="center"/>
                </w:pPr>
                <w:r w:rsidRPr="0008747B">
                  <w:rPr>
                    <w:rFonts w:ascii="MS Gothic" w:eastAsia="MS Gothic" w:hAnsi="MS Gothic"/>
                  </w:rPr>
                  <w:t>☐</w:t>
                </w:r>
              </w:p>
            </w:tc>
          </w:sdtContent>
        </w:sdt>
        <w:sdt>
          <w:sdtPr>
            <w:id w:val="-85264402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E01AE2" w14:textId="77777777" w:rsidR="005835A8" w:rsidRPr="00664788" w:rsidRDefault="005835A8" w:rsidP="005835A8">
                <w:pPr>
                  <w:pStyle w:val="table"/>
                  <w:jc w:val="center"/>
                </w:pPr>
                <w:r w:rsidRPr="000610E3">
                  <w:rPr>
                    <w:rFonts w:ascii="MS Gothic" w:eastAsia="MS Gothic" w:hAnsi="MS Gothic"/>
                  </w:rPr>
                  <w:t>☐</w:t>
                </w:r>
              </w:p>
            </w:tc>
          </w:sdtContent>
        </w:sdt>
        <w:sdt>
          <w:sdtPr>
            <w:id w:val="110322570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742B10" w14:textId="77777777" w:rsidR="005835A8" w:rsidRPr="00664788" w:rsidRDefault="005835A8" w:rsidP="005835A8">
                <w:pPr>
                  <w:pStyle w:val="table"/>
                  <w:jc w:val="center"/>
                </w:pPr>
                <w:r w:rsidRPr="000610E3">
                  <w:rPr>
                    <w:rFonts w:ascii="MS Gothic" w:eastAsia="MS Gothic" w:hAnsi="MS Gothic"/>
                  </w:rPr>
                  <w:t>☐</w:t>
                </w:r>
              </w:p>
            </w:tc>
          </w:sdtContent>
        </w:sdt>
        <w:sdt>
          <w:sdtPr>
            <w:id w:val="175901898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A5094A" w14:textId="77777777" w:rsidR="005835A8" w:rsidRPr="00664788" w:rsidRDefault="005835A8" w:rsidP="005835A8">
                <w:pPr>
                  <w:pStyle w:val="table"/>
                  <w:jc w:val="center"/>
                </w:pPr>
                <w:r w:rsidRPr="000610E3">
                  <w:rPr>
                    <w:rFonts w:ascii="MS Gothic" w:eastAsia="MS Gothic" w:hAnsi="MS Gothic"/>
                  </w:rPr>
                  <w:t>☐</w:t>
                </w:r>
              </w:p>
            </w:tc>
          </w:sdtContent>
        </w:sdt>
        <w:sdt>
          <w:sdtPr>
            <w:id w:val="75941628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6214C1" w14:textId="77777777" w:rsidR="005835A8" w:rsidRPr="00664788" w:rsidRDefault="005835A8" w:rsidP="005835A8">
                <w:pPr>
                  <w:pStyle w:val="table"/>
                  <w:jc w:val="center"/>
                </w:pPr>
                <w:r w:rsidRPr="000610E3">
                  <w:rPr>
                    <w:rFonts w:ascii="MS Gothic" w:eastAsia="MS Gothic" w:hAnsi="MS Gothic"/>
                  </w:rPr>
                  <w:t>☐</w:t>
                </w:r>
              </w:p>
            </w:tc>
          </w:sdtContent>
        </w:sdt>
        <w:sdt>
          <w:sdtPr>
            <w:id w:val="147147672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2C304C8" w14:textId="77777777" w:rsidR="005835A8" w:rsidRPr="00664788" w:rsidRDefault="005835A8" w:rsidP="005835A8">
                <w:pPr>
                  <w:pStyle w:val="table"/>
                  <w:jc w:val="center"/>
                </w:pPr>
                <w:r w:rsidRPr="000610E3">
                  <w:rPr>
                    <w:rFonts w:ascii="MS Gothic" w:eastAsia="MS Gothic" w:hAnsi="MS Gothic"/>
                  </w:rPr>
                  <w:t>☐</w:t>
                </w:r>
              </w:p>
            </w:tc>
          </w:sdtContent>
        </w:sdt>
        <w:sdt>
          <w:sdtPr>
            <w:id w:val="-40514011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E9B503D"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761F6FF"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144D6F61" w14:textId="77777777" w:rsidR="005835A8" w:rsidRPr="00664788" w:rsidRDefault="005835A8" w:rsidP="005835A8">
            <w:pPr>
              <w:spacing w:before="40" w:after="40" w:line="240" w:lineRule="auto"/>
              <w:rPr>
                <w:color w:val="FFFFFF" w:themeColor="background1"/>
              </w:rPr>
            </w:pPr>
          </w:p>
        </w:tc>
      </w:tr>
      <w:tr w:rsidR="005835A8" w:rsidRPr="00664788" w14:paraId="234CC9AF"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B835359" w14:textId="77777777" w:rsidR="005835A8" w:rsidRPr="00664788" w:rsidRDefault="005835A8" w:rsidP="005835A8">
            <w:pPr>
              <w:pStyle w:val="table"/>
            </w:pPr>
          </w:p>
        </w:tc>
        <w:sdt>
          <w:sdtPr>
            <w:id w:val="63653177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821767E" w14:textId="77777777" w:rsidR="005835A8" w:rsidRPr="00664788" w:rsidRDefault="005835A8" w:rsidP="005835A8">
                <w:pPr>
                  <w:pStyle w:val="table"/>
                  <w:jc w:val="center"/>
                </w:pPr>
                <w:r w:rsidRPr="0008747B">
                  <w:rPr>
                    <w:rFonts w:ascii="MS Gothic" w:eastAsia="MS Gothic" w:hAnsi="MS Gothic"/>
                  </w:rPr>
                  <w:t>☐</w:t>
                </w:r>
              </w:p>
            </w:tc>
          </w:sdtContent>
        </w:sdt>
        <w:sdt>
          <w:sdtPr>
            <w:id w:val="-177986158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6CB8EAD" w14:textId="77777777" w:rsidR="005835A8" w:rsidRPr="00664788" w:rsidRDefault="005835A8" w:rsidP="005835A8">
                <w:pPr>
                  <w:pStyle w:val="table"/>
                  <w:jc w:val="center"/>
                </w:pPr>
                <w:r w:rsidRPr="000610E3">
                  <w:rPr>
                    <w:rFonts w:ascii="MS Gothic" w:eastAsia="MS Gothic" w:hAnsi="MS Gothic"/>
                  </w:rPr>
                  <w:t>☐</w:t>
                </w:r>
              </w:p>
            </w:tc>
          </w:sdtContent>
        </w:sdt>
        <w:sdt>
          <w:sdtPr>
            <w:id w:val="93401305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2D4096" w14:textId="77777777" w:rsidR="005835A8" w:rsidRPr="00664788" w:rsidRDefault="005835A8" w:rsidP="005835A8">
                <w:pPr>
                  <w:pStyle w:val="table"/>
                  <w:jc w:val="center"/>
                </w:pPr>
                <w:r w:rsidRPr="000610E3">
                  <w:rPr>
                    <w:rFonts w:ascii="MS Gothic" w:eastAsia="MS Gothic" w:hAnsi="MS Gothic"/>
                  </w:rPr>
                  <w:t>☐</w:t>
                </w:r>
              </w:p>
            </w:tc>
          </w:sdtContent>
        </w:sdt>
        <w:sdt>
          <w:sdtPr>
            <w:id w:val="-208613253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13AE1B" w14:textId="77777777" w:rsidR="005835A8" w:rsidRPr="00664788" w:rsidRDefault="005835A8" w:rsidP="005835A8">
                <w:pPr>
                  <w:pStyle w:val="table"/>
                  <w:jc w:val="center"/>
                </w:pPr>
                <w:r w:rsidRPr="000610E3">
                  <w:rPr>
                    <w:rFonts w:ascii="MS Gothic" w:eastAsia="MS Gothic" w:hAnsi="MS Gothic"/>
                  </w:rPr>
                  <w:t>☐</w:t>
                </w:r>
              </w:p>
            </w:tc>
          </w:sdtContent>
        </w:sdt>
        <w:sdt>
          <w:sdtPr>
            <w:id w:val="92083469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0B2610" w14:textId="77777777" w:rsidR="005835A8" w:rsidRPr="00664788" w:rsidRDefault="005835A8" w:rsidP="005835A8">
                <w:pPr>
                  <w:pStyle w:val="table"/>
                  <w:jc w:val="center"/>
                </w:pPr>
                <w:r w:rsidRPr="000610E3">
                  <w:rPr>
                    <w:rFonts w:ascii="MS Gothic" w:eastAsia="MS Gothic" w:hAnsi="MS Gothic"/>
                  </w:rPr>
                  <w:t>☐</w:t>
                </w:r>
              </w:p>
            </w:tc>
          </w:sdtContent>
        </w:sdt>
        <w:sdt>
          <w:sdtPr>
            <w:id w:val="177103833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9C00F00" w14:textId="77777777" w:rsidR="005835A8" w:rsidRPr="00664788" w:rsidRDefault="005835A8" w:rsidP="005835A8">
                <w:pPr>
                  <w:pStyle w:val="table"/>
                  <w:jc w:val="center"/>
                </w:pPr>
                <w:r w:rsidRPr="000610E3">
                  <w:rPr>
                    <w:rFonts w:ascii="MS Gothic" w:eastAsia="MS Gothic" w:hAnsi="MS Gothic"/>
                  </w:rPr>
                  <w:t>☐</w:t>
                </w:r>
              </w:p>
            </w:tc>
          </w:sdtContent>
        </w:sdt>
        <w:sdt>
          <w:sdtPr>
            <w:id w:val="-185934772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0C4F03"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B400208"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019A9B84" w14:textId="77777777" w:rsidR="005835A8" w:rsidRPr="00664788" w:rsidRDefault="005835A8" w:rsidP="005835A8">
            <w:pPr>
              <w:spacing w:before="40" w:after="40" w:line="240" w:lineRule="auto"/>
              <w:rPr>
                <w:color w:val="FFFFFF" w:themeColor="background1"/>
              </w:rPr>
            </w:pPr>
          </w:p>
        </w:tc>
      </w:tr>
      <w:tr w:rsidR="005835A8" w:rsidRPr="00664788" w14:paraId="40413FF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3E1F0ED" w14:textId="77777777" w:rsidR="005835A8" w:rsidRPr="00664788" w:rsidRDefault="005835A8" w:rsidP="005835A8">
            <w:pPr>
              <w:pStyle w:val="table"/>
            </w:pPr>
          </w:p>
        </w:tc>
        <w:sdt>
          <w:sdtPr>
            <w:id w:val="137303713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E49BD7" w14:textId="77777777" w:rsidR="005835A8" w:rsidRPr="00664788" w:rsidRDefault="005835A8" w:rsidP="005835A8">
                <w:pPr>
                  <w:pStyle w:val="table"/>
                  <w:jc w:val="center"/>
                </w:pPr>
                <w:r w:rsidRPr="0008747B">
                  <w:rPr>
                    <w:rFonts w:ascii="MS Gothic" w:eastAsia="MS Gothic" w:hAnsi="MS Gothic"/>
                  </w:rPr>
                  <w:t>☐</w:t>
                </w:r>
              </w:p>
            </w:tc>
          </w:sdtContent>
        </w:sdt>
        <w:sdt>
          <w:sdtPr>
            <w:id w:val="-393737312"/>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63B39E8" w14:textId="77777777" w:rsidR="005835A8" w:rsidRPr="00664788" w:rsidRDefault="005835A8" w:rsidP="005835A8">
                <w:pPr>
                  <w:pStyle w:val="table"/>
                  <w:jc w:val="center"/>
                </w:pPr>
                <w:r w:rsidRPr="000610E3">
                  <w:rPr>
                    <w:rFonts w:ascii="MS Gothic" w:eastAsia="MS Gothic" w:hAnsi="MS Gothic"/>
                  </w:rPr>
                  <w:t>☐</w:t>
                </w:r>
              </w:p>
            </w:tc>
          </w:sdtContent>
        </w:sdt>
        <w:sdt>
          <w:sdtPr>
            <w:id w:val="95529076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2958F8" w14:textId="77777777" w:rsidR="005835A8" w:rsidRPr="00664788" w:rsidRDefault="005835A8" w:rsidP="005835A8">
                <w:pPr>
                  <w:pStyle w:val="table"/>
                  <w:jc w:val="center"/>
                </w:pPr>
                <w:r w:rsidRPr="000610E3">
                  <w:rPr>
                    <w:rFonts w:ascii="MS Gothic" w:eastAsia="MS Gothic" w:hAnsi="MS Gothic"/>
                  </w:rPr>
                  <w:t>☐</w:t>
                </w:r>
              </w:p>
            </w:tc>
          </w:sdtContent>
        </w:sdt>
        <w:sdt>
          <w:sdtPr>
            <w:id w:val="-80254081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46D3D9" w14:textId="77777777" w:rsidR="005835A8" w:rsidRPr="00664788" w:rsidRDefault="005835A8" w:rsidP="005835A8">
                <w:pPr>
                  <w:pStyle w:val="table"/>
                  <w:jc w:val="center"/>
                </w:pPr>
                <w:r w:rsidRPr="000610E3">
                  <w:rPr>
                    <w:rFonts w:ascii="MS Gothic" w:eastAsia="MS Gothic" w:hAnsi="MS Gothic"/>
                  </w:rPr>
                  <w:t>☐</w:t>
                </w:r>
              </w:p>
            </w:tc>
          </w:sdtContent>
        </w:sdt>
        <w:sdt>
          <w:sdtPr>
            <w:id w:val="55566212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239F6B0" w14:textId="77777777" w:rsidR="005835A8" w:rsidRPr="00664788" w:rsidRDefault="005835A8" w:rsidP="005835A8">
                <w:pPr>
                  <w:pStyle w:val="table"/>
                  <w:jc w:val="center"/>
                </w:pPr>
                <w:r w:rsidRPr="000610E3">
                  <w:rPr>
                    <w:rFonts w:ascii="MS Gothic" w:eastAsia="MS Gothic" w:hAnsi="MS Gothic"/>
                  </w:rPr>
                  <w:t>☐</w:t>
                </w:r>
              </w:p>
            </w:tc>
          </w:sdtContent>
        </w:sdt>
        <w:sdt>
          <w:sdtPr>
            <w:id w:val="-214395698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4B98305" w14:textId="77777777" w:rsidR="005835A8" w:rsidRPr="00664788" w:rsidRDefault="005835A8" w:rsidP="005835A8">
                <w:pPr>
                  <w:pStyle w:val="table"/>
                  <w:jc w:val="center"/>
                </w:pPr>
                <w:r w:rsidRPr="000610E3">
                  <w:rPr>
                    <w:rFonts w:ascii="MS Gothic" w:eastAsia="MS Gothic" w:hAnsi="MS Gothic"/>
                  </w:rPr>
                  <w:t>☐</w:t>
                </w:r>
              </w:p>
            </w:tc>
          </w:sdtContent>
        </w:sdt>
        <w:sdt>
          <w:sdtPr>
            <w:id w:val="205642411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BE442CA"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EE30F69" w14:textId="77777777" w:rsidR="005835A8" w:rsidRPr="00664788" w:rsidRDefault="005835A8" w:rsidP="005835A8">
            <w:pPr>
              <w:spacing w:line="240" w:lineRule="auto"/>
            </w:pPr>
          </w:p>
        </w:tc>
        <w:tc>
          <w:tcPr>
            <w:tcW w:w="3554" w:type="dxa"/>
            <w:vMerge w:val="restart"/>
            <w:tcBorders>
              <w:top w:val="nil"/>
              <w:left w:val="nil"/>
              <w:bottom w:val="nil"/>
              <w:right w:val="nil"/>
            </w:tcBorders>
            <w:shd w:val="clear" w:color="auto" w:fill="91A8AE" w:themeFill="accent3"/>
            <w:vAlign w:val="center"/>
          </w:tcPr>
          <w:p w14:paraId="07D2E253" w14:textId="77777777" w:rsidR="005835A8" w:rsidRPr="00664788" w:rsidRDefault="005835A8" w:rsidP="005835A8">
            <w:pPr>
              <w:spacing w:before="0" w:after="80" w:line="240" w:lineRule="auto"/>
              <w:rPr>
                <w:color w:val="FFFFFF" w:themeColor="background1"/>
              </w:rPr>
            </w:pPr>
          </w:p>
        </w:tc>
      </w:tr>
      <w:tr w:rsidR="005835A8" w:rsidRPr="00664788" w14:paraId="04BE4E4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23F3727" w14:textId="77777777" w:rsidR="005835A8" w:rsidRPr="00664788" w:rsidRDefault="005835A8" w:rsidP="005835A8">
            <w:pPr>
              <w:pStyle w:val="table"/>
            </w:pPr>
          </w:p>
        </w:tc>
        <w:sdt>
          <w:sdtPr>
            <w:id w:val="183840977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E339FE4" w14:textId="77777777" w:rsidR="005835A8" w:rsidRPr="00664788" w:rsidRDefault="005835A8" w:rsidP="005835A8">
                <w:pPr>
                  <w:pStyle w:val="table"/>
                  <w:jc w:val="center"/>
                </w:pPr>
                <w:r w:rsidRPr="0008747B">
                  <w:rPr>
                    <w:rFonts w:ascii="MS Gothic" w:eastAsia="MS Gothic" w:hAnsi="MS Gothic"/>
                  </w:rPr>
                  <w:t>☐</w:t>
                </w:r>
              </w:p>
            </w:tc>
          </w:sdtContent>
        </w:sdt>
        <w:sdt>
          <w:sdtPr>
            <w:id w:val="21000756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D89EE08" w14:textId="77777777" w:rsidR="005835A8" w:rsidRPr="00664788" w:rsidRDefault="005835A8" w:rsidP="005835A8">
                <w:pPr>
                  <w:pStyle w:val="table"/>
                  <w:jc w:val="center"/>
                </w:pPr>
                <w:r w:rsidRPr="000610E3">
                  <w:rPr>
                    <w:rFonts w:ascii="MS Gothic" w:eastAsia="MS Gothic" w:hAnsi="MS Gothic"/>
                  </w:rPr>
                  <w:t>☐</w:t>
                </w:r>
              </w:p>
            </w:tc>
          </w:sdtContent>
        </w:sdt>
        <w:sdt>
          <w:sdtPr>
            <w:id w:val="-203788191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7D7AA7" w14:textId="77777777" w:rsidR="005835A8" w:rsidRPr="00664788" w:rsidRDefault="005835A8" w:rsidP="005835A8">
                <w:pPr>
                  <w:pStyle w:val="table"/>
                  <w:jc w:val="center"/>
                </w:pPr>
                <w:r w:rsidRPr="000610E3">
                  <w:rPr>
                    <w:rFonts w:ascii="MS Gothic" w:eastAsia="MS Gothic" w:hAnsi="MS Gothic"/>
                  </w:rPr>
                  <w:t>☐</w:t>
                </w:r>
              </w:p>
            </w:tc>
          </w:sdtContent>
        </w:sdt>
        <w:sdt>
          <w:sdtPr>
            <w:id w:val="126279573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D73906" w14:textId="77777777" w:rsidR="005835A8" w:rsidRPr="00664788" w:rsidRDefault="005835A8" w:rsidP="005835A8">
                <w:pPr>
                  <w:pStyle w:val="table"/>
                  <w:jc w:val="center"/>
                </w:pPr>
                <w:r w:rsidRPr="000610E3">
                  <w:rPr>
                    <w:rFonts w:ascii="MS Gothic" w:eastAsia="MS Gothic" w:hAnsi="MS Gothic"/>
                  </w:rPr>
                  <w:t>☐</w:t>
                </w:r>
              </w:p>
            </w:tc>
          </w:sdtContent>
        </w:sdt>
        <w:sdt>
          <w:sdtPr>
            <w:id w:val="-210232002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B38BA6" w14:textId="77777777" w:rsidR="005835A8" w:rsidRPr="00664788" w:rsidRDefault="005835A8" w:rsidP="005835A8">
                <w:pPr>
                  <w:pStyle w:val="table"/>
                  <w:jc w:val="center"/>
                </w:pPr>
                <w:r w:rsidRPr="000610E3">
                  <w:rPr>
                    <w:rFonts w:ascii="MS Gothic" w:eastAsia="MS Gothic" w:hAnsi="MS Gothic"/>
                  </w:rPr>
                  <w:t>☐</w:t>
                </w:r>
              </w:p>
            </w:tc>
          </w:sdtContent>
        </w:sdt>
        <w:sdt>
          <w:sdtPr>
            <w:id w:val="187750691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5012B6E" w14:textId="77777777" w:rsidR="005835A8" w:rsidRPr="00664788" w:rsidRDefault="005835A8" w:rsidP="005835A8">
                <w:pPr>
                  <w:pStyle w:val="table"/>
                  <w:jc w:val="center"/>
                </w:pPr>
                <w:r w:rsidRPr="000610E3">
                  <w:rPr>
                    <w:rFonts w:ascii="MS Gothic" w:eastAsia="MS Gothic" w:hAnsi="MS Gothic"/>
                  </w:rPr>
                  <w:t>☐</w:t>
                </w:r>
              </w:p>
            </w:tc>
          </w:sdtContent>
        </w:sdt>
        <w:sdt>
          <w:sdtPr>
            <w:id w:val="214661457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EC09C8"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2400A03"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0DCCCC17" w14:textId="77777777" w:rsidR="005835A8" w:rsidRPr="00664788" w:rsidRDefault="005835A8" w:rsidP="005835A8">
            <w:pPr>
              <w:spacing w:before="40" w:after="40" w:line="240" w:lineRule="auto"/>
            </w:pPr>
          </w:p>
        </w:tc>
      </w:tr>
      <w:tr w:rsidR="005835A8" w:rsidRPr="00664788" w14:paraId="090113DE"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3CD8496" w14:textId="77777777" w:rsidR="005835A8" w:rsidRPr="00664788" w:rsidRDefault="005835A8" w:rsidP="005835A8">
            <w:pPr>
              <w:pStyle w:val="table"/>
            </w:pPr>
          </w:p>
        </w:tc>
        <w:sdt>
          <w:sdtPr>
            <w:id w:val="90002589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6427F6" w14:textId="77777777" w:rsidR="005835A8" w:rsidRPr="00664788" w:rsidRDefault="005835A8" w:rsidP="005835A8">
                <w:pPr>
                  <w:pStyle w:val="table"/>
                  <w:jc w:val="center"/>
                </w:pPr>
                <w:r w:rsidRPr="0008747B">
                  <w:rPr>
                    <w:rFonts w:ascii="MS Gothic" w:eastAsia="MS Gothic" w:hAnsi="MS Gothic"/>
                  </w:rPr>
                  <w:t>☐</w:t>
                </w:r>
              </w:p>
            </w:tc>
          </w:sdtContent>
        </w:sdt>
        <w:sdt>
          <w:sdtPr>
            <w:id w:val="196315499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5DEE6B" w14:textId="77777777" w:rsidR="005835A8" w:rsidRPr="00664788" w:rsidRDefault="005835A8" w:rsidP="005835A8">
                <w:pPr>
                  <w:pStyle w:val="table"/>
                  <w:jc w:val="center"/>
                </w:pPr>
                <w:r w:rsidRPr="000610E3">
                  <w:rPr>
                    <w:rFonts w:ascii="MS Gothic" w:eastAsia="MS Gothic" w:hAnsi="MS Gothic"/>
                  </w:rPr>
                  <w:t>☐</w:t>
                </w:r>
              </w:p>
            </w:tc>
          </w:sdtContent>
        </w:sdt>
        <w:sdt>
          <w:sdtPr>
            <w:id w:val="142252973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59067D8" w14:textId="77777777" w:rsidR="005835A8" w:rsidRPr="00664788" w:rsidRDefault="005835A8" w:rsidP="005835A8">
                <w:pPr>
                  <w:pStyle w:val="table"/>
                  <w:jc w:val="center"/>
                </w:pPr>
                <w:r w:rsidRPr="000610E3">
                  <w:rPr>
                    <w:rFonts w:ascii="MS Gothic" w:eastAsia="MS Gothic" w:hAnsi="MS Gothic"/>
                  </w:rPr>
                  <w:t>☐</w:t>
                </w:r>
              </w:p>
            </w:tc>
          </w:sdtContent>
        </w:sdt>
        <w:sdt>
          <w:sdtPr>
            <w:id w:val="-154752565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ECB5BE" w14:textId="77777777" w:rsidR="005835A8" w:rsidRPr="00664788" w:rsidRDefault="005835A8" w:rsidP="005835A8">
                <w:pPr>
                  <w:pStyle w:val="table"/>
                  <w:jc w:val="center"/>
                </w:pPr>
                <w:r w:rsidRPr="000610E3">
                  <w:rPr>
                    <w:rFonts w:ascii="MS Gothic" w:eastAsia="MS Gothic" w:hAnsi="MS Gothic"/>
                  </w:rPr>
                  <w:t>☐</w:t>
                </w:r>
              </w:p>
            </w:tc>
          </w:sdtContent>
        </w:sdt>
        <w:sdt>
          <w:sdtPr>
            <w:id w:val="74553669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04FFA1" w14:textId="77777777" w:rsidR="005835A8" w:rsidRPr="00664788" w:rsidRDefault="005835A8" w:rsidP="005835A8">
                <w:pPr>
                  <w:pStyle w:val="table"/>
                  <w:jc w:val="center"/>
                </w:pPr>
                <w:r w:rsidRPr="000610E3">
                  <w:rPr>
                    <w:rFonts w:ascii="MS Gothic" w:eastAsia="MS Gothic" w:hAnsi="MS Gothic"/>
                  </w:rPr>
                  <w:t>☐</w:t>
                </w:r>
              </w:p>
            </w:tc>
          </w:sdtContent>
        </w:sdt>
        <w:sdt>
          <w:sdtPr>
            <w:id w:val="24168159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5CFB9E1" w14:textId="77777777" w:rsidR="005835A8" w:rsidRPr="00664788" w:rsidRDefault="005835A8" w:rsidP="005835A8">
                <w:pPr>
                  <w:pStyle w:val="table"/>
                  <w:jc w:val="center"/>
                </w:pPr>
                <w:r w:rsidRPr="000610E3">
                  <w:rPr>
                    <w:rFonts w:ascii="MS Gothic" w:eastAsia="MS Gothic" w:hAnsi="MS Gothic"/>
                  </w:rPr>
                  <w:t>☐</w:t>
                </w:r>
              </w:p>
            </w:tc>
          </w:sdtContent>
        </w:sdt>
        <w:sdt>
          <w:sdtPr>
            <w:id w:val="-178280149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D1A9FEA"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175B02B"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7AF44B7E" w14:textId="77777777" w:rsidR="005835A8" w:rsidRPr="00664788" w:rsidRDefault="005835A8" w:rsidP="005835A8">
            <w:pPr>
              <w:spacing w:before="40" w:after="40" w:line="240" w:lineRule="auto"/>
            </w:pPr>
          </w:p>
        </w:tc>
      </w:tr>
      <w:tr w:rsidR="005835A8" w:rsidRPr="00664788" w14:paraId="2D6C493D"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963DF21" w14:textId="77777777" w:rsidR="005835A8" w:rsidRPr="00664788" w:rsidRDefault="005835A8" w:rsidP="005835A8">
            <w:pPr>
              <w:pStyle w:val="table"/>
            </w:pPr>
          </w:p>
        </w:tc>
        <w:sdt>
          <w:sdtPr>
            <w:id w:val="49777478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73A04C" w14:textId="77777777" w:rsidR="005835A8" w:rsidRPr="00664788" w:rsidRDefault="005835A8" w:rsidP="005835A8">
                <w:pPr>
                  <w:pStyle w:val="table"/>
                  <w:jc w:val="center"/>
                </w:pPr>
                <w:r w:rsidRPr="0008747B">
                  <w:rPr>
                    <w:rFonts w:ascii="MS Gothic" w:eastAsia="MS Gothic" w:hAnsi="MS Gothic"/>
                  </w:rPr>
                  <w:t>☐</w:t>
                </w:r>
              </w:p>
            </w:tc>
          </w:sdtContent>
        </w:sdt>
        <w:sdt>
          <w:sdtPr>
            <w:id w:val="176487145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D95D01" w14:textId="77777777" w:rsidR="005835A8" w:rsidRPr="00664788" w:rsidRDefault="005835A8" w:rsidP="005835A8">
                <w:pPr>
                  <w:pStyle w:val="table"/>
                  <w:jc w:val="center"/>
                </w:pPr>
                <w:r w:rsidRPr="000610E3">
                  <w:rPr>
                    <w:rFonts w:ascii="MS Gothic" w:eastAsia="MS Gothic" w:hAnsi="MS Gothic"/>
                  </w:rPr>
                  <w:t>☐</w:t>
                </w:r>
              </w:p>
            </w:tc>
          </w:sdtContent>
        </w:sdt>
        <w:sdt>
          <w:sdtPr>
            <w:id w:val="-68760952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D19739" w14:textId="77777777" w:rsidR="005835A8" w:rsidRPr="00664788" w:rsidRDefault="005835A8" w:rsidP="005835A8">
                <w:pPr>
                  <w:pStyle w:val="table"/>
                  <w:jc w:val="center"/>
                </w:pPr>
                <w:r w:rsidRPr="000610E3">
                  <w:rPr>
                    <w:rFonts w:ascii="MS Gothic" w:eastAsia="MS Gothic" w:hAnsi="MS Gothic"/>
                  </w:rPr>
                  <w:t>☐</w:t>
                </w:r>
              </w:p>
            </w:tc>
          </w:sdtContent>
        </w:sdt>
        <w:sdt>
          <w:sdtPr>
            <w:id w:val="19435228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DA357D2" w14:textId="77777777" w:rsidR="005835A8" w:rsidRPr="00664788" w:rsidRDefault="005835A8" w:rsidP="005835A8">
                <w:pPr>
                  <w:pStyle w:val="table"/>
                  <w:jc w:val="center"/>
                </w:pPr>
                <w:r w:rsidRPr="000610E3">
                  <w:rPr>
                    <w:rFonts w:ascii="MS Gothic" w:eastAsia="MS Gothic" w:hAnsi="MS Gothic"/>
                  </w:rPr>
                  <w:t>☐</w:t>
                </w:r>
              </w:p>
            </w:tc>
          </w:sdtContent>
        </w:sdt>
        <w:sdt>
          <w:sdtPr>
            <w:id w:val="61741837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E6D05B5" w14:textId="77777777" w:rsidR="005835A8" w:rsidRPr="00664788" w:rsidRDefault="005835A8" w:rsidP="005835A8">
                <w:pPr>
                  <w:pStyle w:val="table"/>
                  <w:jc w:val="center"/>
                </w:pPr>
                <w:r w:rsidRPr="000610E3">
                  <w:rPr>
                    <w:rFonts w:ascii="MS Gothic" w:eastAsia="MS Gothic" w:hAnsi="MS Gothic"/>
                  </w:rPr>
                  <w:t>☐</w:t>
                </w:r>
              </w:p>
            </w:tc>
          </w:sdtContent>
        </w:sdt>
        <w:sdt>
          <w:sdtPr>
            <w:id w:val="66629117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80B251" w14:textId="77777777" w:rsidR="005835A8" w:rsidRPr="00664788" w:rsidRDefault="005835A8" w:rsidP="005835A8">
                <w:pPr>
                  <w:pStyle w:val="table"/>
                  <w:jc w:val="center"/>
                </w:pPr>
                <w:r w:rsidRPr="000610E3">
                  <w:rPr>
                    <w:rFonts w:ascii="MS Gothic" w:eastAsia="MS Gothic" w:hAnsi="MS Gothic"/>
                  </w:rPr>
                  <w:t>☐</w:t>
                </w:r>
              </w:p>
            </w:tc>
          </w:sdtContent>
        </w:sdt>
        <w:sdt>
          <w:sdtPr>
            <w:id w:val="72125941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45A4CC"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DCFD1A4"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28AA6EE0" w14:textId="77777777" w:rsidR="005835A8" w:rsidRPr="00664788" w:rsidRDefault="005835A8" w:rsidP="005835A8">
            <w:pPr>
              <w:spacing w:before="40" w:after="40" w:line="240" w:lineRule="auto"/>
            </w:pPr>
          </w:p>
        </w:tc>
      </w:tr>
      <w:tr w:rsidR="005835A8" w:rsidRPr="00664788" w14:paraId="060BE2D7"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E42760A" w14:textId="77777777" w:rsidR="005835A8" w:rsidRPr="00664788" w:rsidRDefault="005835A8" w:rsidP="005835A8">
            <w:pPr>
              <w:pStyle w:val="table"/>
            </w:pPr>
          </w:p>
        </w:tc>
        <w:sdt>
          <w:sdtPr>
            <w:id w:val="-136482098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B71F0C" w14:textId="77777777" w:rsidR="005835A8" w:rsidRPr="00664788" w:rsidRDefault="005835A8" w:rsidP="005835A8">
                <w:pPr>
                  <w:pStyle w:val="table"/>
                  <w:jc w:val="center"/>
                </w:pPr>
                <w:r w:rsidRPr="0008747B">
                  <w:rPr>
                    <w:rFonts w:ascii="MS Gothic" w:eastAsia="MS Gothic" w:hAnsi="MS Gothic"/>
                  </w:rPr>
                  <w:t>☐</w:t>
                </w:r>
              </w:p>
            </w:tc>
          </w:sdtContent>
        </w:sdt>
        <w:sdt>
          <w:sdtPr>
            <w:id w:val="102932012"/>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2ED8C9" w14:textId="77777777" w:rsidR="005835A8" w:rsidRPr="00664788" w:rsidRDefault="005835A8" w:rsidP="005835A8">
                <w:pPr>
                  <w:pStyle w:val="table"/>
                  <w:jc w:val="center"/>
                </w:pPr>
                <w:r w:rsidRPr="000610E3">
                  <w:rPr>
                    <w:rFonts w:ascii="MS Gothic" w:eastAsia="MS Gothic" w:hAnsi="MS Gothic"/>
                  </w:rPr>
                  <w:t>☐</w:t>
                </w:r>
              </w:p>
            </w:tc>
          </w:sdtContent>
        </w:sdt>
        <w:sdt>
          <w:sdtPr>
            <w:id w:val="190973247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3F9785" w14:textId="77777777" w:rsidR="005835A8" w:rsidRPr="00664788" w:rsidRDefault="005835A8" w:rsidP="005835A8">
                <w:pPr>
                  <w:pStyle w:val="table"/>
                  <w:jc w:val="center"/>
                </w:pPr>
                <w:r w:rsidRPr="000610E3">
                  <w:rPr>
                    <w:rFonts w:ascii="MS Gothic" w:eastAsia="MS Gothic" w:hAnsi="MS Gothic"/>
                  </w:rPr>
                  <w:t>☐</w:t>
                </w:r>
              </w:p>
            </w:tc>
          </w:sdtContent>
        </w:sdt>
        <w:sdt>
          <w:sdtPr>
            <w:id w:val="105781630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A4B6F1" w14:textId="77777777" w:rsidR="005835A8" w:rsidRPr="00664788" w:rsidRDefault="005835A8" w:rsidP="005835A8">
                <w:pPr>
                  <w:pStyle w:val="table"/>
                  <w:jc w:val="center"/>
                </w:pPr>
                <w:r w:rsidRPr="000610E3">
                  <w:rPr>
                    <w:rFonts w:ascii="MS Gothic" w:eastAsia="MS Gothic" w:hAnsi="MS Gothic"/>
                  </w:rPr>
                  <w:t>☐</w:t>
                </w:r>
              </w:p>
            </w:tc>
          </w:sdtContent>
        </w:sdt>
        <w:sdt>
          <w:sdtPr>
            <w:id w:val="-30593781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60AE523" w14:textId="77777777" w:rsidR="005835A8" w:rsidRPr="00664788" w:rsidRDefault="005835A8" w:rsidP="005835A8">
                <w:pPr>
                  <w:pStyle w:val="table"/>
                  <w:jc w:val="center"/>
                </w:pPr>
                <w:r w:rsidRPr="000610E3">
                  <w:rPr>
                    <w:rFonts w:ascii="MS Gothic" w:eastAsia="MS Gothic" w:hAnsi="MS Gothic"/>
                  </w:rPr>
                  <w:t>☐</w:t>
                </w:r>
              </w:p>
            </w:tc>
          </w:sdtContent>
        </w:sdt>
        <w:sdt>
          <w:sdtPr>
            <w:id w:val="82802610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05424A" w14:textId="77777777" w:rsidR="005835A8" w:rsidRPr="00664788" w:rsidRDefault="005835A8" w:rsidP="005835A8">
                <w:pPr>
                  <w:pStyle w:val="table"/>
                  <w:jc w:val="center"/>
                </w:pPr>
                <w:r w:rsidRPr="000610E3">
                  <w:rPr>
                    <w:rFonts w:ascii="MS Gothic" w:eastAsia="MS Gothic" w:hAnsi="MS Gothic"/>
                  </w:rPr>
                  <w:t>☐</w:t>
                </w:r>
              </w:p>
            </w:tc>
          </w:sdtContent>
        </w:sdt>
        <w:sdt>
          <w:sdtPr>
            <w:id w:val="-166214971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CCCACD" w14:textId="77777777" w:rsidR="005835A8" w:rsidRPr="00664788" w:rsidRDefault="005835A8"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28D03F9" w14:textId="77777777" w:rsidR="005835A8" w:rsidRPr="00664788" w:rsidRDefault="005835A8" w:rsidP="005835A8">
            <w:pPr>
              <w:spacing w:line="240" w:lineRule="auto"/>
            </w:pPr>
          </w:p>
        </w:tc>
        <w:tc>
          <w:tcPr>
            <w:tcW w:w="3554" w:type="dxa"/>
            <w:vMerge/>
            <w:tcBorders>
              <w:top w:val="nil"/>
              <w:left w:val="nil"/>
              <w:bottom w:val="nil"/>
              <w:right w:val="nil"/>
            </w:tcBorders>
            <w:shd w:val="clear" w:color="auto" w:fill="91A8AE" w:themeFill="accent3"/>
            <w:vAlign w:val="center"/>
          </w:tcPr>
          <w:p w14:paraId="36DE37B5" w14:textId="77777777" w:rsidR="005835A8" w:rsidRPr="00664788" w:rsidRDefault="005835A8" w:rsidP="005835A8">
            <w:pPr>
              <w:spacing w:before="40" w:after="40" w:line="240" w:lineRule="auto"/>
            </w:pPr>
          </w:p>
        </w:tc>
      </w:tr>
    </w:tbl>
    <w:p w14:paraId="1109FB8B" w14:textId="77777777" w:rsidR="00723015" w:rsidRPr="00664788" w:rsidRDefault="00723015" w:rsidP="00723015">
      <w:pPr>
        <w:pStyle w:val="small"/>
        <w:rPr>
          <w:sz w:val="2"/>
        </w:rPr>
      </w:pPr>
    </w:p>
    <w:p w14:paraId="5419877D" w14:textId="30F88461" w:rsidR="005479DC" w:rsidRDefault="005479DC" w:rsidP="00723015">
      <w:pPr>
        <w:rPr>
          <w:sz w:val="8"/>
          <w:szCs w:val="2"/>
        </w:rPr>
      </w:pPr>
    </w:p>
    <w:p w14:paraId="48FB5AC0" w14:textId="77777777" w:rsidR="005479DC" w:rsidRPr="005479DC" w:rsidRDefault="005479DC" w:rsidP="00723015">
      <w:pPr>
        <w:rPr>
          <w:sz w:val="8"/>
          <w:szCs w:val="2"/>
        </w:rPr>
      </w:pPr>
    </w:p>
    <w:p w14:paraId="41F00B91" w14:textId="77777777" w:rsidR="005479DC" w:rsidRPr="005479DC" w:rsidRDefault="005479DC" w:rsidP="00723015">
      <w:pPr>
        <w:rPr>
          <w:sz w:val="8"/>
          <w:szCs w:val="2"/>
        </w:rPr>
      </w:pPr>
    </w:p>
    <w:p w14:paraId="2E1BEABD" w14:textId="6DD54599" w:rsidR="00723015" w:rsidRDefault="00723015" w:rsidP="00723015">
      <w:pPr>
        <w:pStyle w:val="Title"/>
      </w:pPr>
      <w:r w:rsidRPr="00664788">
        <mc:AlternateContent>
          <mc:Choice Requires="wpg">
            <w:drawing>
              <wp:anchor distT="0" distB="0" distL="114300" distR="114300" simplePos="0" relativeHeight="251673600" behindDoc="1" locked="1" layoutInCell="1" allowOverlap="1" wp14:anchorId="67134BE4" wp14:editId="6A536169">
                <wp:simplePos x="0" y="0"/>
                <wp:positionH relativeFrom="page">
                  <wp:posOffset>-118745</wp:posOffset>
                </wp:positionH>
                <wp:positionV relativeFrom="page">
                  <wp:posOffset>347345</wp:posOffset>
                </wp:positionV>
                <wp:extent cx="10325100" cy="1143000"/>
                <wp:effectExtent l="0" t="33020" r="4445" b="33655"/>
                <wp:wrapNone/>
                <wp:docPr id="18" name="Group 7" descr="Decorative header background with arrow" title="Background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25100" cy="1143000"/>
                          <a:chOff x="-187" y="547"/>
                          <a:chExt cx="16260" cy="1800"/>
                        </a:xfrm>
                      </wpg:grpSpPr>
                      <wps:wsp>
                        <wps:cNvPr id="19" name="Rectangle 2"/>
                        <wps:cNvSpPr>
                          <a:spLocks noChangeArrowheads="1"/>
                        </wps:cNvSpPr>
                        <wps:spPr bwMode="auto">
                          <a:xfrm>
                            <a:off x="-187" y="727"/>
                            <a:ext cx="16260" cy="144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20" name="AutoShape 4"/>
                        <wps:cNvSpPr>
                          <a:spLocks noChangeArrowheads="1"/>
                        </wps:cNvSpPr>
                        <wps:spPr bwMode="auto">
                          <a:xfrm>
                            <a:off x="533" y="547"/>
                            <a:ext cx="5380" cy="1800"/>
                          </a:xfrm>
                          <a:prstGeom prst="chevron">
                            <a:avLst>
                              <a:gd name="adj" fmla="val 35839"/>
                            </a:avLst>
                          </a:prstGeom>
                          <a:solidFill>
                            <a:schemeClr val="accent1">
                              <a:lumMod val="40000"/>
                              <a:lumOff val="60000"/>
                            </a:schemeClr>
                          </a:solidFill>
                          <a:ln w="508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C48E26" id="Group 7" o:spid="_x0000_s1026" alt="Title: Background  - Description: Decorative header background with arrow" style="position:absolute;margin-left:-9.35pt;margin-top:27.35pt;width:813pt;height:90pt;z-index:-251642880;mso-position-horizontal-relative:page;mso-position-vertical-relative:page" coordorigin="-187,547" coordsize="162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">
                <v:rect id="Rectangle 2" o:spid="_x0000_s1027" style="position:absolute;left:-187;top:727;width:162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" fillcolor="#336380 [3215]" stroked="f" strokecolor="#4a7ebb" strokeweight="1.5pt">
                  <v:shadow opacity="22938f" offset="0"/>
                  <v:textbox inset=",7.2pt,,7.2pt"/>
                </v:rect>
                <v:shape id="AutoShape 4" o:spid="_x0000_s1028" type="#_x0000_t55" style="position:absolute;left:533;top:547;width:53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" adj="19010" fillcolor="#b5d6d7 [1300]" strokecolor="white [3212]" strokeweight="4pt">
                  <v:shadow opacity="22938f" offset="0"/>
                  <v:textbox inset=",7.2pt,,7.2pt"/>
                </v:shape>
                <w10:wrap anchorx="page" anchory="page"/>
                <w10:anchorlock/>
              </v:group>
            </w:pict>
          </mc:Fallback>
        </mc:AlternateContent>
      </w:r>
      <w:r w:rsidRPr="00664788">
        <mc:AlternateContent>
          <mc:Choice Requires="wps">
            <w:drawing>
              <wp:anchor distT="0" distB="0" distL="114300" distR="114300" simplePos="0" relativeHeight="251672576" behindDoc="0" locked="1" layoutInCell="1" allowOverlap="1" wp14:anchorId="1BCCF574" wp14:editId="20F123BB">
                <wp:simplePos x="0" y="0"/>
                <wp:positionH relativeFrom="page">
                  <wp:posOffset>3870325</wp:posOffset>
                </wp:positionH>
                <wp:positionV relativeFrom="page">
                  <wp:posOffset>384175</wp:posOffset>
                </wp:positionV>
                <wp:extent cx="5767200" cy="1029600"/>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200" cy="10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69C8" w14:textId="77777777" w:rsidR="00437F5F" w:rsidRPr="00AA7322" w:rsidRDefault="00437F5F" w:rsidP="00723015">
                            <w:pPr>
                              <w:pStyle w:val="Titlebartext"/>
                              <w:rPr>
                                <w:i/>
                                <w:iCs/>
                                <w:lang w:val="en-CA"/>
                              </w:rPr>
                            </w:pPr>
                            <w:r w:rsidRPr="00AA7322">
                              <w:rPr>
                                <w:i/>
                                <w:iCs/>
                                <w:lang w:val="en-CA"/>
                              </w:rPr>
                              <w:t>To help prevent the spread of COVID-19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CCF574" id="_x0000_s1029" type="#_x0000_t202" style="position:absolute;left:0;text-align:left;margin-left:304.75pt;margin-top:30.25pt;width:454.1pt;height:81.0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" filled="f" stroked="f">
                <v:textbox inset=",7.2pt,,7.2pt">
                  <w:txbxContent>
                    <w:p w14:paraId="08D169C8" w14:textId="77777777" w:rsidR="00437F5F" w:rsidRPr="00AA7322" w:rsidRDefault="00437F5F" w:rsidP="00723015">
                      <w:pPr>
                        <w:pStyle w:val="Titlebartext"/>
                        <w:rPr>
                          <w:i/>
                          <w:iCs/>
                          <w:lang w:val="en-CA"/>
                        </w:rPr>
                      </w:pPr>
                      <w:r w:rsidRPr="00AA7322">
                        <w:rPr>
                          <w:i/>
                          <w:iCs/>
                          <w:lang w:val="en-CA"/>
                        </w:rPr>
                        <w:t>To help prevent the spread of COVID-19</w:t>
                      </w:r>
                    </w:p>
                  </w:txbxContent>
                </v:textbox>
                <w10:wrap anchorx="page" anchory="page"/>
                <w10:anchorlock/>
              </v:shape>
            </w:pict>
          </mc:Fallback>
        </mc:AlternateContent>
      </w:r>
      <w:r>
        <w:t>Cleaning &amp; Sanitizing</w:t>
      </w:r>
    </w:p>
    <w:p w14:paraId="29DBF439" w14:textId="77777777" w:rsidR="005479DC" w:rsidRPr="005479DC" w:rsidRDefault="005479DC" w:rsidP="005479DC">
      <w:pPr>
        <w:rPr>
          <w:lang w:eastAsia="en-GB"/>
        </w:rPr>
      </w:pPr>
    </w:p>
    <w:tbl>
      <w:tblPr>
        <w:tblStyle w:val="TableGrid"/>
        <w:tblW w:w="0" w:type="auto"/>
        <w:tblLook w:val="04A0" w:firstRow="1" w:lastRow="0" w:firstColumn="1" w:lastColumn="0" w:noHBand="0" w:noVBand="1"/>
        <w:tblCaption w:val="Table"/>
        <w:tblDescription w:val="Table with checklist for a healthy lifestyle plan for each day of the week"/>
      </w:tblPr>
      <w:tblGrid>
        <w:gridCol w:w="5299"/>
        <w:gridCol w:w="770"/>
        <w:gridCol w:w="749"/>
        <w:gridCol w:w="809"/>
        <w:gridCol w:w="750"/>
        <w:gridCol w:w="735"/>
        <w:gridCol w:w="744"/>
        <w:gridCol w:w="750"/>
        <w:gridCol w:w="235"/>
        <w:gridCol w:w="3554"/>
      </w:tblGrid>
      <w:tr w:rsidR="00723015" w:rsidRPr="00664788" w14:paraId="0BDC4B72" w14:textId="77777777" w:rsidTr="005835A8">
        <w:trPr>
          <w:trHeight w:val="360"/>
          <w:tblHeader/>
        </w:trPr>
        <w:tc>
          <w:tcPr>
            <w:tcW w:w="10606" w:type="dxa"/>
            <w:gridSpan w:val="8"/>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52889E" w:themeFill="accent4"/>
          </w:tcPr>
          <w:p w14:paraId="7A0AA486" w14:textId="77777777" w:rsidR="00723015" w:rsidRPr="00664788" w:rsidRDefault="00723015" w:rsidP="005835A8">
            <w:pPr>
              <w:pStyle w:val="tableheaddark"/>
            </w:pPr>
            <w:r>
              <w:t>Daily Cleaning Checklist</w:t>
            </w:r>
          </w:p>
        </w:tc>
        <w:tc>
          <w:tcPr>
            <w:tcW w:w="235" w:type="dxa"/>
            <w:tcBorders>
              <w:top w:val="nil"/>
              <w:left w:val="single" w:sz="4" w:space="0" w:color="A0C3D9" w:themeColor="text2" w:themeTint="66"/>
              <w:bottom w:val="nil"/>
              <w:right w:val="nil"/>
            </w:tcBorders>
            <w:vAlign w:val="center"/>
          </w:tcPr>
          <w:p w14:paraId="0556A584" w14:textId="77777777" w:rsidR="00723015" w:rsidRPr="00664788" w:rsidRDefault="00723015" w:rsidP="005835A8">
            <w:pPr>
              <w:spacing w:before="40" w:after="40" w:line="240" w:lineRule="auto"/>
              <w:rPr>
                <w:rFonts w:asciiTheme="majorHAnsi" w:hAnsiTheme="majorHAnsi"/>
                <w:sz w:val="28"/>
              </w:rPr>
            </w:pPr>
          </w:p>
        </w:tc>
        <w:tc>
          <w:tcPr>
            <w:tcW w:w="3554" w:type="dxa"/>
            <w:tcBorders>
              <w:top w:val="nil"/>
              <w:left w:val="nil"/>
              <w:bottom w:val="nil"/>
              <w:right w:val="nil"/>
            </w:tcBorders>
            <w:shd w:val="clear" w:color="auto" w:fill="91A8AE" w:themeFill="accent3"/>
            <w:vAlign w:val="center"/>
          </w:tcPr>
          <w:p w14:paraId="68186B61" w14:textId="6ABC3E9A" w:rsidR="00723015" w:rsidRPr="00664788" w:rsidRDefault="00F20C31" w:rsidP="005835A8">
            <w:pPr>
              <w:pStyle w:val="tableheadwhite"/>
            </w:pPr>
            <w:r>
              <w:t>O</w:t>
            </w:r>
            <w:r w:rsidR="0058143D">
              <w:t>FFICE</w:t>
            </w:r>
          </w:p>
        </w:tc>
      </w:tr>
      <w:tr w:rsidR="00723015" w:rsidRPr="00664788" w14:paraId="5F463524" w14:textId="77777777" w:rsidTr="005835A8">
        <w:trPr>
          <w:trHeight w:val="36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1D471AC6" w14:textId="77777777" w:rsidR="00723015" w:rsidRPr="00664788" w:rsidRDefault="00723015" w:rsidP="005835A8">
            <w:pPr>
              <w:pStyle w:val="largetext"/>
            </w:pPr>
            <w:r>
              <w:t>Week of: ___________ to ____________</w:t>
            </w:r>
          </w:p>
        </w:tc>
        <w:sdt>
          <w:sdtPr>
            <w:id w:val="473560692"/>
            <w:placeholder>
              <w:docPart w:val="CEF2FF2E559445F9AD8007888CE30F94"/>
            </w:placeholder>
            <w:temporary/>
            <w:showingPlcHdr/>
            <w15:appearance w15:val="hidden"/>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4BDAE6E9" w14:textId="77777777" w:rsidR="00723015" w:rsidRPr="00664788" w:rsidRDefault="00723015" w:rsidP="005835A8">
                <w:pPr>
                  <w:pStyle w:val="largetext"/>
                </w:pPr>
                <w:r w:rsidRPr="00664788">
                  <w:t>Mon</w:t>
                </w:r>
              </w:p>
            </w:tc>
          </w:sdtContent>
        </w:sdt>
        <w:sdt>
          <w:sdtPr>
            <w:id w:val="973881909"/>
            <w:placeholder>
              <w:docPart w:val="B7C2189418FD43139A4DB7F53FC3A957"/>
            </w:placeholder>
            <w:temporary/>
            <w:showingPlcHdr/>
            <w15:appearance w15:val="hidden"/>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27D94F57" w14:textId="77777777" w:rsidR="00723015" w:rsidRPr="00664788" w:rsidRDefault="00723015" w:rsidP="005835A8">
                <w:pPr>
                  <w:pStyle w:val="largetext"/>
                </w:pPr>
                <w:r w:rsidRPr="00664788">
                  <w:t>Tue</w:t>
                </w:r>
              </w:p>
            </w:tc>
          </w:sdtContent>
        </w:sdt>
        <w:sdt>
          <w:sdtPr>
            <w:id w:val="1261576643"/>
            <w:placeholder>
              <w:docPart w:val="D392E846081142D9868E5455849EC332"/>
            </w:placeholder>
            <w:temporary/>
            <w:showingPlcHdr/>
            <w15:appearance w15:val="hidden"/>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56C57626" w14:textId="77777777" w:rsidR="00723015" w:rsidRPr="00664788" w:rsidRDefault="00723015" w:rsidP="005835A8">
                <w:pPr>
                  <w:pStyle w:val="largetext"/>
                </w:pPr>
                <w:r w:rsidRPr="00664788">
                  <w:t>Wed</w:t>
                </w:r>
              </w:p>
            </w:tc>
          </w:sdtContent>
        </w:sdt>
        <w:sdt>
          <w:sdtPr>
            <w:id w:val="1970550525"/>
            <w:placeholder>
              <w:docPart w:val="4AEBAC897C62414E92B46A34D3154CB9"/>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70527CD3" w14:textId="77777777" w:rsidR="00723015" w:rsidRPr="00664788" w:rsidRDefault="00723015" w:rsidP="005835A8">
                <w:pPr>
                  <w:pStyle w:val="largetext"/>
                </w:pPr>
                <w:r w:rsidRPr="00664788">
                  <w:t>Thu</w:t>
                </w:r>
              </w:p>
            </w:tc>
          </w:sdtContent>
        </w:sdt>
        <w:sdt>
          <w:sdtPr>
            <w:id w:val="-567338507"/>
            <w:placeholder>
              <w:docPart w:val="EA9E340C5D8042F786DF8FEFCE8AEE1B"/>
            </w:placeholder>
            <w:temporary/>
            <w:showingPlcHdr/>
            <w15:appearance w15:val="hidden"/>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278B8F82" w14:textId="77777777" w:rsidR="00723015" w:rsidRPr="00664788" w:rsidRDefault="00723015" w:rsidP="005835A8">
                <w:pPr>
                  <w:pStyle w:val="largetext"/>
                </w:pPr>
                <w:r w:rsidRPr="00664788">
                  <w:t>Fri</w:t>
                </w:r>
              </w:p>
            </w:tc>
          </w:sdtContent>
        </w:sdt>
        <w:sdt>
          <w:sdtPr>
            <w:id w:val="610403098"/>
            <w:placeholder>
              <w:docPart w:val="6E5FFE73F9F448EF82A9F997D0CC0CC5"/>
            </w:placeholder>
            <w:temporary/>
            <w:showingPlcHdr/>
            <w15:appearance w15:val="hidden"/>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00D3496" w14:textId="77777777" w:rsidR="00723015" w:rsidRPr="00664788" w:rsidRDefault="00723015" w:rsidP="005835A8">
                <w:pPr>
                  <w:pStyle w:val="largetext"/>
                </w:pPr>
                <w:r w:rsidRPr="00664788">
                  <w:t>Sat</w:t>
                </w:r>
              </w:p>
            </w:tc>
          </w:sdtContent>
        </w:sdt>
        <w:sdt>
          <w:sdtPr>
            <w:id w:val="1294639615"/>
            <w:placeholder>
              <w:docPart w:val="E1205AC1B216468AB065B93D86189923"/>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5A7277A" w14:textId="77777777" w:rsidR="00723015" w:rsidRPr="00664788" w:rsidRDefault="00723015" w:rsidP="005835A8">
                <w:pPr>
                  <w:pStyle w:val="largetext"/>
                </w:pPr>
                <w:r w:rsidRPr="00664788">
                  <w:t>Sun</w:t>
                </w:r>
              </w:p>
            </w:tc>
          </w:sdtContent>
        </w:sdt>
        <w:tc>
          <w:tcPr>
            <w:tcW w:w="235" w:type="dxa"/>
            <w:tcBorders>
              <w:top w:val="nil"/>
              <w:left w:val="single" w:sz="4" w:space="0" w:color="A0C3D9" w:themeColor="text2" w:themeTint="66"/>
              <w:bottom w:val="nil"/>
              <w:right w:val="nil"/>
            </w:tcBorders>
            <w:vAlign w:val="center"/>
          </w:tcPr>
          <w:p w14:paraId="78A223A5" w14:textId="77777777" w:rsidR="00723015" w:rsidRPr="00664788" w:rsidRDefault="00723015" w:rsidP="005835A8">
            <w:pPr>
              <w:spacing w:before="40" w:after="40" w:line="240" w:lineRule="auto"/>
              <w:rPr>
                <w:rFonts w:asciiTheme="majorHAnsi" w:hAnsiTheme="majorHAnsi"/>
              </w:rPr>
            </w:pPr>
          </w:p>
        </w:tc>
        <w:tc>
          <w:tcPr>
            <w:tcW w:w="3554" w:type="dxa"/>
            <w:vMerge w:val="restart"/>
            <w:tcBorders>
              <w:top w:val="nil"/>
              <w:left w:val="nil"/>
              <w:bottom w:val="nil"/>
              <w:right w:val="nil"/>
            </w:tcBorders>
            <w:shd w:val="clear" w:color="auto" w:fill="91A8AE" w:themeFill="accent3"/>
          </w:tcPr>
          <w:p w14:paraId="1A703FA4" w14:textId="4CC37200" w:rsidR="00723015" w:rsidRPr="00F20C31" w:rsidRDefault="00F20C31" w:rsidP="00F20C31">
            <w:pPr>
              <w:pStyle w:val="Titlebartext"/>
              <w:rPr>
                <w:sz w:val="20"/>
                <w:szCs w:val="20"/>
              </w:rPr>
            </w:pPr>
            <w:r w:rsidRPr="00F20C31">
              <w:rPr>
                <w:sz w:val="20"/>
                <w:szCs w:val="20"/>
              </w:rPr>
              <w:t>Individuals need to be diligent in cleaning their own offices and workspaces. Shared offices require at least 2m (6ft) distancing between workers &amp; workstations. Workstations must be cleaned before and after each use. While access to the office will be limited, the following is a list of items to be sanitized at least once per day.</w:t>
            </w:r>
          </w:p>
        </w:tc>
      </w:tr>
      <w:tr w:rsidR="00723015" w:rsidRPr="00664788" w14:paraId="073A5E18"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371999F" w14:textId="09D4305F" w:rsidR="00723015" w:rsidRPr="00851B75" w:rsidRDefault="00851B75" w:rsidP="005835A8">
            <w:pPr>
              <w:pStyle w:val="table"/>
              <w:rPr>
                <w:b/>
                <w:bCs/>
              </w:rPr>
            </w:pPr>
            <w:r w:rsidRPr="00851B75">
              <w:rPr>
                <w:b/>
                <w:bCs/>
              </w:rPr>
              <w:t>SHARED AREAS</w:t>
            </w:r>
          </w:p>
        </w:tc>
        <w:sdt>
          <w:sdtPr>
            <w:id w:val="59852352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81F1FAF" w14:textId="77777777" w:rsidR="00723015" w:rsidRPr="00664788" w:rsidRDefault="00723015" w:rsidP="005835A8">
                <w:pPr>
                  <w:pStyle w:val="table"/>
                  <w:jc w:val="center"/>
                </w:pPr>
                <w:r w:rsidRPr="00664788">
                  <w:rPr>
                    <w:rFonts w:ascii="MS Gothic" w:eastAsia="MS Gothic" w:hAnsi="MS Gothic"/>
                  </w:rPr>
                  <w:t>☐</w:t>
                </w:r>
              </w:p>
            </w:tc>
          </w:sdtContent>
        </w:sdt>
        <w:sdt>
          <w:sdtPr>
            <w:id w:val="-146172988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0F5BE2" w14:textId="77777777" w:rsidR="00723015" w:rsidRPr="00664788" w:rsidRDefault="00723015" w:rsidP="005835A8">
                <w:pPr>
                  <w:pStyle w:val="table"/>
                  <w:jc w:val="center"/>
                </w:pPr>
                <w:r w:rsidRPr="000610E3">
                  <w:rPr>
                    <w:rFonts w:ascii="MS Gothic" w:eastAsia="MS Gothic" w:hAnsi="MS Gothic"/>
                  </w:rPr>
                  <w:t>☐</w:t>
                </w:r>
              </w:p>
            </w:tc>
          </w:sdtContent>
        </w:sdt>
        <w:sdt>
          <w:sdtPr>
            <w:id w:val="-114866395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144C8BE" w14:textId="77777777" w:rsidR="00723015" w:rsidRPr="00664788" w:rsidRDefault="00723015" w:rsidP="005835A8">
                <w:pPr>
                  <w:pStyle w:val="table"/>
                  <w:jc w:val="center"/>
                </w:pPr>
                <w:r w:rsidRPr="000610E3">
                  <w:rPr>
                    <w:rFonts w:ascii="MS Gothic" w:eastAsia="MS Gothic" w:hAnsi="MS Gothic"/>
                  </w:rPr>
                  <w:t>☐</w:t>
                </w:r>
              </w:p>
            </w:tc>
          </w:sdtContent>
        </w:sdt>
        <w:sdt>
          <w:sdtPr>
            <w:id w:val="186856033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6D5DA1F" w14:textId="77777777" w:rsidR="00723015" w:rsidRPr="00664788" w:rsidRDefault="00723015" w:rsidP="005835A8">
                <w:pPr>
                  <w:pStyle w:val="table"/>
                  <w:jc w:val="center"/>
                </w:pPr>
                <w:r w:rsidRPr="000610E3">
                  <w:rPr>
                    <w:rFonts w:ascii="MS Gothic" w:eastAsia="MS Gothic" w:hAnsi="MS Gothic"/>
                  </w:rPr>
                  <w:t>☐</w:t>
                </w:r>
              </w:p>
            </w:tc>
          </w:sdtContent>
        </w:sdt>
        <w:sdt>
          <w:sdtPr>
            <w:id w:val="-145263003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1D9A79" w14:textId="77777777" w:rsidR="00723015" w:rsidRPr="00664788" w:rsidRDefault="00723015" w:rsidP="005835A8">
                <w:pPr>
                  <w:pStyle w:val="table"/>
                  <w:jc w:val="center"/>
                </w:pPr>
                <w:r w:rsidRPr="000610E3">
                  <w:rPr>
                    <w:rFonts w:ascii="MS Gothic" w:eastAsia="MS Gothic" w:hAnsi="MS Gothic"/>
                  </w:rPr>
                  <w:t>☐</w:t>
                </w:r>
              </w:p>
            </w:tc>
          </w:sdtContent>
        </w:sdt>
        <w:sdt>
          <w:sdtPr>
            <w:id w:val="98982577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BBBEB2C" w14:textId="77777777" w:rsidR="00723015" w:rsidRPr="00664788" w:rsidRDefault="00723015" w:rsidP="005835A8">
                <w:pPr>
                  <w:pStyle w:val="table"/>
                  <w:jc w:val="center"/>
                </w:pPr>
                <w:r w:rsidRPr="000610E3">
                  <w:rPr>
                    <w:rFonts w:ascii="MS Gothic" w:eastAsia="MS Gothic" w:hAnsi="MS Gothic"/>
                  </w:rPr>
                  <w:t>☐</w:t>
                </w:r>
              </w:p>
            </w:tc>
          </w:sdtContent>
        </w:sdt>
        <w:sdt>
          <w:sdtPr>
            <w:id w:val="-10712088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39E14E"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E8563F3"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2E58296F" w14:textId="77777777" w:rsidR="00723015" w:rsidRPr="00664788" w:rsidRDefault="00723015" w:rsidP="005835A8">
            <w:pPr>
              <w:spacing w:before="40" w:after="40" w:line="240" w:lineRule="auto"/>
              <w:rPr>
                <w:color w:val="FFFFFF" w:themeColor="background1"/>
              </w:rPr>
            </w:pPr>
          </w:p>
        </w:tc>
      </w:tr>
      <w:tr w:rsidR="00723015" w:rsidRPr="00664788" w14:paraId="25C6166A"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5387F3B" w14:textId="65EC37C8" w:rsidR="00723015" w:rsidRPr="00664788" w:rsidRDefault="00851B75" w:rsidP="005835A8">
            <w:pPr>
              <w:pStyle w:val="table"/>
            </w:pPr>
            <w:r>
              <w:t>Main entrance door handles and deadbolts</w:t>
            </w:r>
          </w:p>
        </w:tc>
        <w:sdt>
          <w:sdtPr>
            <w:id w:val="-28396091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75E355" w14:textId="77777777" w:rsidR="00723015" w:rsidRPr="00664788" w:rsidRDefault="00723015" w:rsidP="005835A8">
                <w:pPr>
                  <w:pStyle w:val="table"/>
                  <w:jc w:val="center"/>
                </w:pPr>
                <w:r w:rsidRPr="0008747B">
                  <w:rPr>
                    <w:rFonts w:ascii="MS Gothic" w:eastAsia="MS Gothic" w:hAnsi="MS Gothic"/>
                  </w:rPr>
                  <w:t>☐</w:t>
                </w:r>
              </w:p>
            </w:tc>
          </w:sdtContent>
        </w:sdt>
        <w:sdt>
          <w:sdtPr>
            <w:id w:val="46617506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C9F191C" w14:textId="77777777" w:rsidR="00723015" w:rsidRPr="00664788" w:rsidRDefault="00723015" w:rsidP="005835A8">
                <w:pPr>
                  <w:pStyle w:val="table"/>
                  <w:jc w:val="center"/>
                </w:pPr>
                <w:r w:rsidRPr="000610E3">
                  <w:rPr>
                    <w:rFonts w:ascii="MS Gothic" w:eastAsia="MS Gothic" w:hAnsi="MS Gothic"/>
                  </w:rPr>
                  <w:t>☐</w:t>
                </w:r>
              </w:p>
            </w:tc>
          </w:sdtContent>
        </w:sdt>
        <w:sdt>
          <w:sdtPr>
            <w:id w:val="3402039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E9309DC" w14:textId="77777777" w:rsidR="00723015" w:rsidRPr="00664788" w:rsidRDefault="00723015" w:rsidP="005835A8">
                <w:pPr>
                  <w:pStyle w:val="table"/>
                  <w:jc w:val="center"/>
                </w:pPr>
                <w:r w:rsidRPr="000610E3">
                  <w:rPr>
                    <w:rFonts w:ascii="MS Gothic" w:eastAsia="MS Gothic" w:hAnsi="MS Gothic"/>
                  </w:rPr>
                  <w:t>☐</w:t>
                </w:r>
              </w:p>
            </w:tc>
          </w:sdtContent>
        </w:sdt>
        <w:sdt>
          <w:sdtPr>
            <w:id w:val="106460173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EE09BA" w14:textId="77777777" w:rsidR="00723015" w:rsidRPr="00664788" w:rsidRDefault="00723015" w:rsidP="005835A8">
                <w:pPr>
                  <w:pStyle w:val="table"/>
                  <w:jc w:val="center"/>
                </w:pPr>
                <w:r w:rsidRPr="000610E3">
                  <w:rPr>
                    <w:rFonts w:ascii="MS Gothic" w:eastAsia="MS Gothic" w:hAnsi="MS Gothic"/>
                  </w:rPr>
                  <w:t>☐</w:t>
                </w:r>
              </w:p>
            </w:tc>
          </w:sdtContent>
        </w:sdt>
        <w:sdt>
          <w:sdtPr>
            <w:id w:val="107825196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F7DF05" w14:textId="77777777" w:rsidR="00723015" w:rsidRPr="00664788" w:rsidRDefault="00723015" w:rsidP="005835A8">
                <w:pPr>
                  <w:pStyle w:val="table"/>
                  <w:jc w:val="center"/>
                </w:pPr>
                <w:r w:rsidRPr="000610E3">
                  <w:rPr>
                    <w:rFonts w:ascii="MS Gothic" w:eastAsia="MS Gothic" w:hAnsi="MS Gothic"/>
                  </w:rPr>
                  <w:t>☐</w:t>
                </w:r>
              </w:p>
            </w:tc>
          </w:sdtContent>
        </w:sdt>
        <w:sdt>
          <w:sdtPr>
            <w:id w:val="160284097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336A01" w14:textId="77777777" w:rsidR="00723015" w:rsidRPr="00664788" w:rsidRDefault="00723015" w:rsidP="005835A8">
                <w:pPr>
                  <w:pStyle w:val="table"/>
                  <w:jc w:val="center"/>
                </w:pPr>
                <w:r w:rsidRPr="000610E3">
                  <w:rPr>
                    <w:rFonts w:ascii="MS Gothic" w:eastAsia="MS Gothic" w:hAnsi="MS Gothic"/>
                  </w:rPr>
                  <w:t>☐</w:t>
                </w:r>
              </w:p>
            </w:tc>
          </w:sdtContent>
        </w:sdt>
        <w:sdt>
          <w:sdtPr>
            <w:id w:val="-212245458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2768221"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76AF6B2"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2D86C1D0" w14:textId="77777777" w:rsidR="00723015" w:rsidRPr="00664788" w:rsidRDefault="00723015" w:rsidP="005835A8">
            <w:pPr>
              <w:spacing w:before="40" w:after="40" w:line="240" w:lineRule="auto"/>
              <w:rPr>
                <w:color w:val="FFFFFF" w:themeColor="background1"/>
              </w:rPr>
            </w:pPr>
          </w:p>
        </w:tc>
      </w:tr>
      <w:tr w:rsidR="00723015" w:rsidRPr="00664788" w14:paraId="2DBCEEA1"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B56AFC8" w14:textId="2490B18C" w:rsidR="00723015" w:rsidRPr="00664788" w:rsidRDefault="00851B75" w:rsidP="005835A8">
            <w:pPr>
              <w:pStyle w:val="table"/>
            </w:pPr>
            <w:r>
              <w:t>Coy room and board room door handles</w:t>
            </w:r>
          </w:p>
        </w:tc>
        <w:sdt>
          <w:sdtPr>
            <w:id w:val="123866818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7A26C3E" w14:textId="77777777" w:rsidR="00723015" w:rsidRPr="00664788" w:rsidRDefault="00723015" w:rsidP="005835A8">
                <w:pPr>
                  <w:pStyle w:val="table"/>
                  <w:jc w:val="center"/>
                </w:pPr>
                <w:r w:rsidRPr="0008747B">
                  <w:rPr>
                    <w:rFonts w:ascii="MS Gothic" w:eastAsia="MS Gothic" w:hAnsi="MS Gothic"/>
                  </w:rPr>
                  <w:t>☐</w:t>
                </w:r>
              </w:p>
            </w:tc>
          </w:sdtContent>
        </w:sdt>
        <w:sdt>
          <w:sdtPr>
            <w:id w:val="-84563470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D1F3F2A" w14:textId="77777777" w:rsidR="00723015" w:rsidRPr="00664788" w:rsidRDefault="00723015" w:rsidP="005835A8">
                <w:pPr>
                  <w:pStyle w:val="table"/>
                  <w:jc w:val="center"/>
                </w:pPr>
                <w:r w:rsidRPr="000610E3">
                  <w:rPr>
                    <w:rFonts w:ascii="MS Gothic" w:eastAsia="MS Gothic" w:hAnsi="MS Gothic"/>
                  </w:rPr>
                  <w:t>☐</w:t>
                </w:r>
              </w:p>
            </w:tc>
          </w:sdtContent>
        </w:sdt>
        <w:sdt>
          <w:sdtPr>
            <w:id w:val="6453831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2C73AC0" w14:textId="77777777" w:rsidR="00723015" w:rsidRPr="00664788" w:rsidRDefault="00723015" w:rsidP="005835A8">
                <w:pPr>
                  <w:pStyle w:val="table"/>
                  <w:jc w:val="center"/>
                </w:pPr>
                <w:r w:rsidRPr="000610E3">
                  <w:rPr>
                    <w:rFonts w:ascii="MS Gothic" w:eastAsia="MS Gothic" w:hAnsi="MS Gothic"/>
                  </w:rPr>
                  <w:t>☐</w:t>
                </w:r>
              </w:p>
            </w:tc>
          </w:sdtContent>
        </w:sdt>
        <w:sdt>
          <w:sdtPr>
            <w:id w:val="-16194330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025A168" w14:textId="77777777" w:rsidR="00723015" w:rsidRPr="00664788" w:rsidRDefault="00723015" w:rsidP="005835A8">
                <w:pPr>
                  <w:pStyle w:val="table"/>
                  <w:jc w:val="center"/>
                </w:pPr>
                <w:r w:rsidRPr="000610E3">
                  <w:rPr>
                    <w:rFonts w:ascii="MS Gothic" w:eastAsia="MS Gothic" w:hAnsi="MS Gothic"/>
                  </w:rPr>
                  <w:t>☐</w:t>
                </w:r>
              </w:p>
            </w:tc>
          </w:sdtContent>
        </w:sdt>
        <w:sdt>
          <w:sdtPr>
            <w:id w:val="-86328434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ADDB76" w14:textId="77777777" w:rsidR="00723015" w:rsidRPr="00664788" w:rsidRDefault="00723015" w:rsidP="005835A8">
                <w:pPr>
                  <w:pStyle w:val="table"/>
                  <w:jc w:val="center"/>
                </w:pPr>
                <w:r w:rsidRPr="000610E3">
                  <w:rPr>
                    <w:rFonts w:ascii="MS Gothic" w:eastAsia="MS Gothic" w:hAnsi="MS Gothic"/>
                  </w:rPr>
                  <w:t>☐</w:t>
                </w:r>
              </w:p>
            </w:tc>
          </w:sdtContent>
        </w:sdt>
        <w:sdt>
          <w:sdtPr>
            <w:id w:val="38336865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C91F0C" w14:textId="77777777" w:rsidR="00723015" w:rsidRPr="00664788" w:rsidRDefault="00723015" w:rsidP="005835A8">
                <w:pPr>
                  <w:pStyle w:val="table"/>
                  <w:jc w:val="center"/>
                </w:pPr>
                <w:r w:rsidRPr="000610E3">
                  <w:rPr>
                    <w:rFonts w:ascii="MS Gothic" w:eastAsia="MS Gothic" w:hAnsi="MS Gothic"/>
                  </w:rPr>
                  <w:t>☐</w:t>
                </w:r>
              </w:p>
            </w:tc>
          </w:sdtContent>
        </w:sdt>
        <w:sdt>
          <w:sdtPr>
            <w:id w:val="9668371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4B8FFC1"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8385446"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4405CE02" w14:textId="77777777" w:rsidR="00723015" w:rsidRPr="00664788" w:rsidRDefault="00723015" w:rsidP="005835A8">
            <w:pPr>
              <w:spacing w:before="40" w:after="40" w:line="240" w:lineRule="auto"/>
              <w:rPr>
                <w:color w:val="FFFFFF" w:themeColor="background1"/>
              </w:rPr>
            </w:pPr>
          </w:p>
        </w:tc>
      </w:tr>
      <w:tr w:rsidR="00723015" w:rsidRPr="00664788" w14:paraId="4DCB8C4C"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41B7067" w14:textId="13391F0A" w:rsidR="00723015" w:rsidRPr="00664788" w:rsidRDefault="00851B75" w:rsidP="005835A8">
            <w:pPr>
              <w:pStyle w:val="table"/>
            </w:pPr>
            <w:r>
              <w:t>Photocopier buttons</w:t>
            </w:r>
          </w:p>
        </w:tc>
        <w:sdt>
          <w:sdtPr>
            <w:id w:val="185268111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B3F80E" w14:textId="77777777" w:rsidR="00723015" w:rsidRPr="00664788" w:rsidRDefault="00723015" w:rsidP="005835A8">
                <w:pPr>
                  <w:pStyle w:val="table"/>
                  <w:jc w:val="center"/>
                </w:pPr>
                <w:r w:rsidRPr="0008747B">
                  <w:rPr>
                    <w:rFonts w:ascii="MS Gothic" w:eastAsia="MS Gothic" w:hAnsi="MS Gothic"/>
                  </w:rPr>
                  <w:t>☐</w:t>
                </w:r>
              </w:p>
            </w:tc>
          </w:sdtContent>
        </w:sdt>
        <w:sdt>
          <w:sdtPr>
            <w:id w:val="-201729948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402CB7" w14:textId="77777777" w:rsidR="00723015" w:rsidRPr="00664788" w:rsidRDefault="00723015" w:rsidP="005835A8">
                <w:pPr>
                  <w:pStyle w:val="table"/>
                  <w:jc w:val="center"/>
                </w:pPr>
                <w:r w:rsidRPr="000610E3">
                  <w:rPr>
                    <w:rFonts w:ascii="MS Gothic" w:eastAsia="MS Gothic" w:hAnsi="MS Gothic"/>
                  </w:rPr>
                  <w:t>☐</w:t>
                </w:r>
              </w:p>
            </w:tc>
          </w:sdtContent>
        </w:sdt>
        <w:sdt>
          <w:sdtPr>
            <w:id w:val="2437441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005D98" w14:textId="77777777" w:rsidR="00723015" w:rsidRPr="00664788" w:rsidRDefault="00723015" w:rsidP="005835A8">
                <w:pPr>
                  <w:pStyle w:val="table"/>
                  <w:jc w:val="center"/>
                </w:pPr>
                <w:r w:rsidRPr="000610E3">
                  <w:rPr>
                    <w:rFonts w:ascii="MS Gothic" w:eastAsia="MS Gothic" w:hAnsi="MS Gothic"/>
                  </w:rPr>
                  <w:t>☐</w:t>
                </w:r>
              </w:p>
            </w:tc>
          </w:sdtContent>
        </w:sdt>
        <w:sdt>
          <w:sdtPr>
            <w:id w:val="172108545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136676" w14:textId="77777777" w:rsidR="00723015" w:rsidRPr="00664788" w:rsidRDefault="00723015" w:rsidP="005835A8">
                <w:pPr>
                  <w:pStyle w:val="table"/>
                  <w:jc w:val="center"/>
                </w:pPr>
                <w:r w:rsidRPr="000610E3">
                  <w:rPr>
                    <w:rFonts w:ascii="MS Gothic" w:eastAsia="MS Gothic" w:hAnsi="MS Gothic"/>
                  </w:rPr>
                  <w:t>☐</w:t>
                </w:r>
              </w:p>
            </w:tc>
          </w:sdtContent>
        </w:sdt>
        <w:sdt>
          <w:sdtPr>
            <w:id w:val="145984314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4E9954" w14:textId="77777777" w:rsidR="00723015" w:rsidRPr="00664788" w:rsidRDefault="00723015" w:rsidP="005835A8">
                <w:pPr>
                  <w:pStyle w:val="table"/>
                  <w:jc w:val="center"/>
                </w:pPr>
                <w:r w:rsidRPr="000610E3">
                  <w:rPr>
                    <w:rFonts w:ascii="MS Gothic" w:eastAsia="MS Gothic" w:hAnsi="MS Gothic"/>
                  </w:rPr>
                  <w:t>☐</w:t>
                </w:r>
              </w:p>
            </w:tc>
          </w:sdtContent>
        </w:sdt>
        <w:sdt>
          <w:sdtPr>
            <w:id w:val="69164851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95D0AE6" w14:textId="77777777" w:rsidR="00723015" w:rsidRPr="00664788" w:rsidRDefault="00723015" w:rsidP="005835A8">
                <w:pPr>
                  <w:pStyle w:val="table"/>
                  <w:jc w:val="center"/>
                </w:pPr>
                <w:r w:rsidRPr="000610E3">
                  <w:rPr>
                    <w:rFonts w:ascii="MS Gothic" w:eastAsia="MS Gothic" w:hAnsi="MS Gothic"/>
                  </w:rPr>
                  <w:t>☐</w:t>
                </w:r>
              </w:p>
            </w:tc>
          </w:sdtContent>
        </w:sdt>
        <w:sdt>
          <w:sdtPr>
            <w:id w:val="72588267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177FC29"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3118C3B"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633D9D61" w14:textId="77777777" w:rsidR="00723015" w:rsidRPr="00664788" w:rsidRDefault="00723015" w:rsidP="005835A8">
            <w:pPr>
              <w:spacing w:before="40" w:after="40" w:line="240" w:lineRule="auto"/>
              <w:rPr>
                <w:color w:val="FFFFFF" w:themeColor="background1"/>
              </w:rPr>
            </w:pPr>
          </w:p>
        </w:tc>
      </w:tr>
      <w:tr w:rsidR="00723015" w:rsidRPr="00664788" w14:paraId="40D89C09"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4D21555" w14:textId="651EB4E3" w:rsidR="00723015" w:rsidRPr="00664788" w:rsidRDefault="00851B75" w:rsidP="005835A8">
            <w:pPr>
              <w:pStyle w:val="table"/>
            </w:pPr>
            <w:r>
              <w:t>All other door handles and deadbolts</w:t>
            </w:r>
          </w:p>
        </w:tc>
        <w:sdt>
          <w:sdtPr>
            <w:id w:val="84320871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A890990" w14:textId="77777777" w:rsidR="00723015" w:rsidRPr="00664788" w:rsidRDefault="00723015" w:rsidP="005835A8">
                <w:pPr>
                  <w:pStyle w:val="table"/>
                  <w:jc w:val="center"/>
                </w:pPr>
                <w:r w:rsidRPr="0008747B">
                  <w:rPr>
                    <w:rFonts w:ascii="MS Gothic" w:eastAsia="MS Gothic" w:hAnsi="MS Gothic"/>
                  </w:rPr>
                  <w:t>☐</w:t>
                </w:r>
              </w:p>
            </w:tc>
          </w:sdtContent>
        </w:sdt>
        <w:sdt>
          <w:sdtPr>
            <w:id w:val="-195191789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640AF2E" w14:textId="77777777" w:rsidR="00723015" w:rsidRPr="00664788" w:rsidRDefault="00723015" w:rsidP="005835A8">
                <w:pPr>
                  <w:pStyle w:val="table"/>
                  <w:jc w:val="center"/>
                </w:pPr>
                <w:r>
                  <w:rPr>
                    <w:rFonts w:ascii="MS Gothic" w:eastAsia="MS Gothic" w:hAnsi="MS Gothic" w:hint="eastAsia"/>
                  </w:rPr>
                  <w:t>☐</w:t>
                </w:r>
              </w:p>
            </w:tc>
          </w:sdtContent>
        </w:sdt>
        <w:sdt>
          <w:sdtPr>
            <w:id w:val="94264782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A8D57B3" w14:textId="77777777" w:rsidR="00723015" w:rsidRPr="00664788" w:rsidRDefault="00723015" w:rsidP="005835A8">
                <w:pPr>
                  <w:pStyle w:val="table"/>
                  <w:jc w:val="center"/>
                </w:pPr>
                <w:r w:rsidRPr="000610E3">
                  <w:rPr>
                    <w:rFonts w:ascii="MS Gothic" w:eastAsia="MS Gothic" w:hAnsi="MS Gothic"/>
                  </w:rPr>
                  <w:t>☐</w:t>
                </w:r>
              </w:p>
            </w:tc>
          </w:sdtContent>
        </w:sdt>
        <w:sdt>
          <w:sdtPr>
            <w:id w:val="103284596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6A154A" w14:textId="77777777" w:rsidR="00723015" w:rsidRPr="00664788" w:rsidRDefault="00723015" w:rsidP="005835A8">
                <w:pPr>
                  <w:pStyle w:val="table"/>
                  <w:jc w:val="center"/>
                </w:pPr>
                <w:r w:rsidRPr="000610E3">
                  <w:rPr>
                    <w:rFonts w:ascii="MS Gothic" w:eastAsia="MS Gothic" w:hAnsi="MS Gothic"/>
                  </w:rPr>
                  <w:t>☐</w:t>
                </w:r>
              </w:p>
            </w:tc>
          </w:sdtContent>
        </w:sdt>
        <w:sdt>
          <w:sdtPr>
            <w:id w:val="-25990999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FBF989D" w14:textId="77777777" w:rsidR="00723015" w:rsidRPr="00664788" w:rsidRDefault="00723015" w:rsidP="005835A8">
                <w:pPr>
                  <w:pStyle w:val="table"/>
                  <w:jc w:val="center"/>
                </w:pPr>
                <w:r w:rsidRPr="000610E3">
                  <w:rPr>
                    <w:rFonts w:ascii="MS Gothic" w:eastAsia="MS Gothic" w:hAnsi="MS Gothic"/>
                  </w:rPr>
                  <w:t>☐</w:t>
                </w:r>
              </w:p>
            </w:tc>
          </w:sdtContent>
        </w:sdt>
        <w:sdt>
          <w:sdtPr>
            <w:id w:val="-92642914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44EAC0E" w14:textId="77777777" w:rsidR="00723015" w:rsidRPr="00664788" w:rsidRDefault="00723015" w:rsidP="005835A8">
                <w:pPr>
                  <w:pStyle w:val="table"/>
                  <w:jc w:val="center"/>
                </w:pPr>
                <w:r w:rsidRPr="000610E3">
                  <w:rPr>
                    <w:rFonts w:ascii="MS Gothic" w:eastAsia="MS Gothic" w:hAnsi="MS Gothic"/>
                  </w:rPr>
                  <w:t>☐</w:t>
                </w:r>
              </w:p>
            </w:tc>
          </w:sdtContent>
        </w:sdt>
        <w:sdt>
          <w:sdtPr>
            <w:id w:val="-6287297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2B79F0"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3F1D8C2"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30156BE2" w14:textId="77777777" w:rsidR="00723015" w:rsidRPr="00664788" w:rsidRDefault="00723015" w:rsidP="005835A8">
            <w:pPr>
              <w:spacing w:before="40" w:after="40" w:line="240" w:lineRule="auto"/>
              <w:rPr>
                <w:color w:val="FFFFFF" w:themeColor="background1"/>
              </w:rPr>
            </w:pPr>
          </w:p>
        </w:tc>
      </w:tr>
      <w:tr w:rsidR="00723015" w:rsidRPr="00664788" w14:paraId="139AE821"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0E6E46E" w14:textId="14D86709" w:rsidR="00723015" w:rsidRPr="00664788" w:rsidRDefault="00851B75" w:rsidP="005835A8">
            <w:pPr>
              <w:pStyle w:val="table"/>
            </w:pPr>
            <w:r>
              <w:t>Coffee machine, fridge handles</w:t>
            </w:r>
          </w:p>
        </w:tc>
        <w:sdt>
          <w:sdtPr>
            <w:id w:val="44659049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4D61DA9" w14:textId="77777777" w:rsidR="00723015" w:rsidRPr="00664788" w:rsidRDefault="00723015" w:rsidP="005835A8">
                <w:pPr>
                  <w:pStyle w:val="table"/>
                  <w:jc w:val="center"/>
                </w:pPr>
                <w:r w:rsidRPr="0008747B">
                  <w:rPr>
                    <w:rFonts w:ascii="MS Gothic" w:eastAsia="MS Gothic" w:hAnsi="MS Gothic"/>
                  </w:rPr>
                  <w:t>☐</w:t>
                </w:r>
              </w:p>
            </w:tc>
          </w:sdtContent>
        </w:sdt>
        <w:sdt>
          <w:sdtPr>
            <w:id w:val="-165444242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3CC418" w14:textId="77777777" w:rsidR="00723015" w:rsidRPr="00664788" w:rsidRDefault="00723015" w:rsidP="005835A8">
                <w:pPr>
                  <w:pStyle w:val="table"/>
                  <w:jc w:val="center"/>
                </w:pPr>
                <w:r w:rsidRPr="000610E3">
                  <w:rPr>
                    <w:rFonts w:ascii="MS Gothic" w:eastAsia="MS Gothic" w:hAnsi="MS Gothic"/>
                  </w:rPr>
                  <w:t>☐</w:t>
                </w:r>
              </w:p>
            </w:tc>
          </w:sdtContent>
        </w:sdt>
        <w:sdt>
          <w:sdtPr>
            <w:id w:val="157731510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3BB58B" w14:textId="77777777" w:rsidR="00723015" w:rsidRPr="00664788" w:rsidRDefault="00723015" w:rsidP="005835A8">
                <w:pPr>
                  <w:pStyle w:val="table"/>
                  <w:jc w:val="center"/>
                </w:pPr>
                <w:r w:rsidRPr="000610E3">
                  <w:rPr>
                    <w:rFonts w:ascii="MS Gothic" w:eastAsia="MS Gothic" w:hAnsi="MS Gothic"/>
                  </w:rPr>
                  <w:t>☐</w:t>
                </w:r>
              </w:p>
            </w:tc>
          </w:sdtContent>
        </w:sdt>
        <w:sdt>
          <w:sdtPr>
            <w:id w:val="60215698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B073C1" w14:textId="77777777" w:rsidR="00723015" w:rsidRPr="00664788" w:rsidRDefault="00723015" w:rsidP="005835A8">
                <w:pPr>
                  <w:pStyle w:val="table"/>
                  <w:jc w:val="center"/>
                </w:pPr>
                <w:r w:rsidRPr="000610E3">
                  <w:rPr>
                    <w:rFonts w:ascii="MS Gothic" w:eastAsia="MS Gothic" w:hAnsi="MS Gothic"/>
                  </w:rPr>
                  <w:t>☐</w:t>
                </w:r>
              </w:p>
            </w:tc>
          </w:sdtContent>
        </w:sdt>
        <w:sdt>
          <w:sdtPr>
            <w:id w:val="23628795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455A049" w14:textId="77777777" w:rsidR="00723015" w:rsidRPr="00664788" w:rsidRDefault="00723015" w:rsidP="005835A8">
                <w:pPr>
                  <w:pStyle w:val="table"/>
                  <w:jc w:val="center"/>
                </w:pPr>
                <w:r w:rsidRPr="000610E3">
                  <w:rPr>
                    <w:rFonts w:ascii="MS Gothic" w:eastAsia="MS Gothic" w:hAnsi="MS Gothic"/>
                  </w:rPr>
                  <w:t>☐</w:t>
                </w:r>
              </w:p>
            </w:tc>
          </w:sdtContent>
        </w:sdt>
        <w:sdt>
          <w:sdtPr>
            <w:id w:val="-131124325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3F2DD06" w14:textId="77777777" w:rsidR="00723015" w:rsidRPr="00664788" w:rsidRDefault="00723015" w:rsidP="005835A8">
                <w:pPr>
                  <w:pStyle w:val="table"/>
                  <w:jc w:val="center"/>
                </w:pPr>
                <w:r w:rsidRPr="000610E3">
                  <w:rPr>
                    <w:rFonts w:ascii="MS Gothic" w:eastAsia="MS Gothic" w:hAnsi="MS Gothic"/>
                  </w:rPr>
                  <w:t>☐</w:t>
                </w:r>
              </w:p>
            </w:tc>
          </w:sdtContent>
        </w:sdt>
        <w:sdt>
          <w:sdtPr>
            <w:id w:val="-214519104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715F41E"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042DA92"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5FC7EB4E" w14:textId="77777777" w:rsidR="00723015" w:rsidRPr="00664788" w:rsidRDefault="00723015" w:rsidP="005835A8">
            <w:pPr>
              <w:spacing w:before="40" w:after="40" w:line="240" w:lineRule="auto"/>
              <w:rPr>
                <w:color w:val="FFFFFF" w:themeColor="background1"/>
              </w:rPr>
            </w:pPr>
          </w:p>
        </w:tc>
      </w:tr>
      <w:tr w:rsidR="00723015" w:rsidRPr="00664788" w14:paraId="0F0C854F"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8C7F6D5" w14:textId="24954273" w:rsidR="00723015" w:rsidRPr="00664788" w:rsidRDefault="00851B75" w:rsidP="005835A8">
            <w:pPr>
              <w:pStyle w:val="table"/>
            </w:pPr>
            <w:r>
              <w:t>Cupboards and drawer handles</w:t>
            </w:r>
          </w:p>
        </w:tc>
        <w:sdt>
          <w:sdtPr>
            <w:id w:val="176071359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550FBC" w14:textId="77777777" w:rsidR="00723015" w:rsidRPr="00664788" w:rsidRDefault="00723015" w:rsidP="005835A8">
                <w:pPr>
                  <w:pStyle w:val="table"/>
                  <w:jc w:val="center"/>
                </w:pPr>
                <w:r w:rsidRPr="0008747B">
                  <w:rPr>
                    <w:rFonts w:ascii="MS Gothic" w:eastAsia="MS Gothic" w:hAnsi="MS Gothic"/>
                  </w:rPr>
                  <w:t>☐</w:t>
                </w:r>
              </w:p>
            </w:tc>
          </w:sdtContent>
        </w:sdt>
        <w:sdt>
          <w:sdtPr>
            <w:id w:val="147463999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498EA4" w14:textId="77777777" w:rsidR="00723015" w:rsidRPr="00664788" w:rsidRDefault="00723015" w:rsidP="005835A8">
                <w:pPr>
                  <w:pStyle w:val="table"/>
                  <w:jc w:val="center"/>
                </w:pPr>
                <w:r w:rsidRPr="000610E3">
                  <w:rPr>
                    <w:rFonts w:ascii="MS Gothic" w:eastAsia="MS Gothic" w:hAnsi="MS Gothic"/>
                  </w:rPr>
                  <w:t>☐</w:t>
                </w:r>
              </w:p>
            </w:tc>
          </w:sdtContent>
        </w:sdt>
        <w:sdt>
          <w:sdtPr>
            <w:id w:val="-147736983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F20046" w14:textId="77777777" w:rsidR="00723015" w:rsidRPr="00664788" w:rsidRDefault="00723015" w:rsidP="005835A8">
                <w:pPr>
                  <w:pStyle w:val="table"/>
                  <w:jc w:val="center"/>
                </w:pPr>
                <w:r w:rsidRPr="000610E3">
                  <w:rPr>
                    <w:rFonts w:ascii="MS Gothic" w:eastAsia="MS Gothic" w:hAnsi="MS Gothic"/>
                  </w:rPr>
                  <w:t>☐</w:t>
                </w:r>
              </w:p>
            </w:tc>
          </w:sdtContent>
        </w:sdt>
        <w:sdt>
          <w:sdtPr>
            <w:id w:val="-194637684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B0136FA" w14:textId="77777777" w:rsidR="00723015" w:rsidRPr="00664788" w:rsidRDefault="00723015" w:rsidP="005835A8">
                <w:pPr>
                  <w:pStyle w:val="table"/>
                  <w:jc w:val="center"/>
                </w:pPr>
                <w:r w:rsidRPr="000610E3">
                  <w:rPr>
                    <w:rFonts w:ascii="MS Gothic" w:eastAsia="MS Gothic" w:hAnsi="MS Gothic"/>
                  </w:rPr>
                  <w:t>☐</w:t>
                </w:r>
              </w:p>
            </w:tc>
          </w:sdtContent>
        </w:sdt>
        <w:sdt>
          <w:sdtPr>
            <w:id w:val="16537471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A6DB7A" w14:textId="77777777" w:rsidR="00723015" w:rsidRPr="00664788" w:rsidRDefault="00723015" w:rsidP="005835A8">
                <w:pPr>
                  <w:pStyle w:val="table"/>
                  <w:jc w:val="center"/>
                </w:pPr>
                <w:r w:rsidRPr="000610E3">
                  <w:rPr>
                    <w:rFonts w:ascii="MS Gothic" w:eastAsia="MS Gothic" w:hAnsi="MS Gothic"/>
                  </w:rPr>
                  <w:t>☐</w:t>
                </w:r>
              </w:p>
            </w:tc>
          </w:sdtContent>
        </w:sdt>
        <w:sdt>
          <w:sdtPr>
            <w:id w:val="-122645255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43EBC2C" w14:textId="77777777" w:rsidR="00723015" w:rsidRPr="00664788" w:rsidRDefault="00723015" w:rsidP="005835A8">
                <w:pPr>
                  <w:pStyle w:val="table"/>
                  <w:jc w:val="center"/>
                </w:pPr>
                <w:r w:rsidRPr="000610E3">
                  <w:rPr>
                    <w:rFonts w:ascii="MS Gothic" w:eastAsia="MS Gothic" w:hAnsi="MS Gothic"/>
                  </w:rPr>
                  <w:t>☐</w:t>
                </w:r>
              </w:p>
            </w:tc>
          </w:sdtContent>
        </w:sdt>
        <w:sdt>
          <w:sdtPr>
            <w:id w:val="120683278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C5D08F"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0DEB912"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6B6EA713" w14:textId="77777777" w:rsidR="00723015" w:rsidRPr="00664788" w:rsidRDefault="00723015" w:rsidP="005835A8">
            <w:pPr>
              <w:spacing w:before="40" w:after="40" w:line="240" w:lineRule="auto"/>
              <w:rPr>
                <w:color w:val="FFFFFF" w:themeColor="background1"/>
              </w:rPr>
            </w:pPr>
          </w:p>
        </w:tc>
      </w:tr>
      <w:tr w:rsidR="00723015" w:rsidRPr="00664788" w14:paraId="5CCE789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E62CF7C" w14:textId="191DF676" w:rsidR="00723015" w:rsidRPr="00664788" w:rsidRDefault="00851B75" w:rsidP="005835A8">
            <w:pPr>
              <w:pStyle w:val="table"/>
            </w:pPr>
            <w:r>
              <w:t>Garbage can lids</w:t>
            </w:r>
          </w:p>
        </w:tc>
        <w:sdt>
          <w:sdtPr>
            <w:id w:val="-203494314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FBEB331" w14:textId="77777777" w:rsidR="00723015" w:rsidRPr="00664788" w:rsidRDefault="00723015" w:rsidP="005835A8">
                <w:pPr>
                  <w:pStyle w:val="table"/>
                  <w:jc w:val="center"/>
                </w:pPr>
                <w:r w:rsidRPr="0008747B">
                  <w:rPr>
                    <w:rFonts w:ascii="MS Gothic" w:eastAsia="MS Gothic" w:hAnsi="MS Gothic"/>
                  </w:rPr>
                  <w:t>☐</w:t>
                </w:r>
              </w:p>
            </w:tc>
          </w:sdtContent>
        </w:sdt>
        <w:sdt>
          <w:sdtPr>
            <w:id w:val="-44653952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ED556A" w14:textId="77777777" w:rsidR="00723015" w:rsidRPr="00664788" w:rsidRDefault="00723015" w:rsidP="005835A8">
                <w:pPr>
                  <w:pStyle w:val="table"/>
                  <w:jc w:val="center"/>
                </w:pPr>
                <w:r w:rsidRPr="000610E3">
                  <w:rPr>
                    <w:rFonts w:ascii="MS Gothic" w:eastAsia="MS Gothic" w:hAnsi="MS Gothic"/>
                  </w:rPr>
                  <w:t>☐</w:t>
                </w:r>
              </w:p>
            </w:tc>
          </w:sdtContent>
        </w:sdt>
        <w:sdt>
          <w:sdtPr>
            <w:id w:val="-213077112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F28B96" w14:textId="77777777" w:rsidR="00723015" w:rsidRPr="00664788" w:rsidRDefault="00723015" w:rsidP="005835A8">
                <w:pPr>
                  <w:pStyle w:val="table"/>
                  <w:jc w:val="center"/>
                </w:pPr>
                <w:r w:rsidRPr="000610E3">
                  <w:rPr>
                    <w:rFonts w:ascii="MS Gothic" w:eastAsia="MS Gothic" w:hAnsi="MS Gothic"/>
                  </w:rPr>
                  <w:t>☐</w:t>
                </w:r>
              </w:p>
            </w:tc>
          </w:sdtContent>
        </w:sdt>
        <w:sdt>
          <w:sdtPr>
            <w:id w:val="115418325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E1EFA8" w14:textId="77777777" w:rsidR="00723015" w:rsidRPr="00664788" w:rsidRDefault="00723015" w:rsidP="005835A8">
                <w:pPr>
                  <w:pStyle w:val="table"/>
                  <w:jc w:val="center"/>
                </w:pPr>
                <w:r w:rsidRPr="000610E3">
                  <w:rPr>
                    <w:rFonts w:ascii="MS Gothic" w:eastAsia="MS Gothic" w:hAnsi="MS Gothic"/>
                  </w:rPr>
                  <w:t>☐</w:t>
                </w:r>
              </w:p>
            </w:tc>
          </w:sdtContent>
        </w:sdt>
        <w:sdt>
          <w:sdtPr>
            <w:id w:val="-138186186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5B3C4BD" w14:textId="77777777" w:rsidR="00723015" w:rsidRPr="00664788" w:rsidRDefault="00723015" w:rsidP="005835A8">
                <w:pPr>
                  <w:pStyle w:val="table"/>
                  <w:jc w:val="center"/>
                </w:pPr>
                <w:r w:rsidRPr="000610E3">
                  <w:rPr>
                    <w:rFonts w:ascii="MS Gothic" w:eastAsia="MS Gothic" w:hAnsi="MS Gothic"/>
                  </w:rPr>
                  <w:t>☐</w:t>
                </w:r>
              </w:p>
            </w:tc>
          </w:sdtContent>
        </w:sdt>
        <w:sdt>
          <w:sdtPr>
            <w:id w:val="-3404196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8F7628" w14:textId="77777777" w:rsidR="00723015" w:rsidRPr="00664788" w:rsidRDefault="00723015" w:rsidP="005835A8">
                <w:pPr>
                  <w:pStyle w:val="table"/>
                  <w:jc w:val="center"/>
                </w:pPr>
                <w:r w:rsidRPr="000610E3">
                  <w:rPr>
                    <w:rFonts w:ascii="MS Gothic" w:eastAsia="MS Gothic" w:hAnsi="MS Gothic"/>
                  </w:rPr>
                  <w:t>☐</w:t>
                </w:r>
              </w:p>
            </w:tc>
          </w:sdtContent>
        </w:sdt>
        <w:sdt>
          <w:sdtPr>
            <w:id w:val="-11391539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B49ACB"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9A35BC7"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5B04A8D9" w14:textId="77777777" w:rsidR="00723015" w:rsidRPr="00664788" w:rsidRDefault="00723015" w:rsidP="005835A8">
            <w:pPr>
              <w:spacing w:before="40" w:after="40" w:line="240" w:lineRule="auto"/>
              <w:rPr>
                <w:color w:val="FFFFFF" w:themeColor="background1"/>
              </w:rPr>
            </w:pPr>
          </w:p>
        </w:tc>
      </w:tr>
      <w:tr w:rsidR="00723015" w:rsidRPr="00664788" w14:paraId="4ED28BC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7F4A73F" w14:textId="65C66303" w:rsidR="00723015" w:rsidRPr="00664788" w:rsidRDefault="00851B75" w:rsidP="005835A8">
            <w:pPr>
              <w:pStyle w:val="table"/>
            </w:pPr>
            <w:r>
              <w:t>Boardroom table, tv buttons, speaker buttons</w:t>
            </w:r>
          </w:p>
        </w:tc>
        <w:sdt>
          <w:sdtPr>
            <w:id w:val="-32289538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C101C9" w14:textId="77777777" w:rsidR="00723015" w:rsidRPr="00664788" w:rsidRDefault="00723015" w:rsidP="005835A8">
                <w:pPr>
                  <w:pStyle w:val="table"/>
                  <w:jc w:val="center"/>
                </w:pPr>
                <w:r w:rsidRPr="0008747B">
                  <w:rPr>
                    <w:rFonts w:ascii="MS Gothic" w:eastAsia="MS Gothic" w:hAnsi="MS Gothic"/>
                  </w:rPr>
                  <w:t>☐</w:t>
                </w:r>
              </w:p>
            </w:tc>
          </w:sdtContent>
        </w:sdt>
        <w:sdt>
          <w:sdtPr>
            <w:id w:val="-128157270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6E7D6C" w14:textId="77777777" w:rsidR="00723015" w:rsidRPr="00664788" w:rsidRDefault="00723015" w:rsidP="005835A8">
                <w:pPr>
                  <w:pStyle w:val="table"/>
                  <w:jc w:val="center"/>
                </w:pPr>
                <w:r w:rsidRPr="000610E3">
                  <w:rPr>
                    <w:rFonts w:ascii="MS Gothic" w:eastAsia="MS Gothic" w:hAnsi="MS Gothic"/>
                  </w:rPr>
                  <w:t>☐</w:t>
                </w:r>
              </w:p>
            </w:tc>
          </w:sdtContent>
        </w:sdt>
        <w:sdt>
          <w:sdtPr>
            <w:id w:val="-161065775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CE6662" w14:textId="77777777" w:rsidR="00723015" w:rsidRPr="00664788" w:rsidRDefault="00723015" w:rsidP="005835A8">
                <w:pPr>
                  <w:pStyle w:val="table"/>
                  <w:jc w:val="center"/>
                </w:pPr>
                <w:r w:rsidRPr="000610E3">
                  <w:rPr>
                    <w:rFonts w:ascii="MS Gothic" w:eastAsia="MS Gothic" w:hAnsi="MS Gothic"/>
                  </w:rPr>
                  <w:t>☐</w:t>
                </w:r>
              </w:p>
            </w:tc>
          </w:sdtContent>
        </w:sdt>
        <w:sdt>
          <w:sdtPr>
            <w:id w:val="-127138713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3AA8BF" w14:textId="77777777" w:rsidR="00723015" w:rsidRPr="00664788" w:rsidRDefault="00723015" w:rsidP="005835A8">
                <w:pPr>
                  <w:pStyle w:val="table"/>
                  <w:jc w:val="center"/>
                </w:pPr>
                <w:r w:rsidRPr="000610E3">
                  <w:rPr>
                    <w:rFonts w:ascii="MS Gothic" w:eastAsia="MS Gothic" w:hAnsi="MS Gothic"/>
                  </w:rPr>
                  <w:t>☐</w:t>
                </w:r>
              </w:p>
            </w:tc>
          </w:sdtContent>
        </w:sdt>
        <w:sdt>
          <w:sdtPr>
            <w:id w:val="-154126811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689E00" w14:textId="77777777" w:rsidR="00723015" w:rsidRPr="00664788" w:rsidRDefault="00723015" w:rsidP="005835A8">
                <w:pPr>
                  <w:pStyle w:val="table"/>
                  <w:jc w:val="center"/>
                </w:pPr>
                <w:r w:rsidRPr="000610E3">
                  <w:rPr>
                    <w:rFonts w:ascii="MS Gothic" w:eastAsia="MS Gothic" w:hAnsi="MS Gothic"/>
                  </w:rPr>
                  <w:t>☐</w:t>
                </w:r>
              </w:p>
            </w:tc>
          </w:sdtContent>
        </w:sdt>
        <w:sdt>
          <w:sdtPr>
            <w:id w:val="-36513544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822E15" w14:textId="77777777" w:rsidR="00723015" w:rsidRPr="00664788" w:rsidRDefault="00723015" w:rsidP="005835A8">
                <w:pPr>
                  <w:pStyle w:val="table"/>
                  <w:jc w:val="center"/>
                </w:pPr>
                <w:r w:rsidRPr="000610E3">
                  <w:rPr>
                    <w:rFonts w:ascii="MS Gothic" w:eastAsia="MS Gothic" w:hAnsi="MS Gothic"/>
                  </w:rPr>
                  <w:t>☐</w:t>
                </w:r>
              </w:p>
            </w:tc>
          </w:sdtContent>
        </w:sdt>
        <w:sdt>
          <w:sdtPr>
            <w:id w:val="-171003425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2EAB6E"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B735F99"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642732BE" w14:textId="77777777" w:rsidR="00723015" w:rsidRPr="00664788" w:rsidRDefault="00723015" w:rsidP="005835A8">
            <w:pPr>
              <w:spacing w:before="40" w:after="40" w:line="240" w:lineRule="auto"/>
              <w:rPr>
                <w:color w:val="FFFFFF" w:themeColor="background1"/>
              </w:rPr>
            </w:pPr>
          </w:p>
        </w:tc>
      </w:tr>
      <w:tr w:rsidR="00723015" w:rsidRPr="00664788" w14:paraId="47D0403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E490238" w14:textId="6691DECF" w:rsidR="00723015" w:rsidRPr="00664788" w:rsidRDefault="00851B75" w:rsidP="005835A8">
            <w:pPr>
              <w:pStyle w:val="table"/>
            </w:pPr>
            <w:r>
              <w:t>Chair arm rests</w:t>
            </w:r>
          </w:p>
        </w:tc>
        <w:sdt>
          <w:sdtPr>
            <w:id w:val="75794817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1E70FA2" w14:textId="77777777" w:rsidR="00723015" w:rsidRPr="00664788" w:rsidRDefault="00723015" w:rsidP="005835A8">
                <w:pPr>
                  <w:pStyle w:val="table"/>
                  <w:jc w:val="center"/>
                </w:pPr>
                <w:r w:rsidRPr="0008747B">
                  <w:rPr>
                    <w:rFonts w:ascii="MS Gothic" w:eastAsia="MS Gothic" w:hAnsi="MS Gothic"/>
                  </w:rPr>
                  <w:t>☐</w:t>
                </w:r>
              </w:p>
            </w:tc>
          </w:sdtContent>
        </w:sdt>
        <w:sdt>
          <w:sdtPr>
            <w:id w:val="-35434203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84FAC45" w14:textId="77777777" w:rsidR="00723015" w:rsidRPr="00664788" w:rsidRDefault="00723015" w:rsidP="005835A8">
                <w:pPr>
                  <w:pStyle w:val="table"/>
                  <w:jc w:val="center"/>
                </w:pPr>
                <w:r w:rsidRPr="000610E3">
                  <w:rPr>
                    <w:rFonts w:ascii="MS Gothic" w:eastAsia="MS Gothic" w:hAnsi="MS Gothic"/>
                  </w:rPr>
                  <w:t>☐</w:t>
                </w:r>
              </w:p>
            </w:tc>
          </w:sdtContent>
        </w:sdt>
        <w:sdt>
          <w:sdtPr>
            <w:id w:val="-18182132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90948F" w14:textId="77777777" w:rsidR="00723015" w:rsidRPr="00664788" w:rsidRDefault="00723015" w:rsidP="005835A8">
                <w:pPr>
                  <w:pStyle w:val="table"/>
                  <w:jc w:val="center"/>
                </w:pPr>
                <w:r w:rsidRPr="000610E3">
                  <w:rPr>
                    <w:rFonts w:ascii="MS Gothic" w:eastAsia="MS Gothic" w:hAnsi="MS Gothic"/>
                  </w:rPr>
                  <w:t>☐</w:t>
                </w:r>
              </w:p>
            </w:tc>
          </w:sdtContent>
        </w:sdt>
        <w:sdt>
          <w:sdtPr>
            <w:id w:val="-4006267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C9FDBFC" w14:textId="77777777" w:rsidR="00723015" w:rsidRPr="00664788" w:rsidRDefault="00723015" w:rsidP="005835A8">
                <w:pPr>
                  <w:pStyle w:val="table"/>
                  <w:jc w:val="center"/>
                </w:pPr>
                <w:r w:rsidRPr="000610E3">
                  <w:rPr>
                    <w:rFonts w:ascii="MS Gothic" w:eastAsia="MS Gothic" w:hAnsi="MS Gothic"/>
                  </w:rPr>
                  <w:t>☐</w:t>
                </w:r>
              </w:p>
            </w:tc>
          </w:sdtContent>
        </w:sdt>
        <w:sdt>
          <w:sdtPr>
            <w:id w:val="-205253408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C72891" w14:textId="77777777" w:rsidR="00723015" w:rsidRPr="00664788" w:rsidRDefault="00723015" w:rsidP="005835A8">
                <w:pPr>
                  <w:pStyle w:val="table"/>
                  <w:jc w:val="center"/>
                </w:pPr>
                <w:r w:rsidRPr="000610E3">
                  <w:rPr>
                    <w:rFonts w:ascii="MS Gothic" w:eastAsia="MS Gothic" w:hAnsi="MS Gothic"/>
                  </w:rPr>
                  <w:t>☐</w:t>
                </w:r>
              </w:p>
            </w:tc>
          </w:sdtContent>
        </w:sdt>
        <w:sdt>
          <w:sdtPr>
            <w:id w:val="-129990342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6C0A3B" w14:textId="77777777" w:rsidR="00723015" w:rsidRPr="00664788" w:rsidRDefault="00723015" w:rsidP="005835A8">
                <w:pPr>
                  <w:pStyle w:val="table"/>
                  <w:jc w:val="center"/>
                </w:pPr>
                <w:r w:rsidRPr="000610E3">
                  <w:rPr>
                    <w:rFonts w:ascii="MS Gothic" w:eastAsia="MS Gothic" w:hAnsi="MS Gothic"/>
                  </w:rPr>
                  <w:t>☐</w:t>
                </w:r>
              </w:p>
            </w:tc>
          </w:sdtContent>
        </w:sdt>
        <w:sdt>
          <w:sdtPr>
            <w:id w:val="78724661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5D1652E"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D237758"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14A63873" w14:textId="77777777" w:rsidR="00723015" w:rsidRPr="00664788" w:rsidRDefault="00723015" w:rsidP="005835A8">
            <w:pPr>
              <w:spacing w:before="40" w:after="40" w:line="240" w:lineRule="auto"/>
              <w:rPr>
                <w:color w:val="FFFFFF" w:themeColor="background1"/>
              </w:rPr>
            </w:pPr>
          </w:p>
        </w:tc>
      </w:tr>
      <w:tr w:rsidR="00723015" w:rsidRPr="00664788" w14:paraId="3F60E0C5"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B3C2672" w14:textId="6198141B" w:rsidR="00723015" w:rsidRPr="00664788" w:rsidRDefault="00851B75" w:rsidP="005835A8">
            <w:pPr>
              <w:pStyle w:val="table"/>
            </w:pPr>
            <w:r>
              <w:t>Railings (stairs)</w:t>
            </w:r>
          </w:p>
        </w:tc>
        <w:sdt>
          <w:sdtPr>
            <w:id w:val="-78365260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D9B9A2F" w14:textId="77777777" w:rsidR="00723015" w:rsidRPr="00664788" w:rsidRDefault="00723015" w:rsidP="005835A8">
                <w:pPr>
                  <w:pStyle w:val="table"/>
                  <w:jc w:val="center"/>
                </w:pPr>
                <w:r w:rsidRPr="0008747B">
                  <w:rPr>
                    <w:rFonts w:ascii="MS Gothic" w:eastAsia="MS Gothic" w:hAnsi="MS Gothic"/>
                  </w:rPr>
                  <w:t>☐</w:t>
                </w:r>
              </w:p>
            </w:tc>
          </w:sdtContent>
        </w:sdt>
        <w:sdt>
          <w:sdtPr>
            <w:id w:val="60123546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76F4D0" w14:textId="77777777" w:rsidR="00723015" w:rsidRPr="00664788" w:rsidRDefault="00723015" w:rsidP="005835A8">
                <w:pPr>
                  <w:pStyle w:val="table"/>
                  <w:jc w:val="center"/>
                </w:pPr>
                <w:r w:rsidRPr="000610E3">
                  <w:rPr>
                    <w:rFonts w:ascii="MS Gothic" w:eastAsia="MS Gothic" w:hAnsi="MS Gothic"/>
                  </w:rPr>
                  <w:t>☐</w:t>
                </w:r>
              </w:p>
            </w:tc>
          </w:sdtContent>
        </w:sdt>
        <w:sdt>
          <w:sdtPr>
            <w:id w:val="-159585274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9A8D3B" w14:textId="77777777" w:rsidR="00723015" w:rsidRPr="00664788" w:rsidRDefault="00723015" w:rsidP="005835A8">
                <w:pPr>
                  <w:pStyle w:val="table"/>
                  <w:jc w:val="center"/>
                </w:pPr>
                <w:r w:rsidRPr="000610E3">
                  <w:rPr>
                    <w:rFonts w:ascii="MS Gothic" w:eastAsia="MS Gothic" w:hAnsi="MS Gothic"/>
                  </w:rPr>
                  <w:t>☐</w:t>
                </w:r>
              </w:p>
            </w:tc>
          </w:sdtContent>
        </w:sdt>
        <w:sdt>
          <w:sdtPr>
            <w:id w:val="128515543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28D6B8" w14:textId="77777777" w:rsidR="00723015" w:rsidRPr="00664788" w:rsidRDefault="00723015" w:rsidP="005835A8">
                <w:pPr>
                  <w:pStyle w:val="table"/>
                  <w:jc w:val="center"/>
                </w:pPr>
                <w:r w:rsidRPr="000610E3">
                  <w:rPr>
                    <w:rFonts w:ascii="MS Gothic" w:eastAsia="MS Gothic" w:hAnsi="MS Gothic"/>
                  </w:rPr>
                  <w:t>☐</w:t>
                </w:r>
              </w:p>
            </w:tc>
          </w:sdtContent>
        </w:sdt>
        <w:sdt>
          <w:sdtPr>
            <w:id w:val="166041426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4C212DB" w14:textId="77777777" w:rsidR="00723015" w:rsidRPr="00664788" w:rsidRDefault="00723015" w:rsidP="005835A8">
                <w:pPr>
                  <w:pStyle w:val="table"/>
                  <w:jc w:val="center"/>
                </w:pPr>
                <w:r w:rsidRPr="000610E3">
                  <w:rPr>
                    <w:rFonts w:ascii="MS Gothic" w:eastAsia="MS Gothic" w:hAnsi="MS Gothic"/>
                  </w:rPr>
                  <w:t>☐</w:t>
                </w:r>
              </w:p>
            </w:tc>
          </w:sdtContent>
        </w:sdt>
        <w:sdt>
          <w:sdtPr>
            <w:id w:val="180634875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5A3660" w14:textId="77777777" w:rsidR="00723015" w:rsidRPr="00664788" w:rsidRDefault="00723015" w:rsidP="005835A8">
                <w:pPr>
                  <w:pStyle w:val="table"/>
                  <w:jc w:val="center"/>
                </w:pPr>
                <w:r w:rsidRPr="000610E3">
                  <w:rPr>
                    <w:rFonts w:ascii="MS Gothic" w:eastAsia="MS Gothic" w:hAnsi="MS Gothic"/>
                  </w:rPr>
                  <w:t>☐</w:t>
                </w:r>
              </w:p>
            </w:tc>
          </w:sdtContent>
        </w:sdt>
        <w:sdt>
          <w:sdtPr>
            <w:id w:val="-106733549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E4BA0C"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8C2288A"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5B9A093A" w14:textId="77777777" w:rsidR="00723015" w:rsidRPr="00664788" w:rsidRDefault="00723015" w:rsidP="005835A8">
            <w:pPr>
              <w:spacing w:before="40" w:after="40" w:line="240" w:lineRule="auto"/>
              <w:rPr>
                <w:color w:val="FFFFFF" w:themeColor="background1"/>
              </w:rPr>
            </w:pPr>
          </w:p>
        </w:tc>
      </w:tr>
      <w:tr w:rsidR="00723015" w:rsidRPr="00664788" w14:paraId="6440389E"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29BB239" w14:textId="71CE9104" w:rsidR="00723015" w:rsidRPr="00664788" w:rsidRDefault="00851B75" w:rsidP="005835A8">
            <w:pPr>
              <w:pStyle w:val="table"/>
            </w:pPr>
            <w:r>
              <w:t>Light switches</w:t>
            </w:r>
          </w:p>
        </w:tc>
        <w:sdt>
          <w:sdtPr>
            <w:id w:val="142384038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10E137" w14:textId="77777777" w:rsidR="00723015" w:rsidRPr="00664788" w:rsidRDefault="00723015" w:rsidP="005835A8">
                <w:pPr>
                  <w:pStyle w:val="table"/>
                  <w:jc w:val="center"/>
                </w:pPr>
                <w:r w:rsidRPr="0008747B">
                  <w:rPr>
                    <w:rFonts w:ascii="MS Gothic" w:eastAsia="MS Gothic" w:hAnsi="MS Gothic"/>
                  </w:rPr>
                  <w:t>☐</w:t>
                </w:r>
              </w:p>
            </w:tc>
          </w:sdtContent>
        </w:sdt>
        <w:sdt>
          <w:sdtPr>
            <w:id w:val="183988631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49CD0C6" w14:textId="77777777" w:rsidR="00723015" w:rsidRPr="00664788" w:rsidRDefault="00723015" w:rsidP="005835A8">
                <w:pPr>
                  <w:pStyle w:val="table"/>
                  <w:jc w:val="center"/>
                </w:pPr>
                <w:r w:rsidRPr="000610E3">
                  <w:rPr>
                    <w:rFonts w:ascii="MS Gothic" w:eastAsia="MS Gothic" w:hAnsi="MS Gothic"/>
                  </w:rPr>
                  <w:t>☐</w:t>
                </w:r>
              </w:p>
            </w:tc>
          </w:sdtContent>
        </w:sdt>
        <w:sdt>
          <w:sdtPr>
            <w:id w:val="46640179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F022BF2" w14:textId="77777777" w:rsidR="00723015" w:rsidRPr="00664788" w:rsidRDefault="00723015" w:rsidP="005835A8">
                <w:pPr>
                  <w:pStyle w:val="table"/>
                  <w:jc w:val="center"/>
                </w:pPr>
                <w:r w:rsidRPr="000610E3">
                  <w:rPr>
                    <w:rFonts w:ascii="MS Gothic" w:eastAsia="MS Gothic" w:hAnsi="MS Gothic"/>
                  </w:rPr>
                  <w:t>☐</w:t>
                </w:r>
              </w:p>
            </w:tc>
          </w:sdtContent>
        </w:sdt>
        <w:sdt>
          <w:sdtPr>
            <w:id w:val="-188970900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5CD1F5" w14:textId="77777777" w:rsidR="00723015" w:rsidRPr="00664788" w:rsidRDefault="00723015" w:rsidP="005835A8">
                <w:pPr>
                  <w:pStyle w:val="table"/>
                  <w:jc w:val="center"/>
                </w:pPr>
                <w:r w:rsidRPr="000610E3">
                  <w:rPr>
                    <w:rFonts w:ascii="MS Gothic" w:eastAsia="MS Gothic" w:hAnsi="MS Gothic"/>
                  </w:rPr>
                  <w:t>☐</w:t>
                </w:r>
              </w:p>
            </w:tc>
          </w:sdtContent>
        </w:sdt>
        <w:sdt>
          <w:sdtPr>
            <w:id w:val="-138169327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0EF8557" w14:textId="77777777" w:rsidR="00723015" w:rsidRPr="00664788" w:rsidRDefault="00723015" w:rsidP="005835A8">
                <w:pPr>
                  <w:pStyle w:val="table"/>
                  <w:jc w:val="center"/>
                </w:pPr>
                <w:r w:rsidRPr="000610E3">
                  <w:rPr>
                    <w:rFonts w:ascii="MS Gothic" w:eastAsia="MS Gothic" w:hAnsi="MS Gothic"/>
                  </w:rPr>
                  <w:t>☐</w:t>
                </w:r>
              </w:p>
            </w:tc>
          </w:sdtContent>
        </w:sdt>
        <w:sdt>
          <w:sdtPr>
            <w:id w:val="213228128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DB0C36" w14:textId="77777777" w:rsidR="00723015" w:rsidRPr="00664788" w:rsidRDefault="00723015" w:rsidP="005835A8">
                <w:pPr>
                  <w:pStyle w:val="table"/>
                  <w:jc w:val="center"/>
                </w:pPr>
                <w:r w:rsidRPr="000610E3">
                  <w:rPr>
                    <w:rFonts w:ascii="MS Gothic" w:eastAsia="MS Gothic" w:hAnsi="MS Gothic"/>
                  </w:rPr>
                  <w:t>☐</w:t>
                </w:r>
              </w:p>
            </w:tc>
          </w:sdtContent>
        </w:sdt>
        <w:sdt>
          <w:sdtPr>
            <w:id w:val="-66285671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703089"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802C519"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5D5014F1" w14:textId="77777777" w:rsidR="00723015" w:rsidRPr="00664788" w:rsidRDefault="00723015" w:rsidP="005835A8">
            <w:pPr>
              <w:spacing w:before="40" w:after="40" w:line="240" w:lineRule="auto"/>
              <w:rPr>
                <w:color w:val="FFFFFF" w:themeColor="background1"/>
              </w:rPr>
            </w:pPr>
          </w:p>
        </w:tc>
      </w:tr>
      <w:tr w:rsidR="00723015" w:rsidRPr="00664788" w14:paraId="74F7941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EC8E1CA" w14:textId="1967FE30" w:rsidR="00723015" w:rsidRPr="00851B75" w:rsidRDefault="00851B75" w:rsidP="005835A8">
            <w:pPr>
              <w:pStyle w:val="table"/>
              <w:rPr>
                <w:b/>
                <w:bCs/>
              </w:rPr>
            </w:pPr>
            <w:r w:rsidRPr="00851B75">
              <w:rPr>
                <w:b/>
                <w:bCs/>
              </w:rPr>
              <w:t>WASHROOMS</w:t>
            </w:r>
            <w:r>
              <w:rPr>
                <w:b/>
                <w:bCs/>
              </w:rPr>
              <w:t xml:space="preserve"> </w:t>
            </w:r>
            <w:r w:rsidRPr="00851B75">
              <w:rPr>
                <w:i/>
                <w:iCs/>
              </w:rPr>
              <w:t>(to be sanitized after each use)</w:t>
            </w:r>
          </w:p>
        </w:tc>
        <w:sdt>
          <w:sdtPr>
            <w:id w:val="109212439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8AB46F" w14:textId="77777777" w:rsidR="00723015" w:rsidRPr="00664788" w:rsidRDefault="00723015" w:rsidP="005835A8">
                <w:pPr>
                  <w:pStyle w:val="table"/>
                  <w:jc w:val="center"/>
                </w:pPr>
                <w:r w:rsidRPr="0008747B">
                  <w:rPr>
                    <w:rFonts w:ascii="MS Gothic" w:eastAsia="MS Gothic" w:hAnsi="MS Gothic"/>
                  </w:rPr>
                  <w:t>☐</w:t>
                </w:r>
              </w:p>
            </w:tc>
          </w:sdtContent>
        </w:sdt>
        <w:sdt>
          <w:sdtPr>
            <w:id w:val="-3981989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38ED0E" w14:textId="77777777" w:rsidR="00723015" w:rsidRPr="00664788" w:rsidRDefault="00723015" w:rsidP="005835A8">
                <w:pPr>
                  <w:pStyle w:val="table"/>
                  <w:jc w:val="center"/>
                </w:pPr>
                <w:r w:rsidRPr="000610E3">
                  <w:rPr>
                    <w:rFonts w:ascii="MS Gothic" w:eastAsia="MS Gothic" w:hAnsi="MS Gothic"/>
                  </w:rPr>
                  <w:t>☐</w:t>
                </w:r>
              </w:p>
            </w:tc>
          </w:sdtContent>
        </w:sdt>
        <w:sdt>
          <w:sdtPr>
            <w:id w:val="-94907667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9EAE6AF" w14:textId="77777777" w:rsidR="00723015" w:rsidRPr="00664788" w:rsidRDefault="00723015" w:rsidP="005835A8">
                <w:pPr>
                  <w:pStyle w:val="table"/>
                  <w:jc w:val="center"/>
                </w:pPr>
                <w:r w:rsidRPr="000610E3">
                  <w:rPr>
                    <w:rFonts w:ascii="MS Gothic" w:eastAsia="MS Gothic" w:hAnsi="MS Gothic"/>
                  </w:rPr>
                  <w:t>☐</w:t>
                </w:r>
              </w:p>
            </w:tc>
          </w:sdtContent>
        </w:sdt>
        <w:sdt>
          <w:sdtPr>
            <w:id w:val="110731873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A0B50C" w14:textId="77777777" w:rsidR="00723015" w:rsidRPr="00664788" w:rsidRDefault="00723015" w:rsidP="005835A8">
                <w:pPr>
                  <w:pStyle w:val="table"/>
                  <w:jc w:val="center"/>
                </w:pPr>
                <w:r w:rsidRPr="000610E3">
                  <w:rPr>
                    <w:rFonts w:ascii="MS Gothic" w:eastAsia="MS Gothic" w:hAnsi="MS Gothic"/>
                  </w:rPr>
                  <w:t>☐</w:t>
                </w:r>
              </w:p>
            </w:tc>
          </w:sdtContent>
        </w:sdt>
        <w:sdt>
          <w:sdtPr>
            <w:id w:val="175686226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4E4F4B" w14:textId="77777777" w:rsidR="00723015" w:rsidRPr="00664788" w:rsidRDefault="00723015" w:rsidP="005835A8">
                <w:pPr>
                  <w:pStyle w:val="table"/>
                  <w:jc w:val="center"/>
                </w:pPr>
                <w:r w:rsidRPr="000610E3">
                  <w:rPr>
                    <w:rFonts w:ascii="MS Gothic" w:eastAsia="MS Gothic" w:hAnsi="MS Gothic"/>
                  </w:rPr>
                  <w:t>☐</w:t>
                </w:r>
              </w:p>
            </w:tc>
          </w:sdtContent>
        </w:sdt>
        <w:sdt>
          <w:sdtPr>
            <w:id w:val="-213786661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244EA74" w14:textId="77777777" w:rsidR="00723015" w:rsidRPr="00664788" w:rsidRDefault="00723015" w:rsidP="005835A8">
                <w:pPr>
                  <w:pStyle w:val="table"/>
                  <w:jc w:val="center"/>
                </w:pPr>
                <w:r w:rsidRPr="000610E3">
                  <w:rPr>
                    <w:rFonts w:ascii="MS Gothic" w:eastAsia="MS Gothic" w:hAnsi="MS Gothic"/>
                  </w:rPr>
                  <w:t>☐</w:t>
                </w:r>
              </w:p>
            </w:tc>
          </w:sdtContent>
        </w:sdt>
        <w:sdt>
          <w:sdtPr>
            <w:id w:val="156067669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E347CB"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24626E9"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084FB5A1" w14:textId="77777777" w:rsidR="00723015" w:rsidRPr="00664788" w:rsidRDefault="00723015" w:rsidP="005835A8">
            <w:pPr>
              <w:spacing w:before="40" w:after="40" w:line="240" w:lineRule="auto"/>
              <w:rPr>
                <w:color w:val="FFFFFF" w:themeColor="background1"/>
              </w:rPr>
            </w:pPr>
          </w:p>
        </w:tc>
      </w:tr>
      <w:tr w:rsidR="00723015" w:rsidRPr="00664788" w14:paraId="275B731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8F81AF4" w14:textId="2840AE57" w:rsidR="00723015" w:rsidRPr="00664788" w:rsidRDefault="00851B75" w:rsidP="005835A8">
            <w:pPr>
              <w:pStyle w:val="table"/>
            </w:pPr>
            <w:r>
              <w:t>Taps</w:t>
            </w:r>
          </w:p>
        </w:tc>
        <w:sdt>
          <w:sdtPr>
            <w:id w:val="-121002485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2EE745" w14:textId="77777777" w:rsidR="00723015" w:rsidRPr="00664788" w:rsidRDefault="00723015" w:rsidP="005835A8">
                <w:pPr>
                  <w:pStyle w:val="table"/>
                  <w:jc w:val="center"/>
                </w:pPr>
                <w:r w:rsidRPr="0008747B">
                  <w:rPr>
                    <w:rFonts w:ascii="MS Gothic" w:eastAsia="MS Gothic" w:hAnsi="MS Gothic"/>
                  </w:rPr>
                  <w:t>☐</w:t>
                </w:r>
              </w:p>
            </w:tc>
          </w:sdtContent>
        </w:sdt>
        <w:sdt>
          <w:sdtPr>
            <w:id w:val="-90953554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6B19BC" w14:textId="77777777" w:rsidR="00723015" w:rsidRPr="00664788" w:rsidRDefault="00723015" w:rsidP="005835A8">
                <w:pPr>
                  <w:pStyle w:val="table"/>
                  <w:jc w:val="center"/>
                </w:pPr>
                <w:r w:rsidRPr="000610E3">
                  <w:rPr>
                    <w:rFonts w:ascii="MS Gothic" w:eastAsia="MS Gothic" w:hAnsi="MS Gothic"/>
                  </w:rPr>
                  <w:t>☐</w:t>
                </w:r>
              </w:p>
            </w:tc>
          </w:sdtContent>
        </w:sdt>
        <w:sdt>
          <w:sdtPr>
            <w:id w:val="103893447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AC708B5" w14:textId="77777777" w:rsidR="00723015" w:rsidRPr="00664788" w:rsidRDefault="00723015" w:rsidP="005835A8">
                <w:pPr>
                  <w:pStyle w:val="table"/>
                  <w:jc w:val="center"/>
                </w:pPr>
                <w:r w:rsidRPr="000610E3">
                  <w:rPr>
                    <w:rFonts w:ascii="MS Gothic" w:eastAsia="MS Gothic" w:hAnsi="MS Gothic"/>
                  </w:rPr>
                  <w:t>☐</w:t>
                </w:r>
              </w:p>
            </w:tc>
          </w:sdtContent>
        </w:sdt>
        <w:sdt>
          <w:sdtPr>
            <w:id w:val="134999269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A5BF34" w14:textId="77777777" w:rsidR="00723015" w:rsidRPr="00664788" w:rsidRDefault="00723015" w:rsidP="005835A8">
                <w:pPr>
                  <w:pStyle w:val="table"/>
                  <w:jc w:val="center"/>
                </w:pPr>
                <w:r w:rsidRPr="000610E3">
                  <w:rPr>
                    <w:rFonts w:ascii="MS Gothic" w:eastAsia="MS Gothic" w:hAnsi="MS Gothic"/>
                  </w:rPr>
                  <w:t>☐</w:t>
                </w:r>
              </w:p>
            </w:tc>
          </w:sdtContent>
        </w:sdt>
        <w:sdt>
          <w:sdtPr>
            <w:id w:val="-183398528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A4F140" w14:textId="77777777" w:rsidR="00723015" w:rsidRPr="00664788" w:rsidRDefault="00723015" w:rsidP="005835A8">
                <w:pPr>
                  <w:pStyle w:val="table"/>
                  <w:jc w:val="center"/>
                </w:pPr>
                <w:r w:rsidRPr="000610E3">
                  <w:rPr>
                    <w:rFonts w:ascii="MS Gothic" w:eastAsia="MS Gothic" w:hAnsi="MS Gothic"/>
                  </w:rPr>
                  <w:t>☐</w:t>
                </w:r>
              </w:p>
            </w:tc>
          </w:sdtContent>
        </w:sdt>
        <w:sdt>
          <w:sdtPr>
            <w:id w:val="-193689426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FC80967" w14:textId="77777777" w:rsidR="00723015" w:rsidRPr="00664788" w:rsidRDefault="00723015" w:rsidP="005835A8">
                <w:pPr>
                  <w:pStyle w:val="table"/>
                  <w:jc w:val="center"/>
                </w:pPr>
                <w:r w:rsidRPr="000610E3">
                  <w:rPr>
                    <w:rFonts w:ascii="MS Gothic" w:eastAsia="MS Gothic" w:hAnsi="MS Gothic"/>
                  </w:rPr>
                  <w:t>☐</w:t>
                </w:r>
              </w:p>
            </w:tc>
          </w:sdtContent>
        </w:sdt>
        <w:sdt>
          <w:sdtPr>
            <w:id w:val="-124286779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1D967F"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2237D7F"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3692588A" w14:textId="77777777" w:rsidR="00723015" w:rsidRPr="00664788" w:rsidRDefault="00723015" w:rsidP="005835A8">
            <w:pPr>
              <w:spacing w:before="40" w:after="40" w:line="240" w:lineRule="auto"/>
              <w:rPr>
                <w:color w:val="FFFFFF" w:themeColor="background1"/>
              </w:rPr>
            </w:pPr>
          </w:p>
        </w:tc>
      </w:tr>
      <w:tr w:rsidR="00723015" w:rsidRPr="00664788" w14:paraId="75DC9AD7"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A5ADB5F" w14:textId="5EB3EFC7" w:rsidR="00723015" w:rsidRPr="00664788" w:rsidRDefault="00851B75" w:rsidP="005835A8">
            <w:pPr>
              <w:pStyle w:val="table"/>
            </w:pPr>
            <w:r>
              <w:t>Toilet flusher</w:t>
            </w:r>
          </w:p>
        </w:tc>
        <w:sdt>
          <w:sdtPr>
            <w:id w:val="-189233040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A9EB730" w14:textId="77777777" w:rsidR="00723015" w:rsidRPr="00664788" w:rsidRDefault="00723015" w:rsidP="005835A8">
                <w:pPr>
                  <w:pStyle w:val="table"/>
                  <w:jc w:val="center"/>
                </w:pPr>
                <w:r w:rsidRPr="0008747B">
                  <w:rPr>
                    <w:rFonts w:ascii="MS Gothic" w:eastAsia="MS Gothic" w:hAnsi="MS Gothic"/>
                  </w:rPr>
                  <w:t>☐</w:t>
                </w:r>
              </w:p>
            </w:tc>
          </w:sdtContent>
        </w:sdt>
        <w:sdt>
          <w:sdtPr>
            <w:id w:val="-28844315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E660AB" w14:textId="77777777" w:rsidR="00723015" w:rsidRPr="00664788" w:rsidRDefault="00723015" w:rsidP="005835A8">
                <w:pPr>
                  <w:pStyle w:val="table"/>
                  <w:jc w:val="center"/>
                </w:pPr>
                <w:r w:rsidRPr="000610E3">
                  <w:rPr>
                    <w:rFonts w:ascii="MS Gothic" w:eastAsia="MS Gothic" w:hAnsi="MS Gothic"/>
                  </w:rPr>
                  <w:t>☐</w:t>
                </w:r>
              </w:p>
            </w:tc>
          </w:sdtContent>
        </w:sdt>
        <w:sdt>
          <w:sdtPr>
            <w:id w:val="41097630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172462" w14:textId="77777777" w:rsidR="00723015" w:rsidRPr="00664788" w:rsidRDefault="00723015" w:rsidP="005835A8">
                <w:pPr>
                  <w:pStyle w:val="table"/>
                  <w:jc w:val="center"/>
                </w:pPr>
                <w:r w:rsidRPr="000610E3">
                  <w:rPr>
                    <w:rFonts w:ascii="MS Gothic" w:eastAsia="MS Gothic" w:hAnsi="MS Gothic"/>
                  </w:rPr>
                  <w:t>☐</w:t>
                </w:r>
              </w:p>
            </w:tc>
          </w:sdtContent>
        </w:sdt>
        <w:sdt>
          <w:sdtPr>
            <w:id w:val="124238043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DBC081" w14:textId="77777777" w:rsidR="00723015" w:rsidRPr="00664788" w:rsidRDefault="00723015" w:rsidP="005835A8">
                <w:pPr>
                  <w:pStyle w:val="table"/>
                  <w:jc w:val="center"/>
                </w:pPr>
                <w:r w:rsidRPr="000610E3">
                  <w:rPr>
                    <w:rFonts w:ascii="MS Gothic" w:eastAsia="MS Gothic" w:hAnsi="MS Gothic"/>
                  </w:rPr>
                  <w:t>☐</w:t>
                </w:r>
              </w:p>
            </w:tc>
          </w:sdtContent>
        </w:sdt>
        <w:sdt>
          <w:sdtPr>
            <w:id w:val="38861355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5750D47" w14:textId="77777777" w:rsidR="00723015" w:rsidRPr="00664788" w:rsidRDefault="00723015" w:rsidP="005835A8">
                <w:pPr>
                  <w:pStyle w:val="table"/>
                  <w:jc w:val="center"/>
                </w:pPr>
                <w:r w:rsidRPr="000610E3">
                  <w:rPr>
                    <w:rFonts w:ascii="MS Gothic" w:eastAsia="MS Gothic" w:hAnsi="MS Gothic"/>
                  </w:rPr>
                  <w:t>☐</w:t>
                </w:r>
              </w:p>
            </w:tc>
          </w:sdtContent>
        </w:sdt>
        <w:sdt>
          <w:sdtPr>
            <w:id w:val="-99371617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8B0C5F" w14:textId="77777777" w:rsidR="00723015" w:rsidRPr="00664788" w:rsidRDefault="00723015" w:rsidP="005835A8">
                <w:pPr>
                  <w:pStyle w:val="table"/>
                  <w:jc w:val="center"/>
                </w:pPr>
                <w:r w:rsidRPr="000610E3">
                  <w:rPr>
                    <w:rFonts w:ascii="MS Gothic" w:eastAsia="MS Gothic" w:hAnsi="MS Gothic"/>
                  </w:rPr>
                  <w:t>☐</w:t>
                </w:r>
              </w:p>
            </w:tc>
          </w:sdtContent>
        </w:sdt>
        <w:sdt>
          <w:sdtPr>
            <w:id w:val="-79791225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F667F76"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A34C1BB" w14:textId="77777777" w:rsidR="00723015" w:rsidRPr="00664788" w:rsidRDefault="00723015" w:rsidP="005835A8">
            <w:pPr>
              <w:spacing w:line="240" w:lineRule="auto"/>
            </w:pPr>
          </w:p>
        </w:tc>
        <w:tc>
          <w:tcPr>
            <w:tcW w:w="3554" w:type="dxa"/>
            <w:vMerge w:val="restart"/>
            <w:tcBorders>
              <w:top w:val="nil"/>
              <w:left w:val="nil"/>
              <w:bottom w:val="nil"/>
              <w:right w:val="nil"/>
            </w:tcBorders>
            <w:shd w:val="clear" w:color="auto" w:fill="91A8AE" w:themeFill="accent3"/>
            <w:vAlign w:val="center"/>
          </w:tcPr>
          <w:p w14:paraId="54F92A67" w14:textId="77777777" w:rsidR="00723015" w:rsidRPr="00664788" w:rsidRDefault="00723015" w:rsidP="005835A8">
            <w:pPr>
              <w:spacing w:before="0" w:after="80" w:line="240" w:lineRule="auto"/>
              <w:rPr>
                <w:color w:val="FFFFFF" w:themeColor="background1"/>
              </w:rPr>
            </w:pPr>
          </w:p>
        </w:tc>
      </w:tr>
      <w:tr w:rsidR="00723015" w:rsidRPr="00664788" w14:paraId="0AD27ED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B2D19C0" w14:textId="10BFCBCF" w:rsidR="00723015" w:rsidRPr="00664788" w:rsidRDefault="00851B75" w:rsidP="005835A8">
            <w:pPr>
              <w:pStyle w:val="table"/>
            </w:pPr>
            <w:r>
              <w:t>Toilet seat</w:t>
            </w:r>
          </w:p>
        </w:tc>
        <w:sdt>
          <w:sdtPr>
            <w:id w:val="-5794554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41A719" w14:textId="77777777" w:rsidR="00723015" w:rsidRPr="00664788" w:rsidRDefault="00723015" w:rsidP="005835A8">
                <w:pPr>
                  <w:pStyle w:val="table"/>
                  <w:jc w:val="center"/>
                </w:pPr>
                <w:r w:rsidRPr="0008747B">
                  <w:rPr>
                    <w:rFonts w:ascii="MS Gothic" w:eastAsia="MS Gothic" w:hAnsi="MS Gothic"/>
                  </w:rPr>
                  <w:t>☐</w:t>
                </w:r>
              </w:p>
            </w:tc>
          </w:sdtContent>
        </w:sdt>
        <w:sdt>
          <w:sdtPr>
            <w:id w:val="32063232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DB46DCD" w14:textId="77777777" w:rsidR="00723015" w:rsidRPr="00664788" w:rsidRDefault="00723015" w:rsidP="005835A8">
                <w:pPr>
                  <w:pStyle w:val="table"/>
                  <w:jc w:val="center"/>
                </w:pPr>
                <w:r w:rsidRPr="000610E3">
                  <w:rPr>
                    <w:rFonts w:ascii="MS Gothic" w:eastAsia="MS Gothic" w:hAnsi="MS Gothic"/>
                  </w:rPr>
                  <w:t>☐</w:t>
                </w:r>
              </w:p>
            </w:tc>
          </w:sdtContent>
        </w:sdt>
        <w:sdt>
          <w:sdtPr>
            <w:id w:val="145914332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DE55E44" w14:textId="77777777" w:rsidR="00723015" w:rsidRPr="00664788" w:rsidRDefault="00723015" w:rsidP="005835A8">
                <w:pPr>
                  <w:pStyle w:val="table"/>
                  <w:jc w:val="center"/>
                </w:pPr>
                <w:r w:rsidRPr="000610E3">
                  <w:rPr>
                    <w:rFonts w:ascii="MS Gothic" w:eastAsia="MS Gothic" w:hAnsi="MS Gothic"/>
                  </w:rPr>
                  <w:t>☐</w:t>
                </w:r>
              </w:p>
            </w:tc>
          </w:sdtContent>
        </w:sdt>
        <w:sdt>
          <w:sdtPr>
            <w:id w:val="-111798646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35E15DE" w14:textId="77777777" w:rsidR="00723015" w:rsidRPr="00664788" w:rsidRDefault="00723015" w:rsidP="005835A8">
                <w:pPr>
                  <w:pStyle w:val="table"/>
                  <w:jc w:val="center"/>
                </w:pPr>
                <w:r w:rsidRPr="000610E3">
                  <w:rPr>
                    <w:rFonts w:ascii="MS Gothic" w:eastAsia="MS Gothic" w:hAnsi="MS Gothic"/>
                  </w:rPr>
                  <w:t>☐</w:t>
                </w:r>
              </w:p>
            </w:tc>
          </w:sdtContent>
        </w:sdt>
        <w:sdt>
          <w:sdtPr>
            <w:id w:val="19966837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B79C435" w14:textId="77777777" w:rsidR="00723015" w:rsidRPr="00664788" w:rsidRDefault="00723015" w:rsidP="005835A8">
                <w:pPr>
                  <w:pStyle w:val="table"/>
                  <w:jc w:val="center"/>
                </w:pPr>
                <w:r w:rsidRPr="000610E3">
                  <w:rPr>
                    <w:rFonts w:ascii="MS Gothic" w:eastAsia="MS Gothic" w:hAnsi="MS Gothic"/>
                  </w:rPr>
                  <w:t>☐</w:t>
                </w:r>
              </w:p>
            </w:tc>
          </w:sdtContent>
        </w:sdt>
        <w:sdt>
          <w:sdtPr>
            <w:id w:val="70360248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6907EF" w14:textId="77777777" w:rsidR="00723015" w:rsidRPr="00664788" w:rsidRDefault="00723015" w:rsidP="005835A8">
                <w:pPr>
                  <w:pStyle w:val="table"/>
                  <w:jc w:val="center"/>
                </w:pPr>
                <w:r w:rsidRPr="000610E3">
                  <w:rPr>
                    <w:rFonts w:ascii="MS Gothic" w:eastAsia="MS Gothic" w:hAnsi="MS Gothic"/>
                  </w:rPr>
                  <w:t>☐</w:t>
                </w:r>
              </w:p>
            </w:tc>
          </w:sdtContent>
        </w:sdt>
        <w:sdt>
          <w:sdtPr>
            <w:id w:val="137303533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D623E21"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CF65DD1"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3279EEFF" w14:textId="77777777" w:rsidR="00723015" w:rsidRPr="00664788" w:rsidRDefault="00723015" w:rsidP="005835A8">
            <w:pPr>
              <w:spacing w:before="40" w:after="40" w:line="240" w:lineRule="auto"/>
            </w:pPr>
          </w:p>
        </w:tc>
      </w:tr>
      <w:tr w:rsidR="00723015" w:rsidRPr="00664788" w14:paraId="44D957E8"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858952F" w14:textId="05AA498E" w:rsidR="00723015" w:rsidRPr="00664788" w:rsidRDefault="00D64377" w:rsidP="005835A8">
            <w:pPr>
              <w:pStyle w:val="table"/>
            </w:pPr>
            <w:r>
              <w:t>Countertops</w:t>
            </w:r>
          </w:p>
        </w:tc>
        <w:sdt>
          <w:sdtPr>
            <w:id w:val="-27000818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6003D2" w14:textId="77777777" w:rsidR="00723015" w:rsidRPr="00664788" w:rsidRDefault="00723015" w:rsidP="005835A8">
                <w:pPr>
                  <w:pStyle w:val="table"/>
                  <w:jc w:val="center"/>
                </w:pPr>
                <w:r w:rsidRPr="0008747B">
                  <w:rPr>
                    <w:rFonts w:ascii="MS Gothic" w:eastAsia="MS Gothic" w:hAnsi="MS Gothic"/>
                  </w:rPr>
                  <w:t>☐</w:t>
                </w:r>
              </w:p>
            </w:tc>
          </w:sdtContent>
        </w:sdt>
        <w:sdt>
          <w:sdtPr>
            <w:id w:val="-120671999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7F374D" w14:textId="77777777" w:rsidR="00723015" w:rsidRPr="00664788" w:rsidRDefault="00723015" w:rsidP="005835A8">
                <w:pPr>
                  <w:pStyle w:val="table"/>
                  <w:jc w:val="center"/>
                </w:pPr>
                <w:r w:rsidRPr="000610E3">
                  <w:rPr>
                    <w:rFonts w:ascii="MS Gothic" w:eastAsia="MS Gothic" w:hAnsi="MS Gothic"/>
                  </w:rPr>
                  <w:t>☐</w:t>
                </w:r>
              </w:p>
            </w:tc>
          </w:sdtContent>
        </w:sdt>
        <w:sdt>
          <w:sdtPr>
            <w:id w:val="-80030118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2795EAA" w14:textId="77777777" w:rsidR="00723015" w:rsidRPr="00664788" w:rsidRDefault="00723015" w:rsidP="005835A8">
                <w:pPr>
                  <w:pStyle w:val="table"/>
                  <w:jc w:val="center"/>
                </w:pPr>
                <w:r w:rsidRPr="000610E3">
                  <w:rPr>
                    <w:rFonts w:ascii="MS Gothic" w:eastAsia="MS Gothic" w:hAnsi="MS Gothic"/>
                  </w:rPr>
                  <w:t>☐</w:t>
                </w:r>
              </w:p>
            </w:tc>
          </w:sdtContent>
        </w:sdt>
        <w:sdt>
          <w:sdtPr>
            <w:id w:val="-3820513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31637F" w14:textId="77777777" w:rsidR="00723015" w:rsidRPr="00664788" w:rsidRDefault="00723015" w:rsidP="005835A8">
                <w:pPr>
                  <w:pStyle w:val="table"/>
                  <w:jc w:val="center"/>
                </w:pPr>
                <w:r w:rsidRPr="000610E3">
                  <w:rPr>
                    <w:rFonts w:ascii="MS Gothic" w:eastAsia="MS Gothic" w:hAnsi="MS Gothic"/>
                  </w:rPr>
                  <w:t>☐</w:t>
                </w:r>
              </w:p>
            </w:tc>
          </w:sdtContent>
        </w:sdt>
        <w:sdt>
          <w:sdtPr>
            <w:id w:val="-121303432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2C2BA68" w14:textId="77777777" w:rsidR="00723015" w:rsidRPr="00664788" w:rsidRDefault="00723015" w:rsidP="005835A8">
                <w:pPr>
                  <w:pStyle w:val="table"/>
                  <w:jc w:val="center"/>
                </w:pPr>
                <w:r w:rsidRPr="000610E3">
                  <w:rPr>
                    <w:rFonts w:ascii="MS Gothic" w:eastAsia="MS Gothic" w:hAnsi="MS Gothic"/>
                  </w:rPr>
                  <w:t>☐</w:t>
                </w:r>
              </w:p>
            </w:tc>
          </w:sdtContent>
        </w:sdt>
        <w:sdt>
          <w:sdtPr>
            <w:id w:val="-161767015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760C41" w14:textId="77777777" w:rsidR="00723015" w:rsidRPr="00664788" w:rsidRDefault="00723015" w:rsidP="005835A8">
                <w:pPr>
                  <w:pStyle w:val="table"/>
                  <w:jc w:val="center"/>
                </w:pPr>
                <w:r w:rsidRPr="000610E3">
                  <w:rPr>
                    <w:rFonts w:ascii="MS Gothic" w:eastAsia="MS Gothic" w:hAnsi="MS Gothic"/>
                  </w:rPr>
                  <w:t>☐</w:t>
                </w:r>
              </w:p>
            </w:tc>
          </w:sdtContent>
        </w:sdt>
        <w:sdt>
          <w:sdtPr>
            <w:id w:val="67871001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2C0D40F"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A941100"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0D5D06C4" w14:textId="77777777" w:rsidR="00723015" w:rsidRPr="00664788" w:rsidRDefault="00723015" w:rsidP="005835A8">
            <w:pPr>
              <w:spacing w:before="40" w:after="40" w:line="240" w:lineRule="auto"/>
            </w:pPr>
          </w:p>
        </w:tc>
      </w:tr>
      <w:tr w:rsidR="00723015" w:rsidRPr="00664788" w14:paraId="48EECEFB"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10E3CCA" w14:textId="174A3521" w:rsidR="00723015" w:rsidRPr="00664788" w:rsidRDefault="00851B75" w:rsidP="005835A8">
            <w:pPr>
              <w:pStyle w:val="table"/>
            </w:pPr>
            <w:r>
              <w:t xml:space="preserve">Soap </w:t>
            </w:r>
            <w:r w:rsidR="00D64377">
              <w:t>Dispenser</w:t>
            </w:r>
          </w:p>
        </w:tc>
        <w:sdt>
          <w:sdtPr>
            <w:id w:val="-76098387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3F0598" w14:textId="77777777" w:rsidR="00723015" w:rsidRPr="00664788" w:rsidRDefault="00723015" w:rsidP="005835A8">
                <w:pPr>
                  <w:pStyle w:val="table"/>
                  <w:jc w:val="center"/>
                </w:pPr>
                <w:r w:rsidRPr="0008747B">
                  <w:rPr>
                    <w:rFonts w:ascii="MS Gothic" w:eastAsia="MS Gothic" w:hAnsi="MS Gothic"/>
                  </w:rPr>
                  <w:t>☐</w:t>
                </w:r>
              </w:p>
            </w:tc>
          </w:sdtContent>
        </w:sdt>
        <w:sdt>
          <w:sdtPr>
            <w:id w:val="-117565173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C68DDB" w14:textId="77777777" w:rsidR="00723015" w:rsidRPr="00664788" w:rsidRDefault="00723015" w:rsidP="005835A8">
                <w:pPr>
                  <w:pStyle w:val="table"/>
                  <w:jc w:val="center"/>
                </w:pPr>
                <w:r w:rsidRPr="000610E3">
                  <w:rPr>
                    <w:rFonts w:ascii="MS Gothic" w:eastAsia="MS Gothic" w:hAnsi="MS Gothic"/>
                  </w:rPr>
                  <w:t>☐</w:t>
                </w:r>
              </w:p>
            </w:tc>
          </w:sdtContent>
        </w:sdt>
        <w:sdt>
          <w:sdtPr>
            <w:id w:val="-130615886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23CEB4C" w14:textId="77777777" w:rsidR="00723015" w:rsidRPr="00664788" w:rsidRDefault="00723015" w:rsidP="005835A8">
                <w:pPr>
                  <w:pStyle w:val="table"/>
                  <w:jc w:val="center"/>
                </w:pPr>
                <w:r w:rsidRPr="000610E3">
                  <w:rPr>
                    <w:rFonts w:ascii="MS Gothic" w:eastAsia="MS Gothic" w:hAnsi="MS Gothic"/>
                  </w:rPr>
                  <w:t>☐</w:t>
                </w:r>
              </w:p>
            </w:tc>
          </w:sdtContent>
        </w:sdt>
        <w:sdt>
          <w:sdtPr>
            <w:id w:val="-166492596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1B62D3" w14:textId="77777777" w:rsidR="00723015" w:rsidRPr="00664788" w:rsidRDefault="00723015" w:rsidP="005835A8">
                <w:pPr>
                  <w:pStyle w:val="table"/>
                  <w:jc w:val="center"/>
                </w:pPr>
                <w:r w:rsidRPr="000610E3">
                  <w:rPr>
                    <w:rFonts w:ascii="MS Gothic" w:eastAsia="MS Gothic" w:hAnsi="MS Gothic"/>
                  </w:rPr>
                  <w:t>☐</w:t>
                </w:r>
              </w:p>
            </w:tc>
          </w:sdtContent>
        </w:sdt>
        <w:sdt>
          <w:sdtPr>
            <w:id w:val="-128911702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AB3CE8" w14:textId="77777777" w:rsidR="00723015" w:rsidRPr="00664788" w:rsidRDefault="00723015" w:rsidP="005835A8">
                <w:pPr>
                  <w:pStyle w:val="table"/>
                  <w:jc w:val="center"/>
                </w:pPr>
                <w:r w:rsidRPr="000610E3">
                  <w:rPr>
                    <w:rFonts w:ascii="MS Gothic" w:eastAsia="MS Gothic" w:hAnsi="MS Gothic"/>
                  </w:rPr>
                  <w:t>☐</w:t>
                </w:r>
              </w:p>
            </w:tc>
          </w:sdtContent>
        </w:sdt>
        <w:sdt>
          <w:sdtPr>
            <w:id w:val="-109879478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B4C4B40" w14:textId="77777777" w:rsidR="00723015" w:rsidRPr="00664788" w:rsidRDefault="00723015" w:rsidP="005835A8">
                <w:pPr>
                  <w:pStyle w:val="table"/>
                  <w:jc w:val="center"/>
                </w:pPr>
                <w:r w:rsidRPr="000610E3">
                  <w:rPr>
                    <w:rFonts w:ascii="MS Gothic" w:eastAsia="MS Gothic" w:hAnsi="MS Gothic"/>
                  </w:rPr>
                  <w:t>☐</w:t>
                </w:r>
              </w:p>
            </w:tc>
          </w:sdtContent>
        </w:sdt>
        <w:sdt>
          <w:sdtPr>
            <w:id w:val="16545176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8EFAE38"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DFB5744"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7E4F72AA" w14:textId="77777777" w:rsidR="00723015" w:rsidRPr="00664788" w:rsidRDefault="00723015" w:rsidP="005835A8">
            <w:pPr>
              <w:spacing w:before="40" w:after="40" w:line="240" w:lineRule="auto"/>
            </w:pPr>
          </w:p>
        </w:tc>
      </w:tr>
      <w:tr w:rsidR="00723015" w:rsidRPr="00664788" w14:paraId="7096101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C874A54" w14:textId="77777777" w:rsidR="00723015" w:rsidRPr="00664788" w:rsidRDefault="00723015" w:rsidP="005835A8">
            <w:pPr>
              <w:pStyle w:val="table"/>
            </w:pPr>
          </w:p>
        </w:tc>
        <w:sdt>
          <w:sdtPr>
            <w:id w:val="-4545297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3B3582" w14:textId="77777777" w:rsidR="00723015" w:rsidRPr="00664788" w:rsidRDefault="00723015" w:rsidP="005835A8">
                <w:pPr>
                  <w:pStyle w:val="table"/>
                  <w:jc w:val="center"/>
                </w:pPr>
                <w:r w:rsidRPr="0008747B">
                  <w:rPr>
                    <w:rFonts w:ascii="MS Gothic" w:eastAsia="MS Gothic" w:hAnsi="MS Gothic"/>
                  </w:rPr>
                  <w:t>☐</w:t>
                </w:r>
              </w:p>
            </w:tc>
          </w:sdtContent>
        </w:sdt>
        <w:sdt>
          <w:sdtPr>
            <w:id w:val="24384840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809086" w14:textId="77777777" w:rsidR="00723015" w:rsidRPr="00664788" w:rsidRDefault="00723015" w:rsidP="005835A8">
                <w:pPr>
                  <w:pStyle w:val="table"/>
                  <w:jc w:val="center"/>
                </w:pPr>
                <w:r w:rsidRPr="000610E3">
                  <w:rPr>
                    <w:rFonts w:ascii="MS Gothic" w:eastAsia="MS Gothic" w:hAnsi="MS Gothic"/>
                  </w:rPr>
                  <w:t>☐</w:t>
                </w:r>
              </w:p>
            </w:tc>
          </w:sdtContent>
        </w:sdt>
        <w:sdt>
          <w:sdtPr>
            <w:id w:val="-154374171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635256C" w14:textId="77777777" w:rsidR="00723015" w:rsidRPr="00664788" w:rsidRDefault="00723015" w:rsidP="005835A8">
                <w:pPr>
                  <w:pStyle w:val="table"/>
                  <w:jc w:val="center"/>
                </w:pPr>
                <w:r w:rsidRPr="000610E3">
                  <w:rPr>
                    <w:rFonts w:ascii="MS Gothic" w:eastAsia="MS Gothic" w:hAnsi="MS Gothic"/>
                  </w:rPr>
                  <w:t>☐</w:t>
                </w:r>
              </w:p>
            </w:tc>
          </w:sdtContent>
        </w:sdt>
        <w:sdt>
          <w:sdtPr>
            <w:id w:val="-121550866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E95151" w14:textId="77777777" w:rsidR="00723015" w:rsidRPr="00664788" w:rsidRDefault="00723015" w:rsidP="005835A8">
                <w:pPr>
                  <w:pStyle w:val="table"/>
                  <w:jc w:val="center"/>
                </w:pPr>
                <w:r w:rsidRPr="000610E3">
                  <w:rPr>
                    <w:rFonts w:ascii="MS Gothic" w:eastAsia="MS Gothic" w:hAnsi="MS Gothic"/>
                  </w:rPr>
                  <w:t>☐</w:t>
                </w:r>
              </w:p>
            </w:tc>
          </w:sdtContent>
        </w:sdt>
        <w:sdt>
          <w:sdtPr>
            <w:id w:val="-59385940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E142EE" w14:textId="77777777" w:rsidR="00723015" w:rsidRPr="00664788" w:rsidRDefault="00723015" w:rsidP="005835A8">
                <w:pPr>
                  <w:pStyle w:val="table"/>
                  <w:jc w:val="center"/>
                </w:pPr>
                <w:r w:rsidRPr="000610E3">
                  <w:rPr>
                    <w:rFonts w:ascii="MS Gothic" w:eastAsia="MS Gothic" w:hAnsi="MS Gothic"/>
                  </w:rPr>
                  <w:t>☐</w:t>
                </w:r>
              </w:p>
            </w:tc>
          </w:sdtContent>
        </w:sdt>
        <w:sdt>
          <w:sdtPr>
            <w:id w:val="131876274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D16845" w14:textId="77777777" w:rsidR="00723015" w:rsidRPr="00664788" w:rsidRDefault="00723015" w:rsidP="005835A8">
                <w:pPr>
                  <w:pStyle w:val="table"/>
                  <w:jc w:val="center"/>
                </w:pPr>
                <w:r w:rsidRPr="000610E3">
                  <w:rPr>
                    <w:rFonts w:ascii="MS Gothic" w:eastAsia="MS Gothic" w:hAnsi="MS Gothic"/>
                  </w:rPr>
                  <w:t>☐</w:t>
                </w:r>
              </w:p>
            </w:tc>
          </w:sdtContent>
        </w:sdt>
        <w:sdt>
          <w:sdtPr>
            <w:id w:val="22951768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9A07AB"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C24F47B"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00C3BF7F" w14:textId="77777777" w:rsidR="00723015" w:rsidRPr="00664788" w:rsidRDefault="00723015" w:rsidP="005835A8">
            <w:pPr>
              <w:spacing w:before="40" w:after="40" w:line="240" w:lineRule="auto"/>
            </w:pPr>
          </w:p>
        </w:tc>
      </w:tr>
    </w:tbl>
    <w:p w14:paraId="47F397CC" w14:textId="77777777" w:rsidR="00723015" w:rsidRPr="00664788" w:rsidRDefault="00723015" w:rsidP="00723015">
      <w:pPr>
        <w:pStyle w:val="small"/>
        <w:rPr>
          <w:sz w:val="2"/>
        </w:rPr>
      </w:pPr>
    </w:p>
    <w:p w14:paraId="527C858F" w14:textId="18D86700" w:rsidR="00723015" w:rsidRDefault="00723015" w:rsidP="00723015"/>
    <w:p w14:paraId="66DE6AD9" w14:textId="77777777" w:rsidR="005479DC" w:rsidRPr="005479DC" w:rsidRDefault="005479DC" w:rsidP="00723015">
      <w:pPr>
        <w:pStyle w:val="Title"/>
        <w:rPr>
          <w:sz w:val="32"/>
          <w:szCs w:val="32"/>
        </w:rPr>
      </w:pPr>
    </w:p>
    <w:p w14:paraId="236B3D95" w14:textId="7DB5E4DD" w:rsidR="00723015" w:rsidRDefault="00723015" w:rsidP="00723015">
      <w:pPr>
        <w:pStyle w:val="Title"/>
      </w:pPr>
      <w:r w:rsidRPr="00664788">
        <mc:AlternateContent>
          <mc:Choice Requires="wpg">
            <w:drawing>
              <wp:anchor distT="0" distB="0" distL="114300" distR="114300" simplePos="0" relativeHeight="251676672" behindDoc="1" locked="1" layoutInCell="1" allowOverlap="1" wp14:anchorId="6E28BA14" wp14:editId="2B778242">
                <wp:simplePos x="0" y="0"/>
                <wp:positionH relativeFrom="page">
                  <wp:posOffset>-118745</wp:posOffset>
                </wp:positionH>
                <wp:positionV relativeFrom="page">
                  <wp:posOffset>347345</wp:posOffset>
                </wp:positionV>
                <wp:extent cx="10325100" cy="1143000"/>
                <wp:effectExtent l="0" t="33020" r="4445" b="33655"/>
                <wp:wrapNone/>
                <wp:docPr id="30" name="Group 7" descr="Decorative header background with arrow" title="Background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25100" cy="1143000"/>
                          <a:chOff x="-187" y="547"/>
                          <a:chExt cx="16260" cy="1800"/>
                        </a:xfrm>
                      </wpg:grpSpPr>
                      <wps:wsp>
                        <wps:cNvPr id="31" name="Rectangle 2"/>
                        <wps:cNvSpPr>
                          <a:spLocks noChangeArrowheads="1"/>
                        </wps:cNvSpPr>
                        <wps:spPr bwMode="auto">
                          <a:xfrm>
                            <a:off x="-187" y="727"/>
                            <a:ext cx="16260" cy="144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32" name="AutoShape 4"/>
                        <wps:cNvSpPr>
                          <a:spLocks noChangeArrowheads="1"/>
                        </wps:cNvSpPr>
                        <wps:spPr bwMode="auto">
                          <a:xfrm>
                            <a:off x="533" y="547"/>
                            <a:ext cx="5380" cy="1800"/>
                          </a:xfrm>
                          <a:prstGeom prst="chevron">
                            <a:avLst>
                              <a:gd name="adj" fmla="val 35839"/>
                            </a:avLst>
                          </a:prstGeom>
                          <a:solidFill>
                            <a:schemeClr val="accent1">
                              <a:lumMod val="40000"/>
                              <a:lumOff val="60000"/>
                            </a:schemeClr>
                          </a:solidFill>
                          <a:ln w="508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55D8E1" id="Group 7" o:spid="_x0000_s1026" alt="Title: Background  - Description: Decorative header background with arrow" style="position:absolute;margin-left:-9.35pt;margin-top:27.35pt;width:813pt;height:90pt;z-index:-251639808;mso-position-horizontal-relative:page;mso-position-vertical-relative:page" coordorigin="-187,547" coordsize="162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">
                <v:rect id="Rectangle 2" o:spid="_x0000_s1027" style="position:absolute;left:-187;top:727;width:162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" fillcolor="#336380 [3215]" stroked="f" strokecolor="#4a7ebb" strokeweight="1.5pt">
                  <v:shadow opacity="22938f" offset="0"/>
                  <v:textbox inset=",7.2pt,,7.2pt"/>
                </v:rect>
                <v:shape id="AutoShape 4" o:spid="_x0000_s1028" type="#_x0000_t55" style="position:absolute;left:533;top:547;width:53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" adj="19010" fillcolor="#b5d6d7 [1300]" strokecolor="white [3212]" strokeweight="4pt">
                  <v:shadow opacity="22938f" offset="0"/>
                  <v:textbox inset=",7.2pt,,7.2pt"/>
                </v:shape>
                <w10:wrap anchorx="page" anchory="page"/>
                <w10:anchorlock/>
              </v:group>
            </w:pict>
          </mc:Fallback>
        </mc:AlternateContent>
      </w:r>
      <w:r w:rsidRPr="00664788">
        <mc:AlternateContent>
          <mc:Choice Requires="wps">
            <w:drawing>
              <wp:anchor distT="0" distB="0" distL="114300" distR="114300" simplePos="0" relativeHeight="251675648" behindDoc="0" locked="1" layoutInCell="1" allowOverlap="1" wp14:anchorId="22CCF485" wp14:editId="2BCD644A">
                <wp:simplePos x="0" y="0"/>
                <wp:positionH relativeFrom="page">
                  <wp:posOffset>3870325</wp:posOffset>
                </wp:positionH>
                <wp:positionV relativeFrom="page">
                  <wp:posOffset>384175</wp:posOffset>
                </wp:positionV>
                <wp:extent cx="5767200" cy="1029600"/>
                <wp:effectExtent l="0" t="0" r="0" b="0"/>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200" cy="10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7D7B7" w14:textId="77777777" w:rsidR="00437F5F" w:rsidRPr="00AA7322" w:rsidRDefault="00437F5F" w:rsidP="00723015">
                            <w:pPr>
                              <w:pStyle w:val="Titlebartext"/>
                              <w:rPr>
                                <w:i/>
                                <w:iCs/>
                                <w:lang w:val="en-CA"/>
                              </w:rPr>
                            </w:pPr>
                            <w:r w:rsidRPr="00AA7322">
                              <w:rPr>
                                <w:i/>
                                <w:iCs/>
                                <w:lang w:val="en-CA"/>
                              </w:rPr>
                              <w:t>To help prevent the spread of COVID-19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CCF485" id="_x0000_s1030" type="#_x0000_t202" style="position:absolute;left:0;text-align:left;margin-left:304.75pt;margin-top:30.25pt;width:454.1pt;height:81.0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" filled="f" stroked="f">
                <v:textbox inset=",7.2pt,,7.2pt">
                  <w:txbxContent>
                    <w:p w14:paraId="1187D7B7" w14:textId="77777777" w:rsidR="00437F5F" w:rsidRPr="00AA7322" w:rsidRDefault="00437F5F" w:rsidP="00723015">
                      <w:pPr>
                        <w:pStyle w:val="Titlebartext"/>
                        <w:rPr>
                          <w:i/>
                          <w:iCs/>
                          <w:lang w:val="en-CA"/>
                        </w:rPr>
                      </w:pPr>
                      <w:r w:rsidRPr="00AA7322">
                        <w:rPr>
                          <w:i/>
                          <w:iCs/>
                          <w:lang w:val="en-CA"/>
                        </w:rPr>
                        <w:t>To help prevent the spread of COVID-19</w:t>
                      </w:r>
                    </w:p>
                  </w:txbxContent>
                </v:textbox>
                <w10:wrap anchorx="page" anchory="page"/>
                <w10:anchorlock/>
              </v:shape>
            </w:pict>
          </mc:Fallback>
        </mc:AlternateContent>
      </w:r>
      <w:r>
        <w:t>Cleaning &amp; Sanitizing</w:t>
      </w:r>
    </w:p>
    <w:p w14:paraId="4619F0EA" w14:textId="77777777" w:rsidR="005479DC" w:rsidRPr="005479DC" w:rsidRDefault="005479DC" w:rsidP="005479DC">
      <w:pPr>
        <w:rPr>
          <w:lang w:eastAsia="en-GB"/>
        </w:rPr>
      </w:pPr>
    </w:p>
    <w:tbl>
      <w:tblPr>
        <w:tblStyle w:val="TableGrid"/>
        <w:tblW w:w="0" w:type="auto"/>
        <w:tblLook w:val="04A0" w:firstRow="1" w:lastRow="0" w:firstColumn="1" w:lastColumn="0" w:noHBand="0" w:noVBand="1"/>
        <w:tblCaption w:val="Table"/>
        <w:tblDescription w:val="Table with checklist for a healthy lifestyle plan for each day of the week"/>
      </w:tblPr>
      <w:tblGrid>
        <w:gridCol w:w="5299"/>
        <w:gridCol w:w="770"/>
        <w:gridCol w:w="749"/>
        <w:gridCol w:w="809"/>
        <w:gridCol w:w="750"/>
        <w:gridCol w:w="735"/>
        <w:gridCol w:w="744"/>
        <w:gridCol w:w="750"/>
        <w:gridCol w:w="235"/>
        <w:gridCol w:w="3554"/>
      </w:tblGrid>
      <w:tr w:rsidR="00723015" w:rsidRPr="00664788" w14:paraId="146E9B8D" w14:textId="77777777" w:rsidTr="005835A8">
        <w:trPr>
          <w:trHeight w:val="360"/>
          <w:tblHeader/>
        </w:trPr>
        <w:tc>
          <w:tcPr>
            <w:tcW w:w="10606" w:type="dxa"/>
            <w:gridSpan w:val="8"/>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52889E" w:themeFill="accent4"/>
          </w:tcPr>
          <w:p w14:paraId="28F83269" w14:textId="77777777" w:rsidR="00723015" w:rsidRPr="00664788" w:rsidRDefault="00723015" w:rsidP="005835A8">
            <w:pPr>
              <w:pStyle w:val="tableheaddark"/>
            </w:pPr>
            <w:r>
              <w:t>Daily Cleaning Checklist</w:t>
            </w:r>
          </w:p>
        </w:tc>
        <w:tc>
          <w:tcPr>
            <w:tcW w:w="235" w:type="dxa"/>
            <w:tcBorders>
              <w:top w:val="nil"/>
              <w:left w:val="single" w:sz="4" w:space="0" w:color="A0C3D9" w:themeColor="text2" w:themeTint="66"/>
              <w:bottom w:val="nil"/>
              <w:right w:val="nil"/>
            </w:tcBorders>
            <w:vAlign w:val="center"/>
          </w:tcPr>
          <w:p w14:paraId="54B2C17B" w14:textId="77777777" w:rsidR="00723015" w:rsidRPr="00664788" w:rsidRDefault="00723015" w:rsidP="005835A8">
            <w:pPr>
              <w:spacing w:before="40" w:after="40" w:line="240" w:lineRule="auto"/>
              <w:rPr>
                <w:rFonts w:asciiTheme="majorHAnsi" w:hAnsiTheme="majorHAnsi"/>
                <w:sz w:val="28"/>
              </w:rPr>
            </w:pPr>
          </w:p>
        </w:tc>
        <w:tc>
          <w:tcPr>
            <w:tcW w:w="3554" w:type="dxa"/>
            <w:tcBorders>
              <w:top w:val="nil"/>
              <w:left w:val="nil"/>
              <w:bottom w:val="nil"/>
              <w:right w:val="nil"/>
            </w:tcBorders>
            <w:shd w:val="clear" w:color="auto" w:fill="91A8AE" w:themeFill="accent3"/>
            <w:vAlign w:val="center"/>
          </w:tcPr>
          <w:p w14:paraId="68B575A1" w14:textId="7895DE4C" w:rsidR="00723015" w:rsidRPr="00664788" w:rsidRDefault="00851B75" w:rsidP="005835A8">
            <w:pPr>
              <w:pStyle w:val="tableheadwhite"/>
            </w:pPr>
            <w:r>
              <w:t>O</w:t>
            </w:r>
            <w:r w:rsidR="0058143D">
              <w:t>FFICE</w:t>
            </w:r>
            <w:r>
              <w:t xml:space="preserve"> </w:t>
            </w:r>
            <w:r w:rsidR="00D64377">
              <w:t>CON’t</w:t>
            </w:r>
          </w:p>
        </w:tc>
      </w:tr>
      <w:tr w:rsidR="00723015" w:rsidRPr="00664788" w14:paraId="507CA93F" w14:textId="77777777" w:rsidTr="005835A8">
        <w:trPr>
          <w:trHeight w:val="36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72521F93" w14:textId="77777777" w:rsidR="00723015" w:rsidRPr="00664788" w:rsidRDefault="00723015" w:rsidP="005835A8">
            <w:pPr>
              <w:pStyle w:val="largetext"/>
            </w:pPr>
            <w:r>
              <w:t>Week of: ___________ to ____________</w:t>
            </w:r>
          </w:p>
        </w:tc>
        <w:sdt>
          <w:sdtPr>
            <w:id w:val="-1401591838"/>
            <w:placeholder>
              <w:docPart w:val="36C5C449EE34473AB51D48F3CCA45208"/>
            </w:placeholder>
            <w:temporary/>
            <w:showingPlcHdr/>
            <w15:appearance w15:val="hidden"/>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539242D0" w14:textId="77777777" w:rsidR="00723015" w:rsidRPr="00664788" w:rsidRDefault="00723015" w:rsidP="005835A8">
                <w:pPr>
                  <w:pStyle w:val="largetext"/>
                </w:pPr>
                <w:r w:rsidRPr="00664788">
                  <w:t>Mon</w:t>
                </w:r>
              </w:p>
            </w:tc>
          </w:sdtContent>
        </w:sdt>
        <w:sdt>
          <w:sdtPr>
            <w:id w:val="-1765912618"/>
            <w:placeholder>
              <w:docPart w:val="83C8DC86C57746B3B2DEA797AC4A0030"/>
            </w:placeholder>
            <w:temporary/>
            <w:showingPlcHdr/>
            <w15:appearance w15:val="hidden"/>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2D19FB82" w14:textId="77777777" w:rsidR="00723015" w:rsidRPr="00664788" w:rsidRDefault="00723015" w:rsidP="005835A8">
                <w:pPr>
                  <w:pStyle w:val="largetext"/>
                </w:pPr>
                <w:r w:rsidRPr="00664788">
                  <w:t>Tue</w:t>
                </w:r>
              </w:p>
            </w:tc>
          </w:sdtContent>
        </w:sdt>
        <w:sdt>
          <w:sdtPr>
            <w:id w:val="438804926"/>
            <w:placeholder>
              <w:docPart w:val="1C837AE1BB714C1BA2F1B9067A408F73"/>
            </w:placeholder>
            <w:temporary/>
            <w:showingPlcHdr/>
            <w15:appearance w15:val="hidden"/>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58D26AD0" w14:textId="77777777" w:rsidR="00723015" w:rsidRPr="00664788" w:rsidRDefault="00723015" w:rsidP="005835A8">
                <w:pPr>
                  <w:pStyle w:val="largetext"/>
                </w:pPr>
                <w:r w:rsidRPr="00664788">
                  <w:t>Wed</w:t>
                </w:r>
              </w:p>
            </w:tc>
          </w:sdtContent>
        </w:sdt>
        <w:sdt>
          <w:sdtPr>
            <w:id w:val="1620184245"/>
            <w:placeholder>
              <w:docPart w:val="DCC39BE074234096B6EEF2CB84164CC3"/>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1B589D6F" w14:textId="77777777" w:rsidR="00723015" w:rsidRPr="00664788" w:rsidRDefault="00723015" w:rsidP="005835A8">
                <w:pPr>
                  <w:pStyle w:val="largetext"/>
                </w:pPr>
                <w:r w:rsidRPr="00664788">
                  <w:t>Thu</w:t>
                </w:r>
              </w:p>
            </w:tc>
          </w:sdtContent>
        </w:sdt>
        <w:sdt>
          <w:sdtPr>
            <w:id w:val="-640340386"/>
            <w:placeholder>
              <w:docPart w:val="F9CBE0F0713F4B88ADECBB1272F5F4F6"/>
            </w:placeholder>
            <w:temporary/>
            <w:showingPlcHdr/>
            <w15:appearance w15:val="hidden"/>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19C6612" w14:textId="77777777" w:rsidR="00723015" w:rsidRPr="00664788" w:rsidRDefault="00723015" w:rsidP="005835A8">
                <w:pPr>
                  <w:pStyle w:val="largetext"/>
                </w:pPr>
                <w:r w:rsidRPr="00664788">
                  <w:t>Fri</w:t>
                </w:r>
              </w:p>
            </w:tc>
          </w:sdtContent>
        </w:sdt>
        <w:sdt>
          <w:sdtPr>
            <w:id w:val="279303097"/>
            <w:placeholder>
              <w:docPart w:val="04A60AD0886E4D78A0E62BBF8E4C823E"/>
            </w:placeholder>
            <w:temporary/>
            <w:showingPlcHdr/>
            <w15:appearance w15:val="hidden"/>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58048399" w14:textId="77777777" w:rsidR="00723015" w:rsidRPr="00664788" w:rsidRDefault="00723015" w:rsidP="005835A8">
                <w:pPr>
                  <w:pStyle w:val="largetext"/>
                </w:pPr>
                <w:r w:rsidRPr="00664788">
                  <w:t>Sat</w:t>
                </w:r>
              </w:p>
            </w:tc>
          </w:sdtContent>
        </w:sdt>
        <w:sdt>
          <w:sdtPr>
            <w:id w:val="-1099095592"/>
            <w:placeholder>
              <w:docPart w:val="EF14BA1D8DCA4F52BEC8F0A2BF1A1311"/>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4039743A" w14:textId="77777777" w:rsidR="00723015" w:rsidRPr="00664788" w:rsidRDefault="00723015" w:rsidP="005835A8">
                <w:pPr>
                  <w:pStyle w:val="largetext"/>
                </w:pPr>
                <w:r w:rsidRPr="00664788">
                  <w:t>Sun</w:t>
                </w:r>
              </w:p>
            </w:tc>
          </w:sdtContent>
        </w:sdt>
        <w:tc>
          <w:tcPr>
            <w:tcW w:w="235" w:type="dxa"/>
            <w:tcBorders>
              <w:top w:val="nil"/>
              <w:left w:val="single" w:sz="4" w:space="0" w:color="A0C3D9" w:themeColor="text2" w:themeTint="66"/>
              <w:bottom w:val="nil"/>
              <w:right w:val="nil"/>
            </w:tcBorders>
            <w:vAlign w:val="center"/>
          </w:tcPr>
          <w:p w14:paraId="772CA145" w14:textId="77777777" w:rsidR="00723015" w:rsidRPr="00664788" w:rsidRDefault="00723015" w:rsidP="005835A8">
            <w:pPr>
              <w:spacing w:before="40" w:after="40" w:line="240" w:lineRule="auto"/>
              <w:rPr>
                <w:rFonts w:asciiTheme="majorHAnsi" w:hAnsiTheme="majorHAnsi"/>
              </w:rPr>
            </w:pPr>
          </w:p>
        </w:tc>
        <w:tc>
          <w:tcPr>
            <w:tcW w:w="3554" w:type="dxa"/>
            <w:vMerge w:val="restart"/>
            <w:tcBorders>
              <w:top w:val="nil"/>
              <w:left w:val="nil"/>
              <w:bottom w:val="nil"/>
              <w:right w:val="nil"/>
            </w:tcBorders>
            <w:shd w:val="clear" w:color="auto" w:fill="91A8AE" w:themeFill="accent3"/>
          </w:tcPr>
          <w:p w14:paraId="0633C9DC" w14:textId="0F4BF8B8" w:rsidR="00723015" w:rsidRPr="00AA7322" w:rsidRDefault="00851B75" w:rsidP="005835A8">
            <w:pPr>
              <w:pStyle w:val="Titlebartext"/>
              <w:rPr>
                <w:sz w:val="19"/>
                <w:szCs w:val="18"/>
                <w:lang w:val="en-CA"/>
              </w:rPr>
            </w:pPr>
            <w:r w:rsidRPr="00F20C31">
              <w:rPr>
                <w:sz w:val="20"/>
                <w:szCs w:val="20"/>
              </w:rPr>
              <w:t>Individuals need to be diligent in cleaning their own offices and workspaces. Shared offices require at least 2m (6ft) distancing between workers &amp; workstations. Workstations must be cleaned before and after each use. While access to the office will be limited, the following is a list of items to be sanitized at least once per day.</w:t>
            </w:r>
          </w:p>
          <w:p w14:paraId="0BD39EB8" w14:textId="77777777" w:rsidR="00723015" w:rsidRPr="00664788" w:rsidRDefault="00723015" w:rsidP="005835A8">
            <w:pPr>
              <w:pStyle w:val="numberedtextlight"/>
              <w:numPr>
                <w:ilvl w:val="0"/>
                <w:numId w:val="0"/>
              </w:numPr>
              <w:ind w:left="280" w:hanging="270"/>
            </w:pPr>
          </w:p>
        </w:tc>
      </w:tr>
      <w:tr w:rsidR="00723015" w:rsidRPr="00664788" w14:paraId="3858BB6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975BCC3" w14:textId="631BD878" w:rsidR="00723015" w:rsidRPr="00851B75" w:rsidRDefault="00851B75" w:rsidP="005835A8">
            <w:pPr>
              <w:pStyle w:val="table"/>
              <w:rPr>
                <w:b/>
                <w:bCs/>
              </w:rPr>
            </w:pPr>
            <w:r w:rsidRPr="00851B75">
              <w:rPr>
                <w:b/>
                <w:bCs/>
              </w:rPr>
              <w:t>INDIVIDUAL &amp; SHARED OFFICES</w:t>
            </w:r>
          </w:p>
        </w:tc>
        <w:sdt>
          <w:sdtPr>
            <w:id w:val="-170254456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4D76DBE" w14:textId="77777777" w:rsidR="00723015" w:rsidRPr="00664788" w:rsidRDefault="00723015" w:rsidP="005835A8">
                <w:pPr>
                  <w:pStyle w:val="table"/>
                  <w:jc w:val="center"/>
                </w:pPr>
                <w:r w:rsidRPr="00664788">
                  <w:rPr>
                    <w:rFonts w:ascii="MS Gothic" w:eastAsia="MS Gothic" w:hAnsi="MS Gothic"/>
                  </w:rPr>
                  <w:t>☐</w:t>
                </w:r>
              </w:p>
            </w:tc>
          </w:sdtContent>
        </w:sdt>
        <w:sdt>
          <w:sdtPr>
            <w:id w:val="-137445988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99D0E4" w14:textId="77777777" w:rsidR="00723015" w:rsidRPr="00664788" w:rsidRDefault="00723015" w:rsidP="005835A8">
                <w:pPr>
                  <w:pStyle w:val="table"/>
                  <w:jc w:val="center"/>
                </w:pPr>
                <w:r w:rsidRPr="000610E3">
                  <w:rPr>
                    <w:rFonts w:ascii="MS Gothic" w:eastAsia="MS Gothic" w:hAnsi="MS Gothic"/>
                  </w:rPr>
                  <w:t>☐</w:t>
                </w:r>
              </w:p>
            </w:tc>
          </w:sdtContent>
        </w:sdt>
        <w:sdt>
          <w:sdtPr>
            <w:id w:val="-159638690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2EF7D83" w14:textId="77777777" w:rsidR="00723015" w:rsidRPr="00664788" w:rsidRDefault="00723015" w:rsidP="005835A8">
                <w:pPr>
                  <w:pStyle w:val="table"/>
                  <w:jc w:val="center"/>
                </w:pPr>
                <w:r w:rsidRPr="000610E3">
                  <w:rPr>
                    <w:rFonts w:ascii="MS Gothic" w:eastAsia="MS Gothic" w:hAnsi="MS Gothic"/>
                  </w:rPr>
                  <w:t>☐</w:t>
                </w:r>
              </w:p>
            </w:tc>
          </w:sdtContent>
        </w:sdt>
        <w:sdt>
          <w:sdtPr>
            <w:id w:val="46369890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AEFDC1" w14:textId="77777777" w:rsidR="00723015" w:rsidRPr="00664788" w:rsidRDefault="00723015" w:rsidP="005835A8">
                <w:pPr>
                  <w:pStyle w:val="table"/>
                  <w:jc w:val="center"/>
                </w:pPr>
                <w:r w:rsidRPr="000610E3">
                  <w:rPr>
                    <w:rFonts w:ascii="MS Gothic" w:eastAsia="MS Gothic" w:hAnsi="MS Gothic"/>
                  </w:rPr>
                  <w:t>☐</w:t>
                </w:r>
              </w:p>
            </w:tc>
          </w:sdtContent>
        </w:sdt>
        <w:sdt>
          <w:sdtPr>
            <w:id w:val="-145248132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49B5EB" w14:textId="77777777" w:rsidR="00723015" w:rsidRPr="00664788" w:rsidRDefault="00723015" w:rsidP="005835A8">
                <w:pPr>
                  <w:pStyle w:val="table"/>
                  <w:jc w:val="center"/>
                </w:pPr>
                <w:r w:rsidRPr="000610E3">
                  <w:rPr>
                    <w:rFonts w:ascii="MS Gothic" w:eastAsia="MS Gothic" w:hAnsi="MS Gothic"/>
                  </w:rPr>
                  <w:t>☐</w:t>
                </w:r>
              </w:p>
            </w:tc>
          </w:sdtContent>
        </w:sdt>
        <w:sdt>
          <w:sdtPr>
            <w:id w:val="10138976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2D4EC49" w14:textId="77777777" w:rsidR="00723015" w:rsidRPr="00664788" w:rsidRDefault="00723015" w:rsidP="005835A8">
                <w:pPr>
                  <w:pStyle w:val="table"/>
                  <w:jc w:val="center"/>
                </w:pPr>
                <w:r w:rsidRPr="000610E3">
                  <w:rPr>
                    <w:rFonts w:ascii="MS Gothic" w:eastAsia="MS Gothic" w:hAnsi="MS Gothic"/>
                  </w:rPr>
                  <w:t>☐</w:t>
                </w:r>
              </w:p>
            </w:tc>
          </w:sdtContent>
        </w:sdt>
        <w:sdt>
          <w:sdtPr>
            <w:id w:val="-210888683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79865C"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A244918"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4D14F71C" w14:textId="77777777" w:rsidR="00723015" w:rsidRPr="00664788" w:rsidRDefault="00723015" w:rsidP="005835A8">
            <w:pPr>
              <w:spacing w:before="40" w:after="40" w:line="240" w:lineRule="auto"/>
              <w:rPr>
                <w:color w:val="FFFFFF" w:themeColor="background1"/>
              </w:rPr>
            </w:pPr>
          </w:p>
        </w:tc>
      </w:tr>
      <w:tr w:rsidR="00723015" w:rsidRPr="00664788" w14:paraId="559AC962"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F1A03CF" w14:textId="0E5E0FA5" w:rsidR="00723015" w:rsidRPr="00664788" w:rsidRDefault="00851B75" w:rsidP="005835A8">
            <w:pPr>
              <w:pStyle w:val="table"/>
            </w:pPr>
            <w:r>
              <w:t>Cell phone</w:t>
            </w:r>
          </w:p>
        </w:tc>
        <w:sdt>
          <w:sdtPr>
            <w:id w:val="-99318146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410E82D" w14:textId="77777777" w:rsidR="00723015" w:rsidRPr="00664788" w:rsidRDefault="00723015" w:rsidP="005835A8">
                <w:pPr>
                  <w:pStyle w:val="table"/>
                  <w:jc w:val="center"/>
                </w:pPr>
                <w:r w:rsidRPr="0008747B">
                  <w:rPr>
                    <w:rFonts w:ascii="MS Gothic" w:eastAsia="MS Gothic" w:hAnsi="MS Gothic"/>
                  </w:rPr>
                  <w:t>☐</w:t>
                </w:r>
              </w:p>
            </w:tc>
          </w:sdtContent>
        </w:sdt>
        <w:sdt>
          <w:sdtPr>
            <w:id w:val="-179874734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A7E73A" w14:textId="77777777" w:rsidR="00723015" w:rsidRPr="00664788" w:rsidRDefault="00723015" w:rsidP="005835A8">
                <w:pPr>
                  <w:pStyle w:val="table"/>
                  <w:jc w:val="center"/>
                </w:pPr>
                <w:r w:rsidRPr="000610E3">
                  <w:rPr>
                    <w:rFonts w:ascii="MS Gothic" w:eastAsia="MS Gothic" w:hAnsi="MS Gothic"/>
                  </w:rPr>
                  <w:t>☐</w:t>
                </w:r>
              </w:p>
            </w:tc>
          </w:sdtContent>
        </w:sdt>
        <w:sdt>
          <w:sdtPr>
            <w:id w:val="22874449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5E96F3" w14:textId="77777777" w:rsidR="00723015" w:rsidRPr="00664788" w:rsidRDefault="00723015" w:rsidP="005835A8">
                <w:pPr>
                  <w:pStyle w:val="table"/>
                  <w:jc w:val="center"/>
                </w:pPr>
                <w:r w:rsidRPr="000610E3">
                  <w:rPr>
                    <w:rFonts w:ascii="MS Gothic" w:eastAsia="MS Gothic" w:hAnsi="MS Gothic"/>
                  </w:rPr>
                  <w:t>☐</w:t>
                </w:r>
              </w:p>
            </w:tc>
          </w:sdtContent>
        </w:sdt>
        <w:sdt>
          <w:sdtPr>
            <w:id w:val="-150427187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D1E448" w14:textId="77777777" w:rsidR="00723015" w:rsidRPr="00664788" w:rsidRDefault="00723015" w:rsidP="005835A8">
                <w:pPr>
                  <w:pStyle w:val="table"/>
                  <w:jc w:val="center"/>
                </w:pPr>
                <w:r w:rsidRPr="000610E3">
                  <w:rPr>
                    <w:rFonts w:ascii="MS Gothic" w:eastAsia="MS Gothic" w:hAnsi="MS Gothic"/>
                  </w:rPr>
                  <w:t>☐</w:t>
                </w:r>
              </w:p>
            </w:tc>
          </w:sdtContent>
        </w:sdt>
        <w:sdt>
          <w:sdtPr>
            <w:id w:val="-87407418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12F8FAD" w14:textId="77777777" w:rsidR="00723015" w:rsidRPr="00664788" w:rsidRDefault="00723015" w:rsidP="005835A8">
                <w:pPr>
                  <w:pStyle w:val="table"/>
                  <w:jc w:val="center"/>
                </w:pPr>
                <w:r w:rsidRPr="000610E3">
                  <w:rPr>
                    <w:rFonts w:ascii="MS Gothic" w:eastAsia="MS Gothic" w:hAnsi="MS Gothic"/>
                  </w:rPr>
                  <w:t>☐</w:t>
                </w:r>
              </w:p>
            </w:tc>
          </w:sdtContent>
        </w:sdt>
        <w:sdt>
          <w:sdtPr>
            <w:id w:val="-124864988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A79A84" w14:textId="77777777" w:rsidR="00723015" w:rsidRPr="00664788" w:rsidRDefault="00723015" w:rsidP="005835A8">
                <w:pPr>
                  <w:pStyle w:val="table"/>
                  <w:jc w:val="center"/>
                </w:pPr>
                <w:r w:rsidRPr="000610E3">
                  <w:rPr>
                    <w:rFonts w:ascii="MS Gothic" w:eastAsia="MS Gothic" w:hAnsi="MS Gothic"/>
                  </w:rPr>
                  <w:t>☐</w:t>
                </w:r>
              </w:p>
            </w:tc>
          </w:sdtContent>
        </w:sdt>
        <w:sdt>
          <w:sdtPr>
            <w:id w:val="182493101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DF9C6A"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D80358C"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5A9307B0" w14:textId="77777777" w:rsidR="00723015" w:rsidRPr="00664788" w:rsidRDefault="00723015" w:rsidP="005835A8">
            <w:pPr>
              <w:spacing w:before="40" w:after="40" w:line="240" w:lineRule="auto"/>
              <w:rPr>
                <w:color w:val="FFFFFF" w:themeColor="background1"/>
              </w:rPr>
            </w:pPr>
          </w:p>
        </w:tc>
      </w:tr>
      <w:tr w:rsidR="00723015" w:rsidRPr="00664788" w14:paraId="1717C4E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E2CA00D" w14:textId="5A118035" w:rsidR="00723015" w:rsidRPr="00664788" w:rsidRDefault="00D64377" w:rsidP="005835A8">
            <w:pPr>
              <w:pStyle w:val="table"/>
            </w:pPr>
            <w:r>
              <w:t>Telephone</w:t>
            </w:r>
          </w:p>
        </w:tc>
        <w:sdt>
          <w:sdtPr>
            <w:id w:val="178144634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04D856" w14:textId="77777777" w:rsidR="00723015" w:rsidRPr="00664788" w:rsidRDefault="00723015" w:rsidP="005835A8">
                <w:pPr>
                  <w:pStyle w:val="table"/>
                  <w:jc w:val="center"/>
                </w:pPr>
                <w:r w:rsidRPr="0008747B">
                  <w:rPr>
                    <w:rFonts w:ascii="MS Gothic" w:eastAsia="MS Gothic" w:hAnsi="MS Gothic"/>
                  </w:rPr>
                  <w:t>☐</w:t>
                </w:r>
              </w:p>
            </w:tc>
          </w:sdtContent>
        </w:sdt>
        <w:sdt>
          <w:sdtPr>
            <w:id w:val="118663404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EC04E7" w14:textId="77777777" w:rsidR="00723015" w:rsidRPr="00664788" w:rsidRDefault="00723015" w:rsidP="005835A8">
                <w:pPr>
                  <w:pStyle w:val="table"/>
                  <w:jc w:val="center"/>
                </w:pPr>
                <w:r w:rsidRPr="000610E3">
                  <w:rPr>
                    <w:rFonts w:ascii="MS Gothic" w:eastAsia="MS Gothic" w:hAnsi="MS Gothic"/>
                  </w:rPr>
                  <w:t>☐</w:t>
                </w:r>
              </w:p>
            </w:tc>
          </w:sdtContent>
        </w:sdt>
        <w:sdt>
          <w:sdtPr>
            <w:id w:val="204432196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84EB75" w14:textId="77777777" w:rsidR="00723015" w:rsidRPr="00664788" w:rsidRDefault="00723015" w:rsidP="005835A8">
                <w:pPr>
                  <w:pStyle w:val="table"/>
                  <w:jc w:val="center"/>
                </w:pPr>
                <w:r w:rsidRPr="000610E3">
                  <w:rPr>
                    <w:rFonts w:ascii="MS Gothic" w:eastAsia="MS Gothic" w:hAnsi="MS Gothic"/>
                  </w:rPr>
                  <w:t>☐</w:t>
                </w:r>
              </w:p>
            </w:tc>
          </w:sdtContent>
        </w:sdt>
        <w:sdt>
          <w:sdtPr>
            <w:id w:val="85908898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449CF2A" w14:textId="77777777" w:rsidR="00723015" w:rsidRPr="00664788" w:rsidRDefault="00723015" w:rsidP="005835A8">
                <w:pPr>
                  <w:pStyle w:val="table"/>
                  <w:jc w:val="center"/>
                </w:pPr>
                <w:r w:rsidRPr="000610E3">
                  <w:rPr>
                    <w:rFonts w:ascii="MS Gothic" w:eastAsia="MS Gothic" w:hAnsi="MS Gothic"/>
                  </w:rPr>
                  <w:t>☐</w:t>
                </w:r>
              </w:p>
            </w:tc>
          </w:sdtContent>
        </w:sdt>
        <w:sdt>
          <w:sdtPr>
            <w:id w:val="155165236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9D76BE" w14:textId="77777777" w:rsidR="00723015" w:rsidRPr="00664788" w:rsidRDefault="00723015" w:rsidP="005835A8">
                <w:pPr>
                  <w:pStyle w:val="table"/>
                  <w:jc w:val="center"/>
                </w:pPr>
                <w:r w:rsidRPr="000610E3">
                  <w:rPr>
                    <w:rFonts w:ascii="MS Gothic" w:eastAsia="MS Gothic" w:hAnsi="MS Gothic"/>
                  </w:rPr>
                  <w:t>☐</w:t>
                </w:r>
              </w:p>
            </w:tc>
          </w:sdtContent>
        </w:sdt>
        <w:sdt>
          <w:sdtPr>
            <w:id w:val="44651166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E133DD" w14:textId="77777777" w:rsidR="00723015" w:rsidRPr="00664788" w:rsidRDefault="00723015" w:rsidP="005835A8">
                <w:pPr>
                  <w:pStyle w:val="table"/>
                  <w:jc w:val="center"/>
                </w:pPr>
                <w:r w:rsidRPr="000610E3">
                  <w:rPr>
                    <w:rFonts w:ascii="MS Gothic" w:eastAsia="MS Gothic" w:hAnsi="MS Gothic"/>
                  </w:rPr>
                  <w:t>☐</w:t>
                </w:r>
              </w:p>
            </w:tc>
          </w:sdtContent>
        </w:sdt>
        <w:sdt>
          <w:sdtPr>
            <w:id w:val="127859600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8F5AC9"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99A9F05"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1BD36008" w14:textId="77777777" w:rsidR="00723015" w:rsidRPr="00664788" w:rsidRDefault="00723015" w:rsidP="005835A8">
            <w:pPr>
              <w:spacing w:before="40" w:after="40" w:line="240" w:lineRule="auto"/>
              <w:rPr>
                <w:color w:val="FFFFFF" w:themeColor="background1"/>
              </w:rPr>
            </w:pPr>
          </w:p>
        </w:tc>
      </w:tr>
      <w:tr w:rsidR="00723015" w:rsidRPr="00664788" w14:paraId="58180AE9"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5E8F1DD" w14:textId="5D07370D" w:rsidR="00723015" w:rsidRPr="00664788" w:rsidRDefault="00D64377" w:rsidP="005835A8">
            <w:pPr>
              <w:pStyle w:val="table"/>
            </w:pPr>
            <w:r>
              <w:t>Laptop, monitor edges and buttons</w:t>
            </w:r>
          </w:p>
        </w:tc>
        <w:sdt>
          <w:sdtPr>
            <w:id w:val="183811552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4936401" w14:textId="77777777" w:rsidR="00723015" w:rsidRPr="00664788" w:rsidRDefault="00723015" w:rsidP="005835A8">
                <w:pPr>
                  <w:pStyle w:val="table"/>
                  <w:jc w:val="center"/>
                </w:pPr>
                <w:r w:rsidRPr="0008747B">
                  <w:rPr>
                    <w:rFonts w:ascii="MS Gothic" w:eastAsia="MS Gothic" w:hAnsi="MS Gothic"/>
                  </w:rPr>
                  <w:t>☐</w:t>
                </w:r>
              </w:p>
            </w:tc>
          </w:sdtContent>
        </w:sdt>
        <w:sdt>
          <w:sdtPr>
            <w:id w:val="-25952085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5706776" w14:textId="77777777" w:rsidR="00723015" w:rsidRPr="00664788" w:rsidRDefault="00723015" w:rsidP="005835A8">
                <w:pPr>
                  <w:pStyle w:val="table"/>
                  <w:jc w:val="center"/>
                </w:pPr>
                <w:r w:rsidRPr="000610E3">
                  <w:rPr>
                    <w:rFonts w:ascii="MS Gothic" w:eastAsia="MS Gothic" w:hAnsi="MS Gothic"/>
                  </w:rPr>
                  <w:t>☐</w:t>
                </w:r>
              </w:p>
            </w:tc>
          </w:sdtContent>
        </w:sdt>
        <w:sdt>
          <w:sdtPr>
            <w:id w:val="-173784886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43DDF54" w14:textId="77777777" w:rsidR="00723015" w:rsidRPr="00664788" w:rsidRDefault="00723015" w:rsidP="005835A8">
                <w:pPr>
                  <w:pStyle w:val="table"/>
                  <w:jc w:val="center"/>
                </w:pPr>
                <w:r w:rsidRPr="000610E3">
                  <w:rPr>
                    <w:rFonts w:ascii="MS Gothic" w:eastAsia="MS Gothic" w:hAnsi="MS Gothic"/>
                  </w:rPr>
                  <w:t>☐</w:t>
                </w:r>
              </w:p>
            </w:tc>
          </w:sdtContent>
        </w:sdt>
        <w:sdt>
          <w:sdtPr>
            <w:id w:val="-66401642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4AD5B9A" w14:textId="77777777" w:rsidR="00723015" w:rsidRPr="00664788" w:rsidRDefault="00723015" w:rsidP="005835A8">
                <w:pPr>
                  <w:pStyle w:val="table"/>
                  <w:jc w:val="center"/>
                </w:pPr>
                <w:r w:rsidRPr="000610E3">
                  <w:rPr>
                    <w:rFonts w:ascii="MS Gothic" w:eastAsia="MS Gothic" w:hAnsi="MS Gothic"/>
                  </w:rPr>
                  <w:t>☐</w:t>
                </w:r>
              </w:p>
            </w:tc>
          </w:sdtContent>
        </w:sdt>
        <w:sdt>
          <w:sdtPr>
            <w:id w:val="-30585059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A004BA" w14:textId="77777777" w:rsidR="00723015" w:rsidRPr="00664788" w:rsidRDefault="00723015" w:rsidP="005835A8">
                <w:pPr>
                  <w:pStyle w:val="table"/>
                  <w:jc w:val="center"/>
                </w:pPr>
                <w:r w:rsidRPr="000610E3">
                  <w:rPr>
                    <w:rFonts w:ascii="MS Gothic" w:eastAsia="MS Gothic" w:hAnsi="MS Gothic"/>
                  </w:rPr>
                  <w:t>☐</w:t>
                </w:r>
              </w:p>
            </w:tc>
          </w:sdtContent>
        </w:sdt>
        <w:sdt>
          <w:sdtPr>
            <w:id w:val="177860503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E22EFC" w14:textId="77777777" w:rsidR="00723015" w:rsidRPr="00664788" w:rsidRDefault="00723015" w:rsidP="005835A8">
                <w:pPr>
                  <w:pStyle w:val="table"/>
                  <w:jc w:val="center"/>
                </w:pPr>
                <w:r w:rsidRPr="000610E3">
                  <w:rPr>
                    <w:rFonts w:ascii="MS Gothic" w:eastAsia="MS Gothic" w:hAnsi="MS Gothic"/>
                  </w:rPr>
                  <w:t>☐</w:t>
                </w:r>
              </w:p>
            </w:tc>
          </w:sdtContent>
        </w:sdt>
        <w:sdt>
          <w:sdtPr>
            <w:id w:val="203907268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314419"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70E6904"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2EDFBB0F" w14:textId="77777777" w:rsidR="00723015" w:rsidRPr="00664788" w:rsidRDefault="00723015" w:rsidP="005835A8">
            <w:pPr>
              <w:spacing w:before="40" w:after="40" w:line="240" w:lineRule="auto"/>
              <w:rPr>
                <w:color w:val="FFFFFF" w:themeColor="background1"/>
              </w:rPr>
            </w:pPr>
          </w:p>
        </w:tc>
      </w:tr>
      <w:tr w:rsidR="00723015" w:rsidRPr="00664788" w14:paraId="3FDB6F1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D676C08" w14:textId="4CF48BF0" w:rsidR="00723015" w:rsidRPr="00664788" w:rsidRDefault="00D64377" w:rsidP="005835A8">
            <w:pPr>
              <w:pStyle w:val="table"/>
            </w:pPr>
            <w:r>
              <w:t>Keyboards and mouse</w:t>
            </w:r>
          </w:p>
        </w:tc>
        <w:sdt>
          <w:sdtPr>
            <w:id w:val="167615261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A82B25" w14:textId="77777777" w:rsidR="00723015" w:rsidRPr="00664788" w:rsidRDefault="00723015" w:rsidP="005835A8">
                <w:pPr>
                  <w:pStyle w:val="table"/>
                  <w:jc w:val="center"/>
                </w:pPr>
                <w:r w:rsidRPr="0008747B">
                  <w:rPr>
                    <w:rFonts w:ascii="MS Gothic" w:eastAsia="MS Gothic" w:hAnsi="MS Gothic"/>
                  </w:rPr>
                  <w:t>☐</w:t>
                </w:r>
              </w:p>
            </w:tc>
          </w:sdtContent>
        </w:sdt>
        <w:sdt>
          <w:sdtPr>
            <w:id w:val="71840200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58C2C25" w14:textId="77777777" w:rsidR="00723015" w:rsidRPr="00664788" w:rsidRDefault="00723015" w:rsidP="005835A8">
                <w:pPr>
                  <w:pStyle w:val="table"/>
                  <w:jc w:val="center"/>
                </w:pPr>
                <w:r>
                  <w:rPr>
                    <w:rFonts w:ascii="MS Gothic" w:eastAsia="MS Gothic" w:hAnsi="MS Gothic" w:hint="eastAsia"/>
                  </w:rPr>
                  <w:t>☐</w:t>
                </w:r>
              </w:p>
            </w:tc>
          </w:sdtContent>
        </w:sdt>
        <w:sdt>
          <w:sdtPr>
            <w:id w:val="89007687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864B1A" w14:textId="77777777" w:rsidR="00723015" w:rsidRPr="00664788" w:rsidRDefault="00723015" w:rsidP="005835A8">
                <w:pPr>
                  <w:pStyle w:val="table"/>
                  <w:jc w:val="center"/>
                </w:pPr>
                <w:r w:rsidRPr="000610E3">
                  <w:rPr>
                    <w:rFonts w:ascii="MS Gothic" w:eastAsia="MS Gothic" w:hAnsi="MS Gothic"/>
                  </w:rPr>
                  <w:t>☐</w:t>
                </w:r>
              </w:p>
            </w:tc>
          </w:sdtContent>
        </w:sdt>
        <w:sdt>
          <w:sdtPr>
            <w:id w:val="211123271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FBFF1B" w14:textId="77777777" w:rsidR="00723015" w:rsidRPr="00664788" w:rsidRDefault="00723015" w:rsidP="005835A8">
                <w:pPr>
                  <w:pStyle w:val="table"/>
                  <w:jc w:val="center"/>
                </w:pPr>
                <w:r w:rsidRPr="000610E3">
                  <w:rPr>
                    <w:rFonts w:ascii="MS Gothic" w:eastAsia="MS Gothic" w:hAnsi="MS Gothic"/>
                  </w:rPr>
                  <w:t>☐</w:t>
                </w:r>
              </w:p>
            </w:tc>
          </w:sdtContent>
        </w:sdt>
        <w:sdt>
          <w:sdtPr>
            <w:id w:val="-76600199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576A6C5" w14:textId="77777777" w:rsidR="00723015" w:rsidRPr="00664788" w:rsidRDefault="00723015" w:rsidP="005835A8">
                <w:pPr>
                  <w:pStyle w:val="table"/>
                  <w:jc w:val="center"/>
                </w:pPr>
                <w:r w:rsidRPr="000610E3">
                  <w:rPr>
                    <w:rFonts w:ascii="MS Gothic" w:eastAsia="MS Gothic" w:hAnsi="MS Gothic"/>
                  </w:rPr>
                  <w:t>☐</w:t>
                </w:r>
              </w:p>
            </w:tc>
          </w:sdtContent>
        </w:sdt>
        <w:sdt>
          <w:sdtPr>
            <w:id w:val="29665211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E8A5FD" w14:textId="77777777" w:rsidR="00723015" w:rsidRPr="00664788" w:rsidRDefault="00723015" w:rsidP="005835A8">
                <w:pPr>
                  <w:pStyle w:val="table"/>
                  <w:jc w:val="center"/>
                </w:pPr>
                <w:r w:rsidRPr="000610E3">
                  <w:rPr>
                    <w:rFonts w:ascii="MS Gothic" w:eastAsia="MS Gothic" w:hAnsi="MS Gothic"/>
                  </w:rPr>
                  <w:t>☐</w:t>
                </w:r>
              </w:p>
            </w:tc>
          </w:sdtContent>
        </w:sdt>
        <w:sdt>
          <w:sdtPr>
            <w:id w:val="-95317570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34AD41"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2E7885B"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7766DA8E" w14:textId="77777777" w:rsidR="00723015" w:rsidRPr="00664788" w:rsidRDefault="00723015" w:rsidP="005835A8">
            <w:pPr>
              <w:spacing w:before="40" w:after="40" w:line="240" w:lineRule="auto"/>
              <w:rPr>
                <w:color w:val="FFFFFF" w:themeColor="background1"/>
              </w:rPr>
            </w:pPr>
          </w:p>
        </w:tc>
      </w:tr>
      <w:tr w:rsidR="00723015" w:rsidRPr="00664788" w14:paraId="5FB6E215"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040FE8C" w14:textId="59305E41" w:rsidR="00723015" w:rsidRPr="00664788" w:rsidRDefault="00D64377" w:rsidP="005835A8">
            <w:pPr>
              <w:pStyle w:val="table"/>
            </w:pPr>
            <w:r>
              <w:t>All dishes and cutlery before use</w:t>
            </w:r>
          </w:p>
        </w:tc>
        <w:sdt>
          <w:sdtPr>
            <w:id w:val="-158783847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72281D" w14:textId="77777777" w:rsidR="00723015" w:rsidRPr="00664788" w:rsidRDefault="00723015" w:rsidP="005835A8">
                <w:pPr>
                  <w:pStyle w:val="table"/>
                  <w:jc w:val="center"/>
                </w:pPr>
                <w:r w:rsidRPr="0008747B">
                  <w:rPr>
                    <w:rFonts w:ascii="MS Gothic" w:eastAsia="MS Gothic" w:hAnsi="MS Gothic"/>
                  </w:rPr>
                  <w:t>☐</w:t>
                </w:r>
              </w:p>
            </w:tc>
          </w:sdtContent>
        </w:sdt>
        <w:sdt>
          <w:sdtPr>
            <w:id w:val="53470115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799F8E" w14:textId="77777777" w:rsidR="00723015" w:rsidRPr="00664788" w:rsidRDefault="00723015" w:rsidP="005835A8">
                <w:pPr>
                  <w:pStyle w:val="table"/>
                  <w:jc w:val="center"/>
                </w:pPr>
                <w:r w:rsidRPr="000610E3">
                  <w:rPr>
                    <w:rFonts w:ascii="MS Gothic" w:eastAsia="MS Gothic" w:hAnsi="MS Gothic"/>
                  </w:rPr>
                  <w:t>☐</w:t>
                </w:r>
              </w:p>
            </w:tc>
          </w:sdtContent>
        </w:sdt>
        <w:sdt>
          <w:sdtPr>
            <w:id w:val="-160650092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EAB4D8" w14:textId="77777777" w:rsidR="00723015" w:rsidRPr="00664788" w:rsidRDefault="00723015" w:rsidP="005835A8">
                <w:pPr>
                  <w:pStyle w:val="table"/>
                  <w:jc w:val="center"/>
                </w:pPr>
                <w:r w:rsidRPr="000610E3">
                  <w:rPr>
                    <w:rFonts w:ascii="MS Gothic" w:eastAsia="MS Gothic" w:hAnsi="MS Gothic"/>
                  </w:rPr>
                  <w:t>☐</w:t>
                </w:r>
              </w:p>
            </w:tc>
          </w:sdtContent>
        </w:sdt>
        <w:sdt>
          <w:sdtPr>
            <w:id w:val="-172181356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28AD64" w14:textId="77777777" w:rsidR="00723015" w:rsidRPr="00664788" w:rsidRDefault="00723015" w:rsidP="005835A8">
                <w:pPr>
                  <w:pStyle w:val="table"/>
                  <w:jc w:val="center"/>
                </w:pPr>
                <w:r w:rsidRPr="000610E3">
                  <w:rPr>
                    <w:rFonts w:ascii="MS Gothic" w:eastAsia="MS Gothic" w:hAnsi="MS Gothic"/>
                  </w:rPr>
                  <w:t>☐</w:t>
                </w:r>
              </w:p>
            </w:tc>
          </w:sdtContent>
        </w:sdt>
        <w:sdt>
          <w:sdtPr>
            <w:id w:val="140510515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90B6F6" w14:textId="77777777" w:rsidR="00723015" w:rsidRPr="00664788" w:rsidRDefault="00723015" w:rsidP="005835A8">
                <w:pPr>
                  <w:pStyle w:val="table"/>
                  <w:jc w:val="center"/>
                </w:pPr>
                <w:r w:rsidRPr="000610E3">
                  <w:rPr>
                    <w:rFonts w:ascii="MS Gothic" w:eastAsia="MS Gothic" w:hAnsi="MS Gothic"/>
                  </w:rPr>
                  <w:t>☐</w:t>
                </w:r>
              </w:p>
            </w:tc>
          </w:sdtContent>
        </w:sdt>
        <w:sdt>
          <w:sdtPr>
            <w:id w:val="146153254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2C7C8D8" w14:textId="77777777" w:rsidR="00723015" w:rsidRPr="00664788" w:rsidRDefault="00723015" w:rsidP="005835A8">
                <w:pPr>
                  <w:pStyle w:val="table"/>
                  <w:jc w:val="center"/>
                </w:pPr>
                <w:r w:rsidRPr="000610E3">
                  <w:rPr>
                    <w:rFonts w:ascii="MS Gothic" w:eastAsia="MS Gothic" w:hAnsi="MS Gothic"/>
                  </w:rPr>
                  <w:t>☐</w:t>
                </w:r>
              </w:p>
            </w:tc>
          </w:sdtContent>
        </w:sdt>
        <w:sdt>
          <w:sdtPr>
            <w:id w:val="130220083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70D943"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54BD487"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39251C2E" w14:textId="77777777" w:rsidR="00723015" w:rsidRPr="00664788" w:rsidRDefault="00723015" w:rsidP="005835A8">
            <w:pPr>
              <w:spacing w:before="40" w:after="40" w:line="240" w:lineRule="auto"/>
              <w:rPr>
                <w:color w:val="FFFFFF" w:themeColor="background1"/>
              </w:rPr>
            </w:pPr>
          </w:p>
        </w:tc>
      </w:tr>
      <w:tr w:rsidR="00723015" w:rsidRPr="00664788" w14:paraId="3FE73BE1"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60C2383" w14:textId="15975A5F" w:rsidR="00723015" w:rsidRPr="00664788" w:rsidRDefault="00D64377" w:rsidP="005835A8">
            <w:pPr>
              <w:pStyle w:val="table"/>
            </w:pPr>
            <w:r>
              <w:t>Filing cabinet handles</w:t>
            </w:r>
          </w:p>
        </w:tc>
        <w:sdt>
          <w:sdtPr>
            <w:id w:val="-105755806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BB10F0" w14:textId="77777777" w:rsidR="00723015" w:rsidRPr="00664788" w:rsidRDefault="00723015" w:rsidP="005835A8">
                <w:pPr>
                  <w:pStyle w:val="table"/>
                  <w:jc w:val="center"/>
                </w:pPr>
                <w:r w:rsidRPr="0008747B">
                  <w:rPr>
                    <w:rFonts w:ascii="MS Gothic" w:eastAsia="MS Gothic" w:hAnsi="MS Gothic"/>
                  </w:rPr>
                  <w:t>☐</w:t>
                </w:r>
              </w:p>
            </w:tc>
          </w:sdtContent>
        </w:sdt>
        <w:sdt>
          <w:sdtPr>
            <w:id w:val="-109663679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5859172" w14:textId="77777777" w:rsidR="00723015" w:rsidRPr="00664788" w:rsidRDefault="00723015" w:rsidP="005835A8">
                <w:pPr>
                  <w:pStyle w:val="table"/>
                  <w:jc w:val="center"/>
                </w:pPr>
                <w:r w:rsidRPr="000610E3">
                  <w:rPr>
                    <w:rFonts w:ascii="MS Gothic" w:eastAsia="MS Gothic" w:hAnsi="MS Gothic"/>
                  </w:rPr>
                  <w:t>☐</w:t>
                </w:r>
              </w:p>
            </w:tc>
          </w:sdtContent>
        </w:sdt>
        <w:sdt>
          <w:sdtPr>
            <w:id w:val="71979494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29761D" w14:textId="77777777" w:rsidR="00723015" w:rsidRPr="00664788" w:rsidRDefault="00723015" w:rsidP="005835A8">
                <w:pPr>
                  <w:pStyle w:val="table"/>
                  <w:jc w:val="center"/>
                </w:pPr>
                <w:r w:rsidRPr="000610E3">
                  <w:rPr>
                    <w:rFonts w:ascii="MS Gothic" w:eastAsia="MS Gothic" w:hAnsi="MS Gothic"/>
                  </w:rPr>
                  <w:t>☐</w:t>
                </w:r>
              </w:p>
            </w:tc>
          </w:sdtContent>
        </w:sdt>
        <w:sdt>
          <w:sdtPr>
            <w:id w:val="157662805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1A51D1D" w14:textId="77777777" w:rsidR="00723015" w:rsidRPr="00664788" w:rsidRDefault="00723015" w:rsidP="005835A8">
                <w:pPr>
                  <w:pStyle w:val="table"/>
                  <w:jc w:val="center"/>
                </w:pPr>
                <w:r w:rsidRPr="000610E3">
                  <w:rPr>
                    <w:rFonts w:ascii="MS Gothic" w:eastAsia="MS Gothic" w:hAnsi="MS Gothic"/>
                  </w:rPr>
                  <w:t>☐</w:t>
                </w:r>
              </w:p>
            </w:tc>
          </w:sdtContent>
        </w:sdt>
        <w:sdt>
          <w:sdtPr>
            <w:id w:val="-30161573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65AAE91" w14:textId="77777777" w:rsidR="00723015" w:rsidRPr="00664788" w:rsidRDefault="00723015" w:rsidP="005835A8">
                <w:pPr>
                  <w:pStyle w:val="table"/>
                  <w:jc w:val="center"/>
                </w:pPr>
                <w:r w:rsidRPr="000610E3">
                  <w:rPr>
                    <w:rFonts w:ascii="MS Gothic" w:eastAsia="MS Gothic" w:hAnsi="MS Gothic"/>
                  </w:rPr>
                  <w:t>☐</w:t>
                </w:r>
              </w:p>
            </w:tc>
          </w:sdtContent>
        </w:sdt>
        <w:sdt>
          <w:sdtPr>
            <w:id w:val="27714451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FE799A9" w14:textId="77777777" w:rsidR="00723015" w:rsidRPr="00664788" w:rsidRDefault="00723015" w:rsidP="005835A8">
                <w:pPr>
                  <w:pStyle w:val="table"/>
                  <w:jc w:val="center"/>
                </w:pPr>
                <w:r w:rsidRPr="000610E3">
                  <w:rPr>
                    <w:rFonts w:ascii="MS Gothic" w:eastAsia="MS Gothic" w:hAnsi="MS Gothic"/>
                  </w:rPr>
                  <w:t>☐</w:t>
                </w:r>
              </w:p>
            </w:tc>
          </w:sdtContent>
        </w:sdt>
        <w:sdt>
          <w:sdtPr>
            <w:id w:val="-10658909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2FECFF2"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47C51CE"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005B0BFB" w14:textId="77777777" w:rsidR="00723015" w:rsidRPr="00664788" w:rsidRDefault="00723015" w:rsidP="005835A8">
            <w:pPr>
              <w:spacing w:before="40" w:after="40" w:line="240" w:lineRule="auto"/>
              <w:rPr>
                <w:color w:val="FFFFFF" w:themeColor="background1"/>
              </w:rPr>
            </w:pPr>
          </w:p>
        </w:tc>
      </w:tr>
      <w:tr w:rsidR="00723015" w:rsidRPr="00664788" w14:paraId="4A16E1A7"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4F0FA36" w14:textId="7E884047" w:rsidR="00723015" w:rsidRPr="00664788" w:rsidRDefault="00D64377" w:rsidP="005835A8">
            <w:pPr>
              <w:pStyle w:val="table"/>
            </w:pPr>
            <w:r>
              <w:t>Desks</w:t>
            </w:r>
          </w:p>
        </w:tc>
        <w:sdt>
          <w:sdtPr>
            <w:id w:val="178553922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BBB8D1" w14:textId="77777777" w:rsidR="00723015" w:rsidRPr="00664788" w:rsidRDefault="00723015" w:rsidP="005835A8">
                <w:pPr>
                  <w:pStyle w:val="table"/>
                  <w:jc w:val="center"/>
                </w:pPr>
                <w:r w:rsidRPr="0008747B">
                  <w:rPr>
                    <w:rFonts w:ascii="MS Gothic" w:eastAsia="MS Gothic" w:hAnsi="MS Gothic"/>
                  </w:rPr>
                  <w:t>☐</w:t>
                </w:r>
              </w:p>
            </w:tc>
          </w:sdtContent>
        </w:sdt>
        <w:sdt>
          <w:sdtPr>
            <w:id w:val="-88193996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BAE0389" w14:textId="77777777" w:rsidR="00723015" w:rsidRPr="00664788" w:rsidRDefault="00723015" w:rsidP="005835A8">
                <w:pPr>
                  <w:pStyle w:val="table"/>
                  <w:jc w:val="center"/>
                </w:pPr>
                <w:r w:rsidRPr="000610E3">
                  <w:rPr>
                    <w:rFonts w:ascii="MS Gothic" w:eastAsia="MS Gothic" w:hAnsi="MS Gothic"/>
                  </w:rPr>
                  <w:t>☐</w:t>
                </w:r>
              </w:p>
            </w:tc>
          </w:sdtContent>
        </w:sdt>
        <w:sdt>
          <w:sdtPr>
            <w:id w:val="-206956806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DCAA843" w14:textId="77777777" w:rsidR="00723015" w:rsidRPr="00664788" w:rsidRDefault="00723015" w:rsidP="005835A8">
                <w:pPr>
                  <w:pStyle w:val="table"/>
                  <w:jc w:val="center"/>
                </w:pPr>
                <w:r w:rsidRPr="000610E3">
                  <w:rPr>
                    <w:rFonts w:ascii="MS Gothic" w:eastAsia="MS Gothic" w:hAnsi="MS Gothic"/>
                  </w:rPr>
                  <w:t>☐</w:t>
                </w:r>
              </w:p>
            </w:tc>
          </w:sdtContent>
        </w:sdt>
        <w:sdt>
          <w:sdtPr>
            <w:id w:val="-92764590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2A5F82B" w14:textId="77777777" w:rsidR="00723015" w:rsidRPr="00664788" w:rsidRDefault="00723015" w:rsidP="005835A8">
                <w:pPr>
                  <w:pStyle w:val="table"/>
                  <w:jc w:val="center"/>
                </w:pPr>
                <w:r w:rsidRPr="000610E3">
                  <w:rPr>
                    <w:rFonts w:ascii="MS Gothic" w:eastAsia="MS Gothic" w:hAnsi="MS Gothic"/>
                  </w:rPr>
                  <w:t>☐</w:t>
                </w:r>
              </w:p>
            </w:tc>
          </w:sdtContent>
        </w:sdt>
        <w:sdt>
          <w:sdtPr>
            <w:id w:val="4441799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42E5DB0" w14:textId="77777777" w:rsidR="00723015" w:rsidRPr="00664788" w:rsidRDefault="00723015" w:rsidP="005835A8">
                <w:pPr>
                  <w:pStyle w:val="table"/>
                  <w:jc w:val="center"/>
                </w:pPr>
                <w:r w:rsidRPr="000610E3">
                  <w:rPr>
                    <w:rFonts w:ascii="MS Gothic" w:eastAsia="MS Gothic" w:hAnsi="MS Gothic"/>
                  </w:rPr>
                  <w:t>☐</w:t>
                </w:r>
              </w:p>
            </w:tc>
          </w:sdtContent>
        </w:sdt>
        <w:sdt>
          <w:sdtPr>
            <w:id w:val="37497078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CD2180" w14:textId="77777777" w:rsidR="00723015" w:rsidRPr="00664788" w:rsidRDefault="00723015" w:rsidP="005835A8">
                <w:pPr>
                  <w:pStyle w:val="table"/>
                  <w:jc w:val="center"/>
                </w:pPr>
                <w:r w:rsidRPr="000610E3">
                  <w:rPr>
                    <w:rFonts w:ascii="MS Gothic" w:eastAsia="MS Gothic" w:hAnsi="MS Gothic"/>
                  </w:rPr>
                  <w:t>☐</w:t>
                </w:r>
              </w:p>
            </w:tc>
          </w:sdtContent>
        </w:sdt>
        <w:sdt>
          <w:sdtPr>
            <w:id w:val="35231097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8AE905"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D1A1D29"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4DDD9E83" w14:textId="77777777" w:rsidR="00723015" w:rsidRPr="00664788" w:rsidRDefault="00723015" w:rsidP="005835A8">
            <w:pPr>
              <w:spacing w:before="40" w:after="40" w:line="240" w:lineRule="auto"/>
              <w:rPr>
                <w:color w:val="FFFFFF" w:themeColor="background1"/>
              </w:rPr>
            </w:pPr>
          </w:p>
        </w:tc>
      </w:tr>
      <w:tr w:rsidR="00723015" w:rsidRPr="00664788" w14:paraId="2282663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ADBAA3E" w14:textId="4FB55BE8" w:rsidR="00723015" w:rsidRPr="00664788" w:rsidRDefault="00D64377" w:rsidP="005835A8">
            <w:pPr>
              <w:pStyle w:val="table"/>
            </w:pPr>
            <w:r>
              <w:t>Garbage can lids</w:t>
            </w:r>
          </w:p>
        </w:tc>
        <w:sdt>
          <w:sdtPr>
            <w:id w:val="-55578132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81EFFEB" w14:textId="77777777" w:rsidR="00723015" w:rsidRPr="00664788" w:rsidRDefault="00723015" w:rsidP="005835A8">
                <w:pPr>
                  <w:pStyle w:val="table"/>
                  <w:jc w:val="center"/>
                </w:pPr>
                <w:r w:rsidRPr="0008747B">
                  <w:rPr>
                    <w:rFonts w:ascii="MS Gothic" w:eastAsia="MS Gothic" w:hAnsi="MS Gothic"/>
                  </w:rPr>
                  <w:t>☐</w:t>
                </w:r>
              </w:p>
            </w:tc>
          </w:sdtContent>
        </w:sdt>
        <w:sdt>
          <w:sdtPr>
            <w:id w:val="130310929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84C835C" w14:textId="77777777" w:rsidR="00723015" w:rsidRPr="00664788" w:rsidRDefault="00723015" w:rsidP="005835A8">
                <w:pPr>
                  <w:pStyle w:val="table"/>
                  <w:jc w:val="center"/>
                </w:pPr>
                <w:r w:rsidRPr="000610E3">
                  <w:rPr>
                    <w:rFonts w:ascii="MS Gothic" w:eastAsia="MS Gothic" w:hAnsi="MS Gothic"/>
                  </w:rPr>
                  <w:t>☐</w:t>
                </w:r>
              </w:p>
            </w:tc>
          </w:sdtContent>
        </w:sdt>
        <w:sdt>
          <w:sdtPr>
            <w:id w:val="19921399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58219D" w14:textId="77777777" w:rsidR="00723015" w:rsidRPr="00664788" w:rsidRDefault="00723015" w:rsidP="005835A8">
                <w:pPr>
                  <w:pStyle w:val="table"/>
                  <w:jc w:val="center"/>
                </w:pPr>
                <w:r w:rsidRPr="000610E3">
                  <w:rPr>
                    <w:rFonts w:ascii="MS Gothic" w:eastAsia="MS Gothic" w:hAnsi="MS Gothic"/>
                  </w:rPr>
                  <w:t>☐</w:t>
                </w:r>
              </w:p>
            </w:tc>
          </w:sdtContent>
        </w:sdt>
        <w:sdt>
          <w:sdtPr>
            <w:id w:val="174830750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20E388F" w14:textId="77777777" w:rsidR="00723015" w:rsidRPr="00664788" w:rsidRDefault="00723015" w:rsidP="005835A8">
                <w:pPr>
                  <w:pStyle w:val="table"/>
                  <w:jc w:val="center"/>
                </w:pPr>
                <w:r w:rsidRPr="000610E3">
                  <w:rPr>
                    <w:rFonts w:ascii="MS Gothic" w:eastAsia="MS Gothic" w:hAnsi="MS Gothic"/>
                  </w:rPr>
                  <w:t>☐</w:t>
                </w:r>
              </w:p>
            </w:tc>
          </w:sdtContent>
        </w:sdt>
        <w:sdt>
          <w:sdtPr>
            <w:id w:val="-209561669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69CAC74" w14:textId="77777777" w:rsidR="00723015" w:rsidRPr="00664788" w:rsidRDefault="00723015" w:rsidP="005835A8">
                <w:pPr>
                  <w:pStyle w:val="table"/>
                  <w:jc w:val="center"/>
                </w:pPr>
                <w:r w:rsidRPr="000610E3">
                  <w:rPr>
                    <w:rFonts w:ascii="MS Gothic" w:eastAsia="MS Gothic" w:hAnsi="MS Gothic"/>
                  </w:rPr>
                  <w:t>☐</w:t>
                </w:r>
              </w:p>
            </w:tc>
          </w:sdtContent>
        </w:sdt>
        <w:sdt>
          <w:sdtPr>
            <w:id w:val="38361236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390A433" w14:textId="77777777" w:rsidR="00723015" w:rsidRPr="00664788" w:rsidRDefault="00723015" w:rsidP="005835A8">
                <w:pPr>
                  <w:pStyle w:val="table"/>
                  <w:jc w:val="center"/>
                </w:pPr>
                <w:r w:rsidRPr="000610E3">
                  <w:rPr>
                    <w:rFonts w:ascii="MS Gothic" w:eastAsia="MS Gothic" w:hAnsi="MS Gothic"/>
                  </w:rPr>
                  <w:t>☐</w:t>
                </w:r>
              </w:p>
            </w:tc>
          </w:sdtContent>
        </w:sdt>
        <w:sdt>
          <w:sdtPr>
            <w:id w:val="-16886649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F80BFF"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CF11CD1"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68EB35F8" w14:textId="77777777" w:rsidR="00723015" w:rsidRPr="00664788" w:rsidRDefault="00723015" w:rsidP="005835A8">
            <w:pPr>
              <w:spacing w:before="40" w:after="40" w:line="240" w:lineRule="auto"/>
              <w:rPr>
                <w:color w:val="FFFFFF" w:themeColor="background1"/>
              </w:rPr>
            </w:pPr>
          </w:p>
        </w:tc>
      </w:tr>
      <w:tr w:rsidR="00723015" w:rsidRPr="00664788" w14:paraId="1F00327C"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F979D12" w14:textId="034A8270" w:rsidR="00723015" w:rsidRPr="00664788" w:rsidRDefault="00D64377" w:rsidP="005835A8">
            <w:pPr>
              <w:pStyle w:val="table"/>
            </w:pPr>
            <w:r>
              <w:t>Recycle bins</w:t>
            </w:r>
          </w:p>
        </w:tc>
        <w:sdt>
          <w:sdtPr>
            <w:id w:val="-127486045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71C6FA" w14:textId="77777777" w:rsidR="00723015" w:rsidRPr="00664788" w:rsidRDefault="00723015" w:rsidP="005835A8">
                <w:pPr>
                  <w:pStyle w:val="table"/>
                  <w:jc w:val="center"/>
                </w:pPr>
                <w:r w:rsidRPr="0008747B">
                  <w:rPr>
                    <w:rFonts w:ascii="MS Gothic" w:eastAsia="MS Gothic" w:hAnsi="MS Gothic"/>
                  </w:rPr>
                  <w:t>☐</w:t>
                </w:r>
              </w:p>
            </w:tc>
          </w:sdtContent>
        </w:sdt>
        <w:sdt>
          <w:sdtPr>
            <w:id w:val="163982222"/>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EB6660" w14:textId="77777777" w:rsidR="00723015" w:rsidRPr="00664788" w:rsidRDefault="00723015" w:rsidP="005835A8">
                <w:pPr>
                  <w:pStyle w:val="table"/>
                  <w:jc w:val="center"/>
                </w:pPr>
                <w:r w:rsidRPr="000610E3">
                  <w:rPr>
                    <w:rFonts w:ascii="MS Gothic" w:eastAsia="MS Gothic" w:hAnsi="MS Gothic"/>
                  </w:rPr>
                  <w:t>☐</w:t>
                </w:r>
              </w:p>
            </w:tc>
          </w:sdtContent>
        </w:sdt>
        <w:sdt>
          <w:sdtPr>
            <w:id w:val="118362468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2C3269A" w14:textId="77777777" w:rsidR="00723015" w:rsidRPr="00664788" w:rsidRDefault="00723015" w:rsidP="005835A8">
                <w:pPr>
                  <w:pStyle w:val="table"/>
                  <w:jc w:val="center"/>
                </w:pPr>
                <w:r w:rsidRPr="000610E3">
                  <w:rPr>
                    <w:rFonts w:ascii="MS Gothic" w:eastAsia="MS Gothic" w:hAnsi="MS Gothic"/>
                  </w:rPr>
                  <w:t>☐</w:t>
                </w:r>
              </w:p>
            </w:tc>
          </w:sdtContent>
        </w:sdt>
        <w:sdt>
          <w:sdtPr>
            <w:id w:val="104526149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3AC9E7E" w14:textId="77777777" w:rsidR="00723015" w:rsidRPr="00664788" w:rsidRDefault="00723015" w:rsidP="005835A8">
                <w:pPr>
                  <w:pStyle w:val="table"/>
                  <w:jc w:val="center"/>
                </w:pPr>
                <w:r w:rsidRPr="000610E3">
                  <w:rPr>
                    <w:rFonts w:ascii="MS Gothic" w:eastAsia="MS Gothic" w:hAnsi="MS Gothic"/>
                  </w:rPr>
                  <w:t>☐</w:t>
                </w:r>
              </w:p>
            </w:tc>
          </w:sdtContent>
        </w:sdt>
        <w:sdt>
          <w:sdtPr>
            <w:id w:val="-70909708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48F243" w14:textId="77777777" w:rsidR="00723015" w:rsidRPr="00664788" w:rsidRDefault="00723015" w:rsidP="005835A8">
                <w:pPr>
                  <w:pStyle w:val="table"/>
                  <w:jc w:val="center"/>
                </w:pPr>
                <w:r w:rsidRPr="000610E3">
                  <w:rPr>
                    <w:rFonts w:ascii="MS Gothic" w:eastAsia="MS Gothic" w:hAnsi="MS Gothic"/>
                  </w:rPr>
                  <w:t>☐</w:t>
                </w:r>
              </w:p>
            </w:tc>
          </w:sdtContent>
        </w:sdt>
        <w:sdt>
          <w:sdtPr>
            <w:id w:val="205836188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982A771" w14:textId="77777777" w:rsidR="00723015" w:rsidRPr="00664788" w:rsidRDefault="00723015" w:rsidP="005835A8">
                <w:pPr>
                  <w:pStyle w:val="table"/>
                  <w:jc w:val="center"/>
                </w:pPr>
                <w:r w:rsidRPr="000610E3">
                  <w:rPr>
                    <w:rFonts w:ascii="MS Gothic" w:eastAsia="MS Gothic" w:hAnsi="MS Gothic"/>
                  </w:rPr>
                  <w:t>☐</w:t>
                </w:r>
              </w:p>
            </w:tc>
          </w:sdtContent>
        </w:sdt>
        <w:sdt>
          <w:sdtPr>
            <w:id w:val="157609128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5E6F40"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5DE8B85"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359B39AB" w14:textId="77777777" w:rsidR="00723015" w:rsidRPr="00664788" w:rsidRDefault="00723015" w:rsidP="005835A8">
            <w:pPr>
              <w:spacing w:before="40" w:after="40" w:line="240" w:lineRule="auto"/>
              <w:rPr>
                <w:color w:val="FFFFFF" w:themeColor="background1"/>
              </w:rPr>
            </w:pPr>
          </w:p>
        </w:tc>
      </w:tr>
      <w:tr w:rsidR="00723015" w:rsidRPr="00664788" w14:paraId="28F1AD21"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59D7EF5" w14:textId="466CC983" w:rsidR="00723015" w:rsidRPr="00664788" w:rsidRDefault="00D64377" w:rsidP="005835A8">
            <w:pPr>
              <w:pStyle w:val="table"/>
            </w:pPr>
            <w:r>
              <w:t>TV buttons and remote</w:t>
            </w:r>
          </w:p>
        </w:tc>
        <w:sdt>
          <w:sdtPr>
            <w:id w:val="-129482130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61C7AE2" w14:textId="77777777" w:rsidR="00723015" w:rsidRPr="00664788" w:rsidRDefault="00723015" w:rsidP="005835A8">
                <w:pPr>
                  <w:pStyle w:val="table"/>
                  <w:jc w:val="center"/>
                </w:pPr>
                <w:r w:rsidRPr="0008747B">
                  <w:rPr>
                    <w:rFonts w:ascii="MS Gothic" w:eastAsia="MS Gothic" w:hAnsi="MS Gothic"/>
                  </w:rPr>
                  <w:t>☐</w:t>
                </w:r>
              </w:p>
            </w:tc>
          </w:sdtContent>
        </w:sdt>
        <w:sdt>
          <w:sdtPr>
            <w:id w:val="-82697925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DA30FEF" w14:textId="77777777" w:rsidR="00723015" w:rsidRPr="00664788" w:rsidRDefault="00723015" w:rsidP="005835A8">
                <w:pPr>
                  <w:pStyle w:val="table"/>
                  <w:jc w:val="center"/>
                </w:pPr>
                <w:r w:rsidRPr="000610E3">
                  <w:rPr>
                    <w:rFonts w:ascii="MS Gothic" w:eastAsia="MS Gothic" w:hAnsi="MS Gothic"/>
                  </w:rPr>
                  <w:t>☐</w:t>
                </w:r>
              </w:p>
            </w:tc>
          </w:sdtContent>
        </w:sdt>
        <w:sdt>
          <w:sdtPr>
            <w:id w:val="158310972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A729E1" w14:textId="77777777" w:rsidR="00723015" w:rsidRPr="00664788" w:rsidRDefault="00723015" w:rsidP="005835A8">
                <w:pPr>
                  <w:pStyle w:val="table"/>
                  <w:jc w:val="center"/>
                </w:pPr>
                <w:r w:rsidRPr="000610E3">
                  <w:rPr>
                    <w:rFonts w:ascii="MS Gothic" w:eastAsia="MS Gothic" w:hAnsi="MS Gothic"/>
                  </w:rPr>
                  <w:t>☐</w:t>
                </w:r>
              </w:p>
            </w:tc>
          </w:sdtContent>
        </w:sdt>
        <w:sdt>
          <w:sdtPr>
            <w:id w:val="-123553630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FE5F7F" w14:textId="77777777" w:rsidR="00723015" w:rsidRPr="00664788" w:rsidRDefault="00723015" w:rsidP="005835A8">
                <w:pPr>
                  <w:pStyle w:val="table"/>
                  <w:jc w:val="center"/>
                </w:pPr>
                <w:r w:rsidRPr="000610E3">
                  <w:rPr>
                    <w:rFonts w:ascii="MS Gothic" w:eastAsia="MS Gothic" w:hAnsi="MS Gothic"/>
                  </w:rPr>
                  <w:t>☐</w:t>
                </w:r>
              </w:p>
            </w:tc>
          </w:sdtContent>
        </w:sdt>
        <w:sdt>
          <w:sdtPr>
            <w:id w:val="72371204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FA28545" w14:textId="77777777" w:rsidR="00723015" w:rsidRPr="00664788" w:rsidRDefault="00723015" w:rsidP="005835A8">
                <w:pPr>
                  <w:pStyle w:val="table"/>
                  <w:jc w:val="center"/>
                </w:pPr>
                <w:r w:rsidRPr="000610E3">
                  <w:rPr>
                    <w:rFonts w:ascii="MS Gothic" w:eastAsia="MS Gothic" w:hAnsi="MS Gothic"/>
                  </w:rPr>
                  <w:t>☐</w:t>
                </w:r>
              </w:p>
            </w:tc>
          </w:sdtContent>
        </w:sdt>
        <w:sdt>
          <w:sdtPr>
            <w:id w:val="-78974261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DF84C0" w14:textId="77777777" w:rsidR="00723015" w:rsidRPr="00664788" w:rsidRDefault="00723015" w:rsidP="005835A8">
                <w:pPr>
                  <w:pStyle w:val="table"/>
                  <w:jc w:val="center"/>
                </w:pPr>
                <w:r w:rsidRPr="000610E3">
                  <w:rPr>
                    <w:rFonts w:ascii="MS Gothic" w:eastAsia="MS Gothic" w:hAnsi="MS Gothic"/>
                  </w:rPr>
                  <w:t>☐</w:t>
                </w:r>
              </w:p>
            </w:tc>
          </w:sdtContent>
        </w:sdt>
        <w:sdt>
          <w:sdtPr>
            <w:id w:val="-111058998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F4AE0A"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2C58BE1"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3F93ECD6" w14:textId="77777777" w:rsidR="00723015" w:rsidRPr="00664788" w:rsidRDefault="00723015" w:rsidP="005835A8">
            <w:pPr>
              <w:spacing w:before="40" w:after="40" w:line="240" w:lineRule="auto"/>
              <w:rPr>
                <w:color w:val="FFFFFF" w:themeColor="background1"/>
              </w:rPr>
            </w:pPr>
          </w:p>
        </w:tc>
      </w:tr>
      <w:tr w:rsidR="00723015" w:rsidRPr="00664788" w14:paraId="761C6C6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A8B873B" w14:textId="075E6BEA" w:rsidR="00723015" w:rsidRPr="00664788" w:rsidRDefault="00D64377" w:rsidP="005835A8">
            <w:pPr>
              <w:pStyle w:val="table"/>
            </w:pPr>
            <w:r>
              <w:t>Whiteboard, markers and brush</w:t>
            </w:r>
          </w:p>
        </w:tc>
        <w:sdt>
          <w:sdtPr>
            <w:id w:val="122534259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5CFBDC6" w14:textId="77777777" w:rsidR="00723015" w:rsidRPr="00664788" w:rsidRDefault="00723015" w:rsidP="005835A8">
                <w:pPr>
                  <w:pStyle w:val="table"/>
                  <w:jc w:val="center"/>
                </w:pPr>
                <w:r w:rsidRPr="0008747B">
                  <w:rPr>
                    <w:rFonts w:ascii="MS Gothic" w:eastAsia="MS Gothic" w:hAnsi="MS Gothic"/>
                  </w:rPr>
                  <w:t>☐</w:t>
                </w:r>
              </w:p>
            </w:tc>
          </w:sdtContent>
        </w:sdt>
        <w:sdt>
          <w:sdtPr>
            <w:id w:val="100910578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DB01883" w14:textId="77777777" w:rsidR="00723015" w:rsidRPr="00664788" w:rsidRDefault="00723015" w:rsidP="005835A8">
                <w:pPr>
                  <w:pStyle w:val="table"/>
                  <w:jc w:val="center"/>
                </w:pPr>
                <w:r w:rsidRPr="000610E3">
                  <w:rPr>
                    <w:rFonts w:ascii="MS Gothic" w:eastAsia="MS Gothic" w:hAnsi="MS Gothic"/>
                  </w:rPr>
                  <w:t>☐</w:t>
                </w:r>
              </w:p>
            </w:tc>
          </w:sdtContent>
        </w:sdt>
        <w:sdt>
          <w:sdtPr>
            <w:id w:val="-197205239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A953A5" w14:textId="77777777" w:rsidR="00723015" w:rsidRPr="00664788" w:rsidRDefault="00723015" w:rsidP="005835A8">
                <w:pPr>
                  <w:pStyle w:val="table"/>
                  <w:jc w:val="center"/>
                </w:pPr>
                <w:r w:rsidRPr="000610E3">
                  <w:rPr>
                    <w:rFonts w:ascii="MS Gothic" w:eastAsia="MS Gothic" w:hAnsi="MS Gothic"/>
                  </w:rPr>
                  <w:t>☐</w:t>
                </w:r>
              </w:p>
            </w:tc>
          </w:sdtContent>
        </w:sdt>
        <w:sdt>
          <w:sdtPr>
            <w:id w:val="144350523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FADD18" w14:textId="77777777" w:rsidR="00723015" w:rsidRPr="00664788" w:rsidRDefault="00723015" w:rsidP="005835A8">
                <w:pPr>
                  <w:pStyle w:val="table"/>
                  <w:jc w:val="center"/>
                </w:pPr>
                <w:r w:rsidRPr="000610E3">
                  <w:rPr>
                    <w:rFonts w:ascii="MS Gothic" w:eastAsia="MS Gothic" w:hAnsi="MS Gothic"/>
                  </w:rPr>
                  <w:t>☐</w:t>
                </w:r>
              </w:p>
            </w:tc>
          </w:sdtContent>
        </w:sdt>
        <w:sdt>
          <w:sdtPr>
            <w:id w:val="-105986313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400E118" w14:textId="77777777" w:rsidR="00723015" w:rsidRPr="00664788" w:rsidRDefault="00723015" w:rsidP="005835A8">
                <w:pPr>
                  <w:pStyle w:val="table"/>
                  <w:jc w:val="center"/>
                </w:pPr>
                <w:r w:rsidRPr="000610E3">
                  <w:rPr>
                    <w:rFonts w:ascii="MS Gothic" w:eastAsia="MS Gothic" w:hAnsi="MS Gothic"/>
                  </w:rPr>
                  <w:t>☐</w:t>
                </w:r>
              </w:p>
            </w:tc>
          </w:sdtContent>
        </w:sdt>
        <w:sdt>
          <w:sdtPr>
            <w:id w:val="97579691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C84DD5" w14:textId="77777777" w:rsidR="00723015" w:rsidRPr="00664788" w:rsidRDefault="00723015" w:rsidP="005835A8">
                <w:pPr>
                  <w:pStyle w:val="table"/>
                  <w:jc w:val="center"/>
                </w:pPr>
                <w:r w:rsidRPr="000610E3">
                  <w:rPr>
                    <w:rFonts w:ascii="MS Gothic" w:eastAsia="MS Gothic" w:hAnsi="MS Gothic"/>
                  </w:rPr>
                  <w:t>☐</w:t>
                </w:r>
              </w:p>
            </w:tc>
          </w:sdtContent>
        </w:sdt>
        <w:sdt>
          <w:sdtPr>
            <w:id w:val="-130515631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F5E9E5F"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BEE92FB"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2A897363" w14:textId="77777777" w:rsidR="00723015" w:rsidRPr="00664788" w:rsidRDefault="00723015" w:rsidP="005835A8">
            <w:pPr>
              <w:spacing w:before="40" w:after="40" w:line="240" w:lineRule="auto"/>
              <w:rPr>
                <w:color w:val="FFFFFF" w:themeColor="background1"/>
              </w:rPr>
            </w:pPr>
          </w:p>
        </w:tc>
      </w:tr>
      <w:tr w:rsidR="00723015" w:rsidRPr="00664788" w14:paraId="4DC64E8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B77007C" w14:textId="6EA57A5F" w:rsidR="00D64377" w:rsidRPr="00664788" w:rsidRDefault="00D64377" w:rsidP="005835A8">
            <w:pPr>
              <w:pStyle w:val="table"/>
            </w:pPr>
            <w:r>
              <w:t>Pens, pencils and other stationary</w:t>
            </w:r>
          </w:p>
        </w:tc>
        <w:sdt>
          <w:sdtPr>
            <w:id w:val="-85411229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F5A6BE3" w14:textId="77777777" w:rsidR="00723015" w:rsidRPr="00664788" w:rsidRDefault="00723015" w:rsidP="005835A8">
                <w:pPr>
                  <w:pStyle w:val="table"/>
                  <w:jc w:val="center"/>
                </w:pPr>
                <w:r w:rsidRPr="0008747B">
                  <w:rPr>
                    <w:rFonts w:ascii="MS Gothic" w:eastAsia="MS Gothic" w:hAnsi="MS Gothic"/>
                  </w:rPr>
                  <w:t>☐</w:t>
                </w:r>
              </w:p>
            </w:tc>
          </w:sdtContent>
        </w:sdt>
        <w:sdt>
          <w:sdtPr>
            <w:id w:val="-187893172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E9D150" w14:textId="77777777" w:rsidR="00723015" w:rsidRPr="00664788" w:rsidRDefault="00723015" w:rsidP="005835A8">
                <w:pPr>
                  <w:pStyle w:val="table"/>
                  <w:jc w:val="center"/>
                </w:pPr>
                <w:r w:rsidRPr="000610E3">
                  <w:rPr>
                    <w:rFonts w:ascii="MS Gothic" w:eastAsia="MS Gothic" w:hAnsi="MS Gothic"/>
                  </w:rPr>
                  <w:t>☐</w:t>
                </w:r>
              </w:p>
            </w:tc>
          </w:sdtContent>
        </w:sdt>
        <w:sdt>
          <w:sdtPr>
            <w:id w:val="-18922168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0FA87A" w14:textId="77777777" w:rsidR="00723015" w:rsidRPr="00664788" w:rsidRDefault="00723015" w:rsidP="005835A8">
                <w:pPr>
                  <w:pStyle w:val="table"/>
                  <w:jc w:val="center"/>
                </w:pPr>
                <w:r w:rsidRPr="000610E3">
                  <w:rPr>
                    <w:rFonts w:ascii="MS Gothic" w:eastAsia="MS Gothic" w:hAnsi="MS Gothic"/>
                  </w:rPr>
                  <w:t>☐</w:t>
                </w:r>
              </w:p>
            </w:tc>
          </w:sdtContent>
        </w:sdt>
        <w:sdt>
          <w:sdtPr>
            <w:id w:val="35038115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BF35EC" w14:textId="77777777" w:rsidR="00723015" w:rsidRPr="00664788" w:rsidRDefault="00723015" w:rsidP="005835A8">
                <w:pPr>
                  <w:pStyle w:val="table"/>
                  <w:jc w:val="center"/>
                </w:pPr>
                <w:r w:rsidRPr="000610E3">
                  <w:rPr>
                    <w:rFonts w:ascii="MS Gothic" w:eastAsia="MS Gothic" w:hAnsi="MS Gothic"/>
                  </w:rPr>
                  <w:t>☐</w:t>
                </w:r>
              </w:p>
            </w:tc>
          </w:sdtContent>
        </w:sdt>
        <w:sdt>
          <w:sdtPr>
            <w:id w:val="9783823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848443" w14:textId="77777777" w:rsidR="00723015" w:rsidRPr="00664788" w:rsidRDefault="00723015" w:rsidP="005835A8">
                <w:pPr>
                  <w:pStyle w:val="table"/>
                  <w:jc w:val="center"/>
                </w:pPr>
                <w:r w:rsidRPr="000610E3">
                  <w:rPr>
                    <w:rFonts w:ascii="MS Gothic" w:eastAsia="MS Gothic" w:hAnsi="MS Gothic"/>
                  </w:rPr>
                  <w:t>☐</w:t>
                </w:r>
              </w:p>
            </w:tc>
          </w:sdtContent>
        </w:sdt>
        <w:sdt>
          <w:sdtPr>
            <w:id w:val="-185201785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D2DCE6" w14:textId="77777777" w:rsidR="00723015" w:rsidRPr="00664788" w:rsidRDefault="00723015" w:rsidP="005835A8">
                <w:pPr>
                  <w:pStyle w:val="table"/>
                  <w:jc w:val="center"/>
                </w:pPr>
                <w:r w:rsidRPr="000610E3">
                  <w:rPr>
                    <w:rFonts w:ascii="MS Gothic" w:eastAsia="MS Gothic" w:hAnsi="MS Gothic"/>
                  </w:rPr>
                  <w:t>☐</w:t>
                </w:r>
              </w:p>
            </w:tc>
          </w:sdtContent>
        </w:sdt>
        <w:sdt>
          <w:sdtPr>
            <w:id w:val="-88965208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A71463C"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6A04E1B"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6EE12145" w14:textId="77777777" w:rsidR="00723015" w:rsidRPr="00664788" w:rsidRDefault="00723015" w:rsidP="005835A8">
            <w:pPr>
              <w:spacing w:before="40" w:after="40" w:line="240" w:lineRule="auto"/>
              <w:rPr>
                <w:color w:val="FFFFFF" w:themeColor="background1"/>
              </w:rPr>
            </w:pPr>
          </w:p>
        </w:tc>
      </w:tr>
      <w:tr w:rsidR="00723015" w:rsidRPr="00664788" w14:paraId="0797090F"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BBE56D9" w14:textId="52EF5FC2" w:rsidR="00723015" w:rsidRPr="00664788" w:rsidRDefault="00D64377" w:rsidP="005835A8">
            <w:pPr>
              <w:pStyle w:val="table"/>
            </w:pPr>
            <w:r>
              <w:t>Light switches</w:t>
            </w:r>
          </w:p>
        </w:tc>
        <w:sdt>
          <w:sdtPr>
            <w:id w:val="-143073905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168E35" w14:textId="77777777" w:rsidR="00723015" w:rsidRPr="00664788" w:rsidRDefault="00723015" w:rsidP="005835A8">
                <w:pPr>
                  <w:pStyle w:val="table"/>
                  <w:jc w:val="center"/>
                </w:pPr>
                <w:r w:rsidRPr="0008747B">
                  <w:rPr>
                    <w:rFonts w:ascii="MS Gothic" w:eastAsia="MS Gothic" w:hAnsi="MS Gothic"/>
                  </w:rPr>
                  <w:t>☐</w:t>
                </w:r>
              </w:p>
            </w:tc>
          </w:sdtContent>
        </w:sdt>
        <w:sdt>
          <w:sdtPr>
            <w:id w:val="1036623242"/>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5A7D1D" w14:textId="77777777" w:rsidR="00723015" w:rsidRPr="00664788" w:rsidRDefault="00723015" w:rsidP="005835A8">
                <w:pPr>
                  <w:pStyle w:val="table"/>
                  <w:jc w:val="center"/>
                </w:pPr>
                <w:r w:rsidRPr="000610E3">
                  <w:rPr>
                    <w:rFonts w:ascii="MS Gothic" w:eastAsia="MS Gothic" w:hAnsi="MS Gothic"/>
                  </w:rPr>
                  <w:t>☐</w:t>
                </w:r>
              </w:p>
            </w:tc>
          </w:sdtContent>
        </w:sdt>
        <w:sdt>
          <w:sdtPr>
            <w:id w:val="57485981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67EB707" w14:textId="77777777" w:rsidR="00723015" w:rsidRPr="00664788" w:rsidRDefault="00723015" w:rsidP="005835A8">
                <w:pPr>
                  <w:pStyle w:val="table"/>
                  <w:jc w:val="center"/>
                </w:pPr>
                <w:r w:rsidRPr="000610E3">
                  <w:rPr>
                    <w:rFonts w:ascii="MS Gothic" w:eastAsia="MS Gothic" w:hAnsi="MS Gothic"/>
                  </w:rPr>
                  <w:t>☐</w:t>
                </w:r>
              </w:p>
            </w:tc>
          </w:sdtContent>
        </w:sdt>
        <w:sdt>
          <w:sdtPr>
            <w:id w:val="-7205000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64033D4" w14:textId="77777777" w:rsidR="00723015" w:rsidRPr="00664788" w:rsidRDefault="00723015" w:rsidP="005835A8">
                <w:pPr>
                  <w:pStyle w:val="table"/>
                  <w:jc w:val="center"/>
                </w:pPr>
                <w:r w:rsidRPr="000610E3">
                  <w:rPr>
                    <w:rFonts w:ascii="MS Gothic" w:eastAsia="MS Gothic" w:hAnsi="MS Gothic"/>
                  </w:rPr>
                  <w:t>☐</w:t>
                </w:r>
              </w:p>
            </w:tc>
          </w:sdtContent>
        </w:sdt>
        <w:sdt>
          <w:sdtPr>
            <w:id w:val="122047386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110CE8" w14:textId="77777777" w:rsidR="00723015" w:rsidRPr="00664788" w:rsidRDefault="00723015" w:rsidP="005835A8">
                <w:pPr>
                  <w:pStyle w:val="table"/>
                  <w:jc w:val="center"/>
                </w:pPr>
                <w:r w:rsidRPr="000610E3">
                  <w:rPr>
                    <w:rFonts w:ascii="MS Gothic" w:eastAsia="MS Gothic" w:hAnsi="MS Gothic"/>
                  </w:rPr>
                  <w:t>☐</w:t>
                </w:r>
              </w:p>
            </w:tc>
          </w:sdtContent>
        </w:sdt>
        <w:sdt>
          <w:sdtPr>
            <w:id w:val="-120887066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28DF4D" w14:textId="77777777" w:rsidR="00723015" w:rsidRPr="00664788" w:rsidRDefault="00723015" w:rsidP="005835A8">
                <w:pPr>
                  <w:pStyle w:val="table"/>
                  <w:jc w:val="center"/>
                </w:pPr>
                <w:r w:rsidRPr="000610E3">
                  <w:rPr>
                    <w:rFonts w:ascii="MS Gothic" w:eastAsia="MS Gothic" w:hAnsi="MS Gothic"/>
                  </w:rPr>
                  <w:t>☐</w:t>
                </w:r>
              </w:p>
            </w:tc>
          </w:sdtContent>
        </w:sdt>
        <w:sdt>
          <w:sdtPr>
            <w:id w:val="129572648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80B373C"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152BD5D"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5E37391D" w14:textId="77777777" w:rsidR="00723015" w:rsidRPr="00664788" w:rsidRDefault="00723015" w:rsidP="005835A8">
            <w:pPr>
              <w:spacing w:before="40" w:after="40" w:line="240" w:lineRule="auto"/>
              <w:rPr>
                <w:color w:val="FFFFFF" w:themeColor="background1"/>
              </w:rPr>
            </w:pPr>
          </w:p>
        </w:tc>
      </w:tr>
      <w:tr w:rsidR="00723015" w:rsidRPr="00664788" w14:paraId="4798086E"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84340EB" w14:textId="77777777" w:rsidR="00723015" w:rsidRPr="00664788" w:rsidRDefault="00723015" w:rsidP="005835A8">
            <w:pPr>
              <w:pStyle w:val="table"/>
            </w:pPr>
          </w:p>
        </w:tc>
        <w:sdt>
          <w:sdtPr>
            <w:id w:val="-146080322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1E4140" w14:textId="77777777" w:rsidR="00723015" w:rsidRPr="00664788" w:rsidRDefault="00723015" w:rsidP="005835A8">
                <w:pPr>
                  <w:pStyle w:val="table"/>
                  <w:jc w:val="center"/>
                </w:pPr>
                <w:r w:rsidRPr="0008747B">
                  <w:rPr>
                    <w:rFonts w:ascii="MS Gothic" w:eastAsia="MS Gothic" w:hAnsi="MS Gothic"/>
                  </w:rPr>
                  <w:t>☐</w:t>
                </w:r>
              </w:p>
            </w:tc>
          </w:sdtContent>
        </w:sdt>
        <w:sdt>
          <w:sdtPr>
            <w:id w:val="53755833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BA11D6" w14:textId="77777777" w:rsidR="00723015" w:rsidRPr="00664788" w:rsidRDefault="00723015" w:rsidP="005835A8">
                <w:pPr>
                  <w:pStyle w:val="table"/>
                  <w:jc w:val="center"/>
                </w:pPr>
                <w:r w:rsidRPr="000610E3">
                  <w:rPr>
                    <w:rFonts w:ascii="MS Gothic" w:eastAsia="MS Gothic" w:hAnsi="MS Gothic"/>
                  </w:rPr>
                  <w:t>☐</w:t>
                </w:r>
              </w:p>
            </w:tc>
          </w:sdtContent>
        </w:sdt>
        <w:sdt>
          <w:sdtPr>
            <w:id w:val="192083132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34B1391" w14:textId="77777777" w:rsidR="00723015" w:rsidRPr="00664788" w:rsidRDefault="00723015" w:rsidP="005835A8">
                <w:pPr>
                  <w:pStyle w:val="table"/>
                  <w:jc w:val="center"/>
                </w:pPr>
                <w:r w:rsidRPr="000610E3">
                  <w:rPr>
                    <w:rFonts w:ascii="MS Gothic" w:eastAsia="MS Gothic" w:hAnsi="MS Gothic"/>
                  </w:rPr>
                  <w:t>☐</w:t>
                </w:r>
              </w:p>
            </w:tc>
          </w:sdtContent>
        </w:sdt>
        <w:sdt>
          <w:sdtPr>
            <w:id w:val="-122667749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3A4676" w14:textId="77777777" w:rsidR="00723015" w:rsidRPr="00664788" w:rsidRDefault="00723015" w:rsidP="005835A8">
                <w:pPr>
                  <w:pStyle w:val="table"/>
                  <w:jc w:val="center"/>
                </w:pPr>
                <w:r w:rsidRPr="000610E3">
                  <w:rPr>
                    <w:rFonts w:ascii="MS Gothic" w:eastAsia="MS Gothic" w:hAnsi="MS Gothic"/>
                  </w:rPr>
                  <w:t>☐</w:t>
                </w:r>
              </w:p>
            </w:tc>
          </w:sdtContent>
        </w:sdt>
        <w:sdt>
          <w:sdtPr>
            <w:id w:val="-121997329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AE2431" w14:textId="77777777" w:rsidR="00723015" w:rsidRPr="00664788" w:rsidRDefault="00723015" w:rsidP="005835A8">
                <w:pPr>
                  <w:pStyle w:val="table"/>
                  <w:jc w:val="center"/>
                </w:pPr>
                <w:r w:rsidRPr="000610E3">
                  <w:rPr>
                    <w:rFonts w:ascii="MS Gothic" w:eastAsia="MS Gothic" w:hAnsi="MS Gothic"/>
                  </w:rPr>
                  <w:t>☐</w:t>
                </w:r>
              </w:p>
            </w:tc>
          </w:sdtContent>
        </w:sdt>
        <w:sdt>
          <w:sdtPr>
            <w:id w:val="-79521249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AF3800" w14:textId="77777777" w:rsidR="00723015" w:rsidRPr="00664788" w:rsidRDefault="00723015" w:rsidP="005835A8">
                <w:pPr>
                  <w:pStyle w:val="table"/>
                  <w:jc w:val="center"/>
                </w:pPr>
                <w:r w:rsidRPr="000610E3">
                  <w:rPr>
                    <w:rFonts w:ascii="MS Gothic" w:eastAsia="MS Gothic" w:hAnsi="MS Gothic"/>
                  </w:rPr>
                  <w:t>☐</w:t>
                </w:r>
              </w:p>
            </w:tc>
          </w:sdtContent>
        </w:sdt>
        <w:sdt>
          <w:sdtPr>
            <w:id w:val="-183652690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4044DCA"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429068A" w14:textId="77777777" w:rsidR="00723015" w:rsidRPr="00664788" w:rsidRDefault="00723015" w:rsidP="005835A8">
            <w:pPr>
              <w:spacing w:line="240" w:lineRule="auto"/>
            </w:pPr>
          </w:p>
        </w:tc>
        <w:tc>
          <w:tcPr>
            <w:tcW w:w="3554" w:type="dxa"/>
            <w:vMerge w:val="restart"/>
            <w:tcBorders>
              <w:top w:val="nil"/>
              <w:left w:val="nil"/>
              <w:bottom w:val="nil"/>
              <w:right w:val="nil"/>
            </w:tcBorders>
            <w:shd w:val="clear" w:color="auto" w:fill="91A8AE" w:themeFill="accent3"/>
            <w:vAlign w:val="center"/>
          </w:tcPr>
          <w:p w14:paraId="44ECB2E6" w14:textId="77777777" w:rsidR="00723015" w:rsidRPr="00664788" w:rsidRDefault="00723015" w:rsidP="005835A8">
            <w:pPr>
              <w:spacing w:before="0" w:after="80" w:line="240" w:lineRule="auto"/>
              <w:rPr>
                <w:color w:val="FFFFFF" w:themeColor="background1"/>
              </w:rPr>
            </w:pPr>
          </w:p>
        </w:tc>
      </w:tr>
      <w:tr w:rsidR="00723015" w:rsidRPr="00664788" w14:paraId="4FD7F485"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E884CDD" w14:textId="77777777" w:rsidR="00723015" w:rsidRPr="00664788" w:rsidRDefault="00723015" w:rsidP="005835A8">
            <w:pPr>
              <w:pStyle w:val="table"/>
            </w:pPr>
          </w:p>
        </w:tc>
        <w:sdt>
          <w:sdtPr>
            <w:id w:val="-176777076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F97927" w14:textId="77777777" w:rsidR="00723015" w:rsidRPr="00664788" w:rsidRDefault="00723015" w:rsidP="005835A8">
                <w:pPr>
                  <w:pStyle w:val="table"/>
                  <w:jc w:val="center"/>
                </w:pPr>
                <w:r w:rsidRPr="0008747B">
                  <w:rPr>
                    <w:rFonts w:ascii="MS Gothic" w:eastAsia="MS Gothic" w:hAnsi="MS Gothic"/>
                  </w:rPr>
                  <w:t>☐</w:t>
                </w:r>
              </w:p>
            </w:tc>
          </w:sdtContent>
        </w:sdt>
        <w:sdt>
          <w:sdtPr>
            <w:id w:val="196669941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6A98FDB" w14:textId="77777777" w:rsidR="00723015" w:rsidRPr="00664788" w:rsidRDefault="00723015" w:rsidP="005835A8">
                <w:pPr>
                  <w:pStyle w:val="table"/>
                  <w:jc w:val="center"/>
                </w:pPr>
                <w:r w:rsidRPr="000610E3">
                  <w:rPr>
                    <w:rFonts w:ascii="MS Gothic" w:eastAsia="MS Gothic" w:hAnsi="MS Gothic"/>
                  </w:rPr>
                  <w:t>☐</w:t>
                </w:r>
              </w:p>
            </w:tc>
          </w:sdtContent>
        </w:sdt>
        <w:sdt>
          <w:sdtPr>
            <w:id w:val="193546545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200915C" w14:textId="77777777" w:rsidR="00723015" w:rsidRPr="00664788" w:rsidRDefault="00723015" w:rsidP="005835A8">
                <w:pPr>
                  <w:pStyle w:val="table"/>
                  <w:jc w:val="center"/>
                </w:pPr>
                <w:r w:rsidRPr="000610E3">
                  <w:rPr>
                    <w:rFonts w:ascii="MS Gothic" w:eastAsia="MS Gothic" w:hAnsi="MS Gothic"/>
                  </w:rPr>
                  <w:t>☐</w:t>
                </w:r>
              </w:p>
            </w:tc>
          </w:sdtContent>
        </w:sdt>
        <w:sdt>
          <w:sdtPr>
            <w:id w:val="122279112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D5573A" w14:textId="77777777" w:rsidR="00723015" w:rsidRPr="00664788" w:rsidRDefault="00723015" w:rsidP="005835A8">
                <w:pPr>
                  <w:pStyle w:val="table"/>
                  <w:jc w:val="center"/>
                </w:pPr>
                <w:r w:rsidRPr="000610E3">
                  <w:rPr>
                    <w:rFonts w:ascii="MS Gothic" w:eastAsia="MS Gothic" w:hAnsi="MS Gothic"/>
                  </w:rPr>
                  <w:t>☐</w:t>
                </w:r>
              </w:p>
            </w:tc>
          </w:sdtContent>
        </w:sdt>
        <w:sdt>
          <w:sdtPr>
            <w:id w:val="-111660397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803FFB" w14:textId="77777777" w:rsidR="00723015" w:rsidRPr="00664788" w:rsidRDefault="00723015" w:rsidP="005835A8">
                <w:pPr>
                  <w:pStyle w:val="table"/>
                  <w:jc w:val="center"/>
                </w:pPr>
                <w:r w:rsidRPr="000610E3">
                  <w:rPr>
                    <w:rFonts w:ascii="MS Gothic" w:eastAsia="MS Gothic" w:hAnsi="MS Gothic"/>
                  </w:rPr>
                  <w:t>☐</w:t>
                </w:r>
              </w:p>
            </w:tc>
          </w:sdtContent>
        </w:sdt>
        <w:sdt>
          <w:sdtPr>
            <w:id w:val="131985013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238064" w14:textId="77777777" w:rsidR="00723015" w:rsidRPr="00664788" w:rsidRDefault="00723015" w:rsidP="005835A8">
                <w:pPr>
                  <w:pStyle w:val="table"/>
                  <w:jc w:val="center"/>
                </w:pPr>
                <w:r w:rsidRPr="000610E3">
                  <w:rPr>
                    <w:rFonts w:ascii="MS Gothic" w:eastAsia="MS Gothic" w:hAnsi="MS Gothic"/>
                  </w:rPr>
                  <w:t>☐</w:t>
                </w:r>
              </w:p>
            </w:tc>
          </w:sdtContent>
        </w:sdt>
        <w:sdt>
          <w:sdtPr>
            <w:id w:val="88483161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10127A3"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45A719C"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1CC51589" w14:textId="77777777" w:rsidR="00723015" w:rsidRPr="00664788" w:rsidRDefault="00723015" w:rsidP="005835A8">
            <w:pPr>
              <w:spacing w:before="40" w:after="40" w:line="240" w:lineRule="auto"/>
            </w:pPr>
          </w:p>
        </w:tc>
      </w:tr>
      <w:tr w:rsidR="00723015" w:rsidRPr="00664788" w14:paraId="4DEB937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ACC84A9" w14:textId="77777777" w:rsidR="00723015" w:rsidRPr="00664788" w:rsidRDefault="00723015" w:rsidP="005835A8">
            <w:pPr>
              <w:pStyle w:val="table"/>
            </w:pPr>
          </w:p>
        </w:tc>
        <w:sdt>
          <w:sdtPr>
            <w:id w:val="-179883247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30A01EB" w14:textId="77777777" w:rsidR="00723015" w:rsidRPr="00664788" w:rsidRDefault="00723015" w:rsidP="005835A8">
                <w:pPr>
                  <w:pStyle w:val="table"/>
                  <w:jc w:val="center"/>
                </w:pPr>
                <w:r w:rsidRPr="0008747B">
                  <w:rPr>
                    <w:rFonts w:ascii="MS Gothic" w:eastAsia="MS Gothic" w:hAnsi="MS Gothic"/>
                  </w:rPr>
                  <w:t>☐</w:t>
                </w:r>
              </w:p>
            </w:tc>
          </w:sdtContent>
        </w:sdt>
        <w:sdt>
          <w:sdtPr>
            <w:id w:val="1211893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F84287" w14:textId="77777777" w:rsidR="00723015" w:rsidRPr="00664788" w:rsidRDefault="00723015" w:rsidP="005835A8">
                <w:pPr>
                  <w:pStyle w:val="table"/>
                  <w:jc w:val="center"/>
                </w:pPr>
                <w:r w:rsidRPr="000610E3">
                  <w:rPr>
                    <w:rFonts w:ascii="MS Gothic" w:eastAsia="MS Gothic" w:hAnsi="MS Gothic"/>
                  </w:rPr>
                  <w:t>☐</w:t>
                </w:r>
              </w:p>
            </w:tc>
          </w:sdtContent>
        </w:sdt>
        <w:sdt>
          <w:sdtPr>
            <w:id w:val="-168358604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C1D0AB1" w14:textId="77777777" w:rsidR="00723015" w:rsidRPr="00664788" w:rsidRDefault="00723015" w:rsidP="005835A8">
                <w:pPr>
                  <w:pStyle w:val="table"/>
                  <w:jc w:val="center"/>
                </w:pPr>
                <w:r w:rsidRPr="000610E3">
                  <w:rPr>
                    <w:rFonts w:ascii="MS Gothic" w:eastAsia="MS Gothic" w:hAnsi="MS Gothic"/>
                  </w:rPr>
                  <w:t>☐</w:t>
                </w:r>
              </w:p>
            </w:tc>
          </w:sdtContent>
        </w:sdt>
        <w:sdt>
          <w:sdtPr>
            <w:id w:val="-12932793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2FE405" w14:textId="77777777" w:rsidR="00723015" w:rsidRPr="00664788" w:rsidRDefault="00723015" w:rsidP="005835A8">
                <w:pPr>
                  <w:pStyle w:val="table"/>
                  <w:jc w:val="center"/>
                </w:pPr>
                <w:r w:rsidRPr="000610E3">
                  <w:rPr>
                    <w:rFonts w:ascii="MS Gothic" w:eastAsia="MS Gothic" w:hAnsi="MS Gothic"/>
                  </w:rPr>
                  <w:t>☐</w:t>
                </w:r>
              </w:p>
            </w:tc>
          </w:sdtContent>
        </w:sdt>
        <w:sdt>
          <w:sdtPr>
            <w:id w:val="-113779986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54B64BD" w14:textId="77777777" w:rsidR="00723015" w:rsidRPr="00664788" w:rsidRDefault="00723015" w:rsidP="005835A8">
                <w:pPr>
                  <w:pStyle w:val="table"/>
                  <w:jc w:val="center"/>
                </w:pPr>
                <w:r w:rsidRPr="000610E3">
                  <w:rPr>
                    <w:rFonts w:ascii="MS Gothic" w:eastAsia="MS Gothic" w:hAnsi="MS Gothic"/>
                  </w:rPr>
                  <w:t>☐</w:t>
                </w:r>
              </w:p>
            </w:tc>
          </w:sdtContent>
        </w:sdt>
        <w:sdt>
          <w:sdtPr>
            <w:id w:val="-70263445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648717" w14:textId="77777777" w:rsidR="00723015" w:rsidRPr="00664788" w:rsidRDefault="00723015" w:rsidP="005835A8">
                <w:pPr>
                  <w:pStyle w:val="table"/>
                  <w:jc w:val="center"/>
                </w:pPr>
                <w:r w:rsidRPr="000610E3">
                  <w:rPr>
                    <w:rFonts w:ascii="MS Gothic" w:eastAsia="MS Gothic" w:hAnsi="MS Gothic"/>
                  </w:rPr>
                  <w:t>☐</w:t>
                </w:r>
              </w:p>
            </w:tc>
          </w:sdtContent>
        </w:sdt>
        <w:sdt>
          <w:sdtPr>
            <w:id w:val="187703972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9F74CB"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75057E7"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40490FAF" w14:textId="77777777" w:rsidR="00723015" w:rsidRPr="00664788" w:rsidRDefault="00723015" w:rsidP="005835A8">
            <w:pPr>
              <w:spacing w:before="40" w:after="40" w:line="240" w:lineRule="auto"/>
            </w:pPr>
          </w:p>
        </w:tc>
      </w:tr>
      <w:tr w:rsidR="00723015" w:rsidRPr="00664788" w14:paraId="5C061B3E"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1848BAD" w14:textId="77777777" w:rsidR="00723015" w:rsidRPr="00664788" w:rsidRDefault="00723015" w:rsidP="005835A8">
            <w:pPr>
              <w:pStyle w:val="table"/>
            </w:pPr>
          </w:p>
        </w:tc>
        <w:sdt>
          <w:sdtPr>
            <w:id w:val="-213431022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4EF5114" w14:textId="77777777" w:rsidR="00723015" w:rsidRPr="00664788" w:rsidRDefault="00723015" w:rsidP="005835A8">
                <w:pPr>
                  <w:pStyle w:val="table"/>
                  <w:jc w:val="center"/>
                </w:pPr>
                <w:r w:rsidRPr="0008747B">
                  <w:rPr>
                    <w:rFonts w:ascii="MS Gothic" w:eastAsia="MS Gothic" w:hAnsi="MS Gothic"/>
                  </w:rPr>
                  <w:t>☐</w:t>
                </w:r>
              </w:p>
            </w:tc>
          </w:sdtContent>
        </w:sdt>
        <w:sdt>
          <w:sdtPr>
            <w:id w:val="-138702661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062EF3" w14:textId="77777777" w:rsidR="00723015" w:rsidRPr="00664788" w:rsidRDefault="00723015" w:rsidP="005835A8">
                <w:pPr>
                  <w:pStyle w:val="table"/>
                  <w:jc w:val="center"/>
                </w:pPr>
                <w:r w:rsidRPr="000610E3">
                  <w:rPr>
                    <w:rFonts w:ascii="MS Gothic" w:eastAsia="MS Gothic" w:hAnsi="MS Gothic"/>
                  </w:rPr>
                  <w:t>☐</w:t>
                </w:r>
              </w:p>
            </w:tc>
          </w:sdtContent>
        </w:sdt>
        <w:sdt>
          <w:sdtPr>
            <w:id w:val="-210980704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4441370" w14:textId="77777777" w:rsidR="00723015" w:rsidRPr="00664788" w:rsidRDefault="00723015" w:rsidP="005835A8">
                <w:pPr>
                  <w:pStyle w:val="table"/>
                  <w:jc w:val="center"/>
                </w:pPr>
                <w:r w:rsidRPr="000610E3">
                  <w:rPr>
                    <w:rFonts w:ascii="MS Gothic" w:eastAsia="MS Gothic" w:hAnsi="MS Gothic"/>
                  </w:rPr>
                  <w:t>☐</w:t>
                </w:r>
              </w:p>
            </w:tc>
          </w:sdtContent>
        </w:sdt>
        <w:sdt>
          <w:sdtPr>
            <w:id w:val="162149013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AAB6DB" w14:textId="77777777" w:rsidR="00723015" w:rsidRPr="00664788" w:rsidRDefault="00723015" w:rsidP="005835A8">
                <w:pPr>
                  <w:pStyle w:val="table"/>
                  <w:jc w:val="center"/>
                </w:pPr>
                <w:r w:rsidRPr="000610E3">
                  <w:rPr>
                    <w:rFonts w:ascii="MS Gothic" w:eastAsia="MS Gothic" w:hAnsi="MS Gothic"/>
                  </w:rPr>
                  <w:t>☐</w:t>
                </w:r>
              </w:p>
            </w:tc>
          </w:sdtContent>
        </w:sdt>
        <w:sdt>
          <w:sdtPr>
            <w:id w:val="-99749314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35E37A" w14:textId="77777777" w:rsidR="00723015" w:rsidRPr="00664788" w:rsidRDefault="00723015" w:rsidP="005835A8">
                <w:pPr>
                  <w:pStyle w:val="table"/>
                  <w:jc w:val="center"/>
                </w:pPr>
                <w:r w:rsidRPr="000610E3">
                  <w:rPr>
                    <w:rFonts w:ascii="MS Gothic" w:eastAsia="MS Gothic" w:hAnsi="MS Gothic"/>
                  </w:rPr>
                  <w:t>☐</w:t>
                </w:r>
              </w:p>
            </w:tc>
          </w:sdtContent>
        </w:sdt>
        <w:sdt>
          <w:sdtPr>
            <w:id w:val="179155945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06472CC" w14:textId="77777777" w:rsidR="00723015" w:rsidRPr="00664788" w:rsidRDefault="00723015" w:rsidP="005835A8">
                <w:pPr>
                  <w:pStyle w:val="table"/>
                  <w:jc w:val="center"/>
                </w:pPr>
                <w:r w:rsidRPr="000610E3">
                  <w:rPr>
                    <w:rFonts w:ascii="MS Gothic" w:eastAsia="MS Gothic" w:hAnsi="MS Gothic"/>
                  </w:rPr>
                  <w:t>☐</w:t>
                </w:r>
              </w:p>
            </w:tc>
          </w:sdtContent>
        </w:sdt>
        <w:sdt>
          <w:sdtPr>
            <w:id w:val="31145798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94CDC8"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FA74B0D"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1FF6D996" w14:textId="77777777" w:rsidR="00723015" w:rsidRPr="00664788" w:rsidRDefault="00723015" w:rsidP="005835A8">
            <w:pPr>
              <w:spacing w:before="40" w:after="40" w:line="240" w:lineRule="auto"/>
            </w:pPr>
          </w:p>
        </w:tc>
      </w:tr>
      <w:tr w:rsidR="00723015" w:rsidRPr="00664788" w14:paraId="512DB3E1"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1500BDC" w14:textId="77777777" w:rsidR="00723015" w:rsidRPr="00664788" w:rsidRDefault="00723015" w:rsidP="005835A8">
            <w:pPr>
              <w:pStyle w:val="table"/>
            </w:pPr>
          </w:p>
        </w:tc>
        <w:sdt>
          <w:sdtPr>
            <w:id w:val="-206208048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6E3FE2B" w14:textId="77777777" w:rsidR="00723015" w:rsidRPr="00664788" w:rsidRDefault="00723015" w:rsidP="005835A8">
                <w:pPr>
                  <w:pStyle w:val="table"/>
                  <w:jc w:val="center"/>
                </w:pPr>
                <w:r w:rsidRPr="0008747B">
                  <w:rPr>
                    <w:rFonts w:ascii="MS Gothic" w:eastAsia="MS Gothic" w:hAnsi="MS Gothic"/>
                  </w:rPr>
                  <w:t>☐</w:t>
                </w:r>
              </w:p>
            </w:tc>
          </w:sdtContent>
        </w:sdt>
        <w:sdt>
          <w:sdtPr>
            <w:id w:val="-90806282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9A8C38" w14:textId="77777777" w:rsidR="00723015" w:rsidRPr="00664788" w:rsidRDefault="00723015" w:rsidP="005835A8">
                <w:pPr>
                  <w:pStyle w:val="table"/>
                  <w:jc w:val="center"/>
                </w:pPr>
                <w:r w:rsidRPr="000610E3">
                  <w:rPr>
                    <w:rFonts w:ascii="MS Gothic" w:eastAsia="MS Gothic" w:hAnsi="MS Gothic"/>
                  </w:rPr>
                  <w:t>☐</w:t>
                </w:r>
              </w:p>
            </w:tc>
          </w:sdtContent>
        </w:sdt>
        <w:sdt>
          <w:sdtPr>
            <w:id w:val="37336189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B01F698" w14:textId="77777777" w:rsidR="00723015" w:rsidRPr="00664788" w:rsidRDefault="00723015" w:rsidP="005835A8">
                <w:pPr>
                  <w:pStyle w:val="table"/>
                  <w:jc w:val="center"/>
                </w:pPr>
                <w:r w:rsidRPr="000610E3">
                  <w:rPr>
                    <w:rFonts w:ascii="MS Gothic" w:eastAsia="MS Gothic" w:hAnsi="MS Gothic"/>
                  </w:rPr>
                  <w:t>☐</w:t>
                </w:r>
              </w:p>
            </w:tc>
          </w:sdtContent>
        </w:sdt>
        <w:sdt>
          <w:sdtPr>
            <w:id w:val="61101651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5DEC2E" w14:textId="77777777" w:rsidR="00723015" w:rsidRPr="00664788" w:rsidRDefault="00723015" w:rsidP="005835A8">
                <w:pPr>
                  <w:pStyle w:val="table"/>
                  <w:jc w:val="center"/>
                </w:pPr>
                <w:r w:rsidRPr="000610E3">
                  <w:rPr>
                    <w:rFonts w:ascii="MS Gothic" w:eastAsia="MS Gothic" w:hAnsi="MS Gothic"/>
                  </w:rPr>
                  <w:t>☐</w:t>
                </w:r>
              </w:p>
            </w:tc>
          </w:sdtContent>
        </w:sdt>
        <w:sdt>
          <w:sdtPr>
            <w:id w:val="-125481515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3A54B5" w14:textId="77777777" w:rsidR="00723015" w:rsidRPr="00664788" w:rsidRDefault="00723015" w:rsidP="005835A8">
                <w:pPr>
                  <w:pStyle w:val="table"/>
                  <w:jc w:val="center"/>
                </w:pPr>
                <w:r w:rsidRPr="000610E3">
                  <w:rPr>
                    <w:rFonts w:ascii="MS Gothic" w:eastAsia="MS Gothic" w:hAnsi="MS Gothic"/>
                  </w:rPr>
                  <w:t>☐</w:t>
                </w:r>
              </w:p>
            </w:tc>
          </w:sdtContent>
        </w:sdt>
        <w:sdt>
          <w:sdtPr>
            <w:id w:val="130789268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BD0A633" w14:textId="77777777" w:rsidR="00723015" w:rsidRPr="00664788" w:rsidRDefault="00723015" w:rsidP="005835A8">
                <w:pPr>
                  <w:pStyle w:val="table"/>
                  <w:jc w:val="center"/>
                </w:pPr>
                <w:r w:rsidRPr="000610E3">
                  <w:rPr>
                    <w:rFonts w:ascii="MS Gothic" w:eastAsia="MS Gothic" w:hAnsi="MS Gothic"/>
                  </w:rPr>
                  <w:t>☐</w:t>
                </w:r>
              </w:p>
            </w:tc>
          </w:sdtContent>
        </w:sdt>
        <w:sdt>
          <w:sdtPr>
            <w:id w:val="-69831554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84FBE0" w14:textId="77777777" w:rsidR="00723015" w:rsidRPr="00664788" w:rsidRDefault="00723015" w:rsidP="005835A8">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EBF71E8" w14:textId="77777777" w:rsidR="00723015" w:rsidRPr="00664788" w:rsidRDefault="00723015" w:rsidP="005835A8">
            <w:pPr>
              <w:spacing w:line="240" w:lineRule="auto"/>
            </w:pPr>
          </w:p>
        </w:tc>
        <w:tc>
          <w:tcPr>
            <w:tcW w:w="3554" w:type="dxa"/>
            <w:vMerge/>
            <w:tcBorders>
              <w:top w:val="nil"/>
              <w:left w:val="nil"/>
              <w:bottom w:val="nil"/>
              <w:right w:val="nil"/>
            </w:tcBorders>
            <w:shd w:val="clear" w:color="auto" w:fill="91A8AE" w:themeFill="accent3"/>
            <w:vAlign w:val="center"/>
          </w:tcPr>
          <w:p w14:paraId="3181873B" w14:textId="77777777" w:rsidR="00723015" w:rsidRPr="00664788" w:rsidRDefault="00723015" w:rsidP="005835A8">
            <w:pPr>
              <w:spacing w:before="40" w:after="40" w:line="240" w:lineRule="auto"/>
            </w:pPr>
          </w:p>
        </w:tc>
      </w:tr>
    </w:tbl>
    <w:p w14:paraId="615AA996" w14:textId="77777777" w:rsidR="00723015" w:rsidRPr="00664788" w:rsidRDefault="00723015" w:rsidP="00723015">
      <w:pPr>
        <w:pStyle w:val="small"/>
        <w:rPr>
          <w:sz w:val="2"/>
        </w:rPr>
      </w:pPr>
    </w:p>
    <w:p w14:paraId="1D6C13AA" w14:textId="0FF2548C" w:rsidR="00723015" w:rsidRDefault="00723015" w:rsidP="00723015"/>
    <w:p w14:paraId="5EA24BBC" w14:textId="6C3C19F2" w:rsidR="00723015" w:rsidRDefault="00723015" w:rsidP="00723015">
      <w:pPr>
        <w:rPr>
          <w:sz w:val="10"/>
          <w:szCs w:val="12"/>
        </w:rPr>
      </w:pPr>
    </w:p>
    <w:p w14:paraId="58BC4A0E" w14:textId="77777777" w:rsidR="005479DC" w:rsidRPr="005479DC" w:rsidRDefault="005479DC" w:rsidP="00723015">
      <w:pPr>
        <w:rPr>
          <w:sz w:val="8"/>
          <w:szCs w:val="6"/>
        </w:rPr>
      </w:pPr>
    </w:p>
    <w:p w14:paraId="484B7229" w14:textId="4A71DFB7" w:rsidR="00723015" w:rsidRDefault="00723015" w:rsidP="00723015">
      <w:pPr>
        <w:pStyle w:val="Title"/>
      </w:pPr>
      <w:r w:rsidRPr="00664788">
        <mc:AlternateContent>
          <mc:Choice Requires="wpg">
            <w:drawing>
              <wp:anchor distT="0" distB="0" distL="114300" distR="114300" simplePos="0" relativeHeight="251679744" behindDoc="1" locked="1" layoutInCell="1" allowOverlap="1" wp14:anchorId="79D94EA9" wp14:editId="20AB9572">
                <wp:simplePos x="0" y="0"/>
                <wp:positionH relativeFrom="page">
                  <wp:posOffset>-118745</wp:posOffset>
                </wp:positionH>
                <wp:positionV relativeFrom="page">
                  <wp:posOffset>347345</wp:posOffset>
                </wp:positionV>
                <wp:extent cx="10325100" cy="1143000"/>
                <wp:effectExtent l="0" t="33020" r="4445" b="33655"/>
                <wp:wrapNone/>
                <wp:docPr id="38" name="Group 7" descr="Decorative header background with arrow" title="Background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25100" cy="1143000"/>
                          <a:chOff x="-187" y="547"/>
                          <a:chExt cx="16260" cy="1800"/>
                        </a:xfrm>
                      </wpg:grpSpPr>
                      <wps:wsp>
                        <wps:cNvPr id="39" name="Rectangle 2"/>
                        <wps:cNvSpPr>
                          <a:spLocks noChangeArrowheads="1"/>
                        </wps:cNvSpPr>
                        <wps:spPr bwMode="auto">
                          <a:xfrm>
                            <a:off x="-187" y="727"/>
                            <a:ext cx="16260" cy="144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40" name="AutoShape 4"/>
                        <wps:cNvSpPr>
                          <a:spLocks noChangeArrowheads="1"/>
                        </wps:cNvSpPr>
                        <wps:spPr bwMode="auto">
                          <a:xfrm>
                            <a:off x="533" y="547"/>
                            <a:ext cx="5380" cy="1800"/>
                          </a:xfrm>
                          <a:prstGeom prst="chevron">
                            <a:avLst>
                              <a:gd name="adj" fmla="val 35839"/>
                            </a:avLst>
                          </a:prstGeom>
                          <a:solidFill>
                            <a:schemeClr val="accent1">
                              <a:lumMod val="40000"/>
                              <a:lumOff val="60000"/>
                            </a:schemeClr>
                          </a:solidFill>
                          <a:ln w="508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1AA72" id="Group 7" o:spid="_x0000_s1026" alt="Title: Background  - Description: Decorative header background with arrow" style="position:absolute;margin-left:-9.35pt;margin-top:27.35pt;width:813pt;height:90pt;z-index:-251636736;mso-position-horizontal-relative:page;mso-position-vertical-relative:page" coordorigin="-187,547" coordsize="162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">
                <v:rect id="Rectangle 2" o:spid="_x0000_s1027" style="position:absolute;left:-187;top:727;width:162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" fillcolor="#336380 [3215]" stroked="f" strokecolor="#4a7ebb" strokeweight="1.5pt">
                  <v:shadow opacity="22938f" offset="0"/>
                  <v:textbox inset=",7.2pt,,7.2pt"/>
                </v:rect>
                <v:shape id="AutoShape 4" o:spid="_x0000_s1028" type="#_x0000_t55" style="position:absolute;left:533;top:547;width:53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" adj="19010" fillcolor="#b5d6d7 [1300]" strokecolor="white [3212]" strokeweight="4pt">
                  <v:shadow opacity="22938f" offset="0"/>
                  <v:textbox inset=",7.2pt,,7.2pt"/>
                </v:shape>
                <w10:wrap anchorx="page" anchory="page"/>
                <w10:anchorlock/>
              </v:group>
            </w:pict>
          </mc:Fallback>
        </mc:AlternateContent>
      </w:r>
      <w:r w:rsidRPr="00664788">
        <mc:AlternateContent>
          <mc:Choice Requires="wps">
            <w:drawing>
              <wp:anchor distT="0" distB="0" distL="114300" distR="114300" simplePos="0" relativeHeight="251678720" behindDoc="0" locked="1" layoutInCell="1" allowOverlap="1" wp14:anchorId="7190E731" wp14:editId="5F022627">
                <wp:simplePos x="0" y="0"/>
                <wp:positionH relativeFrom="page">
                  <wp:posOffset>3870325</wp:posOffset>
                </wp:positionH>
                <wp:positionV relativeFrom="page">
                  <wp:posOffset>384175</wp:posOffset>
                </wp:positionV>
                <wp:extent cx="5767200" cy="1029600"/>
                <wp:effectExtent l="0" t="0" r="0" b="0"/>
                <wp:wrapNone/>
                <wp:docPr id="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200" cy="10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645AB" w14:textId="77777777" w:rsidR="00437F5F" w:rsidRPr="00AA7322" w:rsidRDefault="00437F5F" w:rsidP="00723015">
                            <w:pPr>
                              <w:pStyle w:val="Titlebartext"/>
                              <w:rPr>
                                <w:i/>
                                <w:iCs/>
                                <w:lang w:val="en-CA"/>
                              </w:rPr>
                            </w:pPr>
                            <w:r w:rsidRPr="00AA7322">
                              <w:rPr>
                                <w:i/>
                                <w:iCs/>
                                <w:lang w:val="en-CA"/>
                              </w:rPr>
                              <w:t>To help prevent the spread of COVID-19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90E731" id="_x0000_s1031" type="#_x0000_t202" style="position:absolute;left:0;text-align:left;margin-left:304.75pt;margin-top:30.25pt;width:454.1pt;height:81.0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" filled="f" stroked="f">
                <v:textbox inset=",7.2pt,,7.2pt">
                  <w:txbxContent>
                    <w:p w14:paraId="252645AB" w14:textId="77777777" w:rsidR="00437F5F" w:rsidRPr="00AA7322" w:rsidRDefault="00437F5F" w:rsidP="00723015">
                      <w:pPr>
                        <w:pStyle w:val="Titlebartext"/>
                        <w:rPr>
                          <w:i/>
                          <w:iCs/>
                          <w:lang w:val="en-CA"/>
                        </w:rPr>
                      </w:pPr>
                      <w:r w:rsidRPr="00AA7322">
                        <w:rPr>
                          <w:i/>
                          <w:iCs/>
                          <w:lang w:val="en-CA"/>
                        </w:rPr>
                        <w:t>To help prevent the spread of COVID-19</w:t>
                      </w:r>
                    </w:p>
                  </w:txbxContent>
                </v:textbox>
                <w10:wrap anchorx="page" anchory="page"/>
                <w10:anchorlock/>
              </v:shape>
            </w:pict>
          </mc:Fallback>
        </mc:AlternateContent>
      </w:r>
      <w:r>
        <w:t>Cleaning &amp; Sanitizing</w:t>
      </w:r>
    </w:p>
    <w:p w14:paraId="0DA04726" w14:textId="77777777" w:rsidR="005479DC" w:rsidRPr="005479DC" w:rsidRDefault="005479DC" w:rsidP="005479DC">
      <w:pPr>
        <w:rPr>
          <w:lang w:eastAsia="en-GB"/>
        </w:rPr>
      </w:pPr>
    </w:p>
    <w:tbl>
      <w:tblPr>
        <w:tblStyle w:val="TableGrid"/>
        <w:tblW w:w="0" w:type="auto"/>
        <w:tblLook w:val="04A0" w:firstRow="1" w:lastRow="0" w:firstColumn="1" w:lastColumn="0" w:noHBand="0" w:noVBand="1"/>
        <w:tblCaption w:val="Table"/>
        <w:tblDescription w:val="Table with checklist for a healthy lifestyle plan for each day of the week"/>
      </w:tblPr>
      <w:tblGrid>
        <w:gridCol w:w="5299"/>
        <w:gridCol w:w="770"/>
        <w:gridCol w:w="749"/>
        <w:gridCol w:w="809"/>
        <w:gridCol w:w="750"/>
        <w:gridCol w:w="735"/>
        <w:gridCol w:w="744"/>
        <w:gridCol w:w="750"/>
        <w:gridCol w:w="235"/>
        <w:gridCol w:w="3554"/>
      </w:tblGrid>
      <w:tr w:rsidR="00723015" w:rsidRPr="00664788" w14:paraId="1253C0B8" w14:textId="77777777" w:rsidTr="005835A8">
        <w:trPr>
          <w:trHeight w:val="360"/>
          <w:tblHeader/>
        </w:trPr>
        <w:tc>
          <w:tcPr>
            <w:tcW w:w="10606" w:type="dxa"/>
            <w:gridSpan w:val="8"/>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52889E" w:themeFill="accent4"/>
          </w:tcPr>
          <w:p w14:paraId="453B5C36" w14:textId="77777777" w:rsidR="00723015" w:rsidRPr="00664788" w:rsidRDefault="00723015" w:rsidP="005835A8">
            <w:pPr>
              <w:pStyle w:val="tableheaddark"/>
            </w:pPr>
            <w:r>
              <w:t>Daily Cleaning Checklist</w:t>
            </w:r>
          </w:p>
        </w:tc>
        <w:tc>
          <w:tcPr>
            <w:tcW w:w="235" w:type="dxa"/>
            <w:tcBorders>
              <w:top w:val="nil"/>
              <w:left w:val="single" w:sz="4" w:space="0" w:color="A0C3D9" w:themeColor="text2" w:themeTint="66"/>
              <w:bottom w:val="nil"/>
              <w:right w:val="nil"/>
            </w:tcBorders>
            <w:vAlign w:val="center"/>
          </w:tcPr>
          <w:p w14:paraId="114D6F4B" w14:textId="77777777" w:rsidR="00723015" w:rsidRPr="00664788" w:rsidRDefault="00723015" w:rsidP="005835A8">
            <w:pPr>
              <w:spacing w:before="40" w:after="40" w:line="240" w:lineRule="auto"/>
              <w:rPr>
                <w:rFonts w:asciiTheme="majorHAnsi" w:hAnsiTheme="majorHAnsi"/>
                <w:sz w:val="28"/>
              </w:rPr>
            </w:pPr>
          </w:p>
        </w:tc>
        <w:tc>
          <w:tcPr>
            <w:tcW w:w="3554" w:type="dxa"/>
            <w:tcBorders>
              <w:top w:val="nil"/>
              <w:left w:val="nil"/>
              <w:bottom w:val="nil"/>
              <w:right w:val="nil"/>
            </w:tcBorders>
            <w:shd w:val="clear" w:color="auto" w:fill="91A8AE" w:themeFill="accent3"/>
            <w:vAlign w:val="center"/>
          </w:tcPr>
          <w:p w14:paraId="62B34465" w14:textId="41FBAD0D" w:rsidR="00723015" w:rsidRPr="00664788" w:rsidRDefault="0058143D" w:rsidP="005835A8">
            <w:pPr>
              <w:pStyle w:val="tableheadwhite"/>
            </w:pPr>
            <w:r>
              <w:t>SHOP</w:t>
            </w:r>
          </w:p>
        </w:tc>
      </w:tr>
      <w:tr w:rsidR="00723015" w:rsidRPr="00664788" w14:paraId="004A7228" w14:textId="77777777" w:rsidTr="005835A8">
        <w:trPr>
          <w:trHeight w:val="36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2150725" w14:textId="77777777" w:rsidR="00723015" w:rsidRPr="00664788" w:rsidRDefault="00723015" w:rsidP="005835A8">
            <w:pPr>
              <w:pStyle w:val="largetext"/>
            </w:pPr>
            <w:r>
              <w:t>Week of: ___________ to ____________</w:t>
            </w:r>
          </w:p>
        </w:tc>
        <w:sdt>
          <w:sdtPr>
            <w:id w:val="-1018228009"/>
            <w:placeholder>
              <w:docPart w:val="758995C1CB854C0BA24E205A6CCBBD83"/>
            </w:placeholder>
            <w:temporary/>
            <w:showingPlcHdr/>
            <w15:appearance w15:val="hidden"/>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BBFE809" w14:textId="77777777" w:rsidR="00723015" w:rsidRPr="00664788" w:rsidRDefault="00723015" w:rsidP="005835A8">
                <w:pPr>
                  <w:pStyle w:val="largetext"/>
                </w:pPr>
                <w:r w:rsidRPr="00664788">
                  <w:t>Mon</w:t>
                </w:r>
              </w:p>
            </w:tc>
          </w:sdtContent>
        </w:sdt>
        <w:sdt>
          <w:sdtPr>
            <w:id w:val="408808206"/>
            <w:placeholder>
              <w:docPart w:val="8CEB0B33A42C4B8188BC79169F2E320F"/>
            </w:placeholder>
            <w:temporary/>
            <w:showingPlcHdr/>
            <w15:appearance w15:val="hidden"/>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C359A0E" w14:textId="77777777" w:rsidR="00723015" w:rsidRPr="00664788" w:rsidRDefault="00723015" w:rsidP="005835A8">
                <w:pPr>
                  <w:pStyle w:val="largetext"/>
                </w:pPr>
                <w:r w:rsidRPr="00664788">
                  <w:t>Tue</w:t>
                </w:r>
              </w:p>
            </w:tc>
          </w:sdtContent>
        </w:sdt>
        <w:sdt>
          <w:sdtPr>
            <w:id w:val="-413860454"/>
            <w:placeholder>
              <w:docPart w:val="453DCE44BD824C23AC751BB974FE7174"/>
            </w:placeholder>
            <w:temporary/>
            <w:showingPlcHdr/>
            <w15:appearance w15:val="hidden"/>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F63DD6E" w14:textId="77777777" w:rsidR="00723015" w:rsidRPr="00664788" w:rsidRDefault="00723015" w:rsidP="005835A8">
                <w:pPr>
                  <w:pStyle w:val="largetext"/>
                </w:pPr>
                <w:r w:rsidRPr="00664788">
                  <w:t>Wed</w:t>
                </w:r>
              </w:p>
            </w:tc>
          </w:sdtContent>
        </w:sdt>
        <w:sdt>
          <w:sdtPr>
            <w:id w:val="2122638983"/>
            <w:placeholder>
              <w:docPart w:val="B74709D77F7943CD9A709BA0BC9F8C8B"/>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532B6B3" w14:textId="77777777" w:rsidR="00723015" w:rsidRPr="00664788" w:rsidRDefault="00723015" w:rsidP="005835A8">
                <w:pPr>
                  <w:pStyle w:val="largetext"/>
                </w:pPr>
                <w:r w:rsidRPr="00664788">
                  <w:t>Thu</w:t>
                </w:r>
              </w:p>
            </w:tc>
          </w:sdtContent>
        </w:sdt>
        <w:sdt>
          <w:sdtPr>
            <w:id w:val="916064148"/>
            <w:placeholder>
              <w:docPart w:val="6632CBEEB9414A49B0A87820C80D2F2E"/>
            </w:placeholder>
            <w:temporary/>
            <w:showingPlcHdr/>
            <w15:appearance w15:val="hidden"/>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597E70A" w14:textId="77777777" w:rsidR="00723015" w:rsidRPr="00664788" w:rsidRDefault="00723015" w:rsidP="005835A8">
                <w:pPr>
                  <w:pStyle w:val="largetext"/>
                </w:pPr>
                <w:r w:rsidRPr="00664788">
                  <w:t>Fri</w:t>
                </w:r>
              </w:p>
            </w:tc>
          </w:sdtContent>
        </w:sdt>
        <w:sdt>
          <w:sdtPr>
            <w:id w:val="-221363064"/>
            <w:placeholder>
              <w:docPart w:val="D8FE0CAAB30D47D39EA2FB6DE89B19EC"/>
            </w:placeholder>
            <w:temporary/>
            <w:showingPlcHdr/>
            <w15:appearance w15:val="hidden"/>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F8747B2" w14:textId="77777777" w:rsidR="00723015" w:rsidRPr="00664788" w:rsidRDefault="00723015" w:rsidP="005835A8">
                <w:pPr>
                  <w:pStyle w:val="largetext"/>
                </w:pPr>
                <w:r w:rsidRPr="00664788">
                  <w:t>Sat</w:t>
                </w:r>
              </w:p>
            </w:tc>
          </w:sdtContent>
        </w:sdt>
        <w:sdt>
          <w:sdtPr>
            <w:id w:val="1615242535"/>
            <w:placeholder>
              <w:docPart w:val="061A00A0DB554329ADF2775B7E137524"/>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53D64211" w14:textId="77777777" w:rsidR="00723015" w:rsidRPr="00664788" w:rsidRDefault="00723015" w:rsidP="005835A8">
                <w:pPr>
                  <w:pStyle w:val="largetext"/>
                </w:pPr>
                <w:r w:rsidRPr="00664788">
                  <w:t>Sun</w:t>
                </w:r>
              </w:p>
            </w:tc>
          </w:sdtContent>
        </w:sdt>
        <w:tc>
          <w:tcPr>
            <w:tcW w:w="235" w:type="dxa"/>
            <w:tcBorders>
              <w:top w:val="nil"/>
              <w:left w:val="single" w:sz="4" w:space="0" w:color="A0C3D9" w:themeColor="text2" w:themeTint="66"/>
              <w:bottom w:val="nil"/>
              <w:right w:val="nil"/>
            </w:tcBorders>
            <w:vAlign w:val="center"/>
          </w:tcPr>
          <w:p w14:paraId="5DB16E2D" w14:textId="77777777" w:rsidR="00723015" w:rsidRPr="00664788" w:rsidRDefault="00723015" w:rsidP="005835A8">
            <w:pPr>
              <w:spacing w:before="40" w:after="40" w:line="240" w:lineRule="auto"/>
              <w:rPr>
                <w:rFonts w:asciiTheme="majorHAnsi" w:hAnsiTheme="majorHAnsi"/>
              </w:rPr>
            </w:pPr>
          </w:p>
        </w:tc>
        <w:tc>
          <w:tcPr>
            <w:tcW w:w="3554" w:type="dxa"/>
            <w:vMerge w:val="restart"/>
            <w:tcBorders>
              <w:top w:val="nil"/>
              <w:left w:val="nil"/>
              <w:bottom w:val="nil"/>
              <w:right w:val="nil"/>
            </w:tcBorders>
            <w:shd w:val="clear" w:color="auto" w:fill="91A8AE" w:themeFill="accent3"/>
          </w:tcPr>
          <w:p w14:paraId="7ADC92AE" w14:textId="59B4D614" w:rsidR="00723015" w:rsidRPr="0058143D" w:rsidRDefault="0058143D" w:rsidP="005835A8">
            <w:pPr>
              <w:pStyle w:val="Titlebartext"/>
              <w:rPr>
                <w:sz w:val="20"/>
                <w:szCs w:val="20"/>
                <w:lang w:val="en-CA"/>
              </w:rPr>
            </w:pPr>
            <w:r w:rsidRPr="0058143D">
              <w:rPr>
                <w:sz w:val="20"/>
                <w:szCs w:val="20"/>
                <w:lang w:val="en-CA"/>
              </w:rPr>
              <w:t xml:space="preserve">Mechanics to use their own individual tools as often as possible. Shared tools to be sanitized after each use. All employees who drop off equipment must sanitize the equipment and/or vehicles prior to leaving. A </w:t>
            </w:r>
            <w:r w:rsidR="008D317F" w:rsidRPr="0058143D">
              <w:rPr>
                <w:sz w:val="20"/>
                <w:szCs w:val="20"/>
                <w:lang w:val="en-CA"/>
              </w:rPr>
              <w:t>best practice</w:t>
            </w:r>
            <w:r w:rsidRPr="0058143D">
              <w:rPr>
                <w:sz w:val="20"/>
                <w:szCs w:val="20"/>
                <w:lang w:val="en-CA"/>
              </w:rPr>
              <w:t xml:space="preserve"> for mechanics is to sanitize equipment again prior to repairs and always after repair is complete.</w:t>
            </w:r>
          </w:p>
          <w:p w14:paraId="7AF41159" w14:textId="77777777" w:rsidR="00723015" w:rsidRPr="00664788" w:rsidRDefault="00723015" w:rsidP="005835A8">
            <w:pPr>
              <w:pStyle w:val="numberedtextlight"/>
              <w:numPr>
                <w:ilvl w:val="0"/>
                <w:numId w:val="0"/>
              </w:numPr>
              <w:ind w:left="280" w:hanging="270"/>
            </w:pPr>
          </w:p>
        </w:tc>
      </w:tr>
      <w:tr w:rsidR="0058143D" w:rsidRPr="00664788" w14:paraId="04301EA9"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30A0E85" w14:textId="50C7DAD0" w:rsidR="0058143D" w:rsidRPr="0058143D" w:rsidRDefault="0058143D" w:rsidP="0058143D">
            <w:pPr>
              <w:pStyle w:val="table"/>
              <w:rPr>
                <w:b/>
                <w:bCs/>
              </w:rPr>
            </w:pPr>
            <w:r w:rsidRPr="00851B75">
              <w:rPr>
                <w:b/>
                <w:bCs/>
              </w:rPr>
              <w:t xml:space="preserve">SHARED </w:t>
            </w:r>
            <w:r w:rsidR="00D64377">
              <w:rPr>
                <w:b/>
                <w:bCs/>
              </w:rPr>
              <w:t>AREAS</w:t>
            </w:r>
          </w:p>
        </w:tc>
        <w:sdt>
          <w:sdtPr>
            <w:id w:val="97996433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3DBE1AD" w14:textId="77777777" w:rsidR="0058143D" w:rsidRPr="00664788" w:rsidRDefault="0058143D" w:rsidP="0058143D">
                <w:pPr>
                  <w:pStyle w:val="table"/>
                  <w:jc w:val="center"/>
                </w:pPr>
                <w:r w:rsidRPr="00664788">
                  <w:rPr>
                    <w:rFonts w:ascii="MS Gothic" w:eastAsia="MS Gothic" w:hAnsi="MS Gothic"/>
                  </w:rPr>
                  <w:t>☐</w:t>
                </w:r>
              </w:p>
            </w:tc>
          </w:sdtContent>
        </w:sdt>
        <w:sdt>
          <w:sdtPr>
            <w:id w:val="137511329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56D9E83" w14:textId="77777777" w:rsidR="0058143D" w:rsidRPr="00664788" w:rsidRDefault="0058143D" w:rsidP="0058143D">
                <w:pPr>
                  <w:pStyle w:val="table"/>
                  <w:jc w:val="center"/>
                </w:pPr>
                <w:r w:rsidRPr="000610E3">
                  <w:rPr>
                    <w:rFonts w:ascii="MS Gothic" w:eastAsia="MS Gothic" w:hAnsi="MS Gothic"/>
                  </w:rPr>
                  <w:t>☐</w:t>
                </w:r>
              </w:p>
            </w:tc>
          </w:sdtContent>
        </w:sdt>
        <w:sdt>
          <w:sdtPr>
            <w:id w:val="-8329395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66DA62" w14:textId="77777777" w:rsidR="0058143D" w:rsidRPr="00664788" w:rsidRDefault="0058143D" w:rsidP="0058143D">
                <w:pPr>
                  <w:pStyle w:val="table"/>
                  <w:jc w:val="center"/>
                </w:pPr>
                <w:r w:rsidRPr="000610E3">
                  <w:rPr>
                    <w:rFonts w:ascii="MS Gothic" w:eastAsia="MS Gothic" w:hAnsi="MS Gothic"/>
                  </w:rPr>
                  <w:t>☐</w:t>
                </w:r>
              </w:p>
            </w:tc>
          </w:sdtContent>
        </w:sdt>
        <w:sdt>
          <w:sdtPr>
            <w:id w:val="-206887157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9D4D6CB" w14:textId="77777777" w:rsidR="0058143D" w:rsidRPr="00664788" w:rsidRDefault="0058143D" w:rsidP="0058143D">
                <w:pPr>
                  <w:pStyle w:val="table"/>
                  <w:jc w:val="center"/>
                </w:pPr>
                <w:r w:rsidRPr="000610E3">
                  <w:rPr>
                    <w:rFonts w:ascii="MS Gothic" w:eastAsia="MS Gothic" w:hAnsi="MS Gothic"/>
                  </w:rPr>
                  <w:t>☐</w:t>
                </w:r>
              </w:p>
            </w:tc>
          </w:sdtContent>
        </w:sdt>
        <w:sdt>
          <w:sdtPr>
            <w:id w:val="127050972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40E084" w14:textId="77777777" w:rsidR="0058143D" w:rsidRPr="00664788" w:rsidRDefault="0058143D" w:rsidP="0058143D">
                <w:pPr>
                  <w:pStyle w:val="table"/>
                  <w:jc w:val="center"/>
                </w:pPr>
                <w:r w:rsidRPr="000610E3">
                  <w:rPr>
                    <w:rFonts w:ascii="MS Gothic" w:eastAsia="MS Gothic" w:hAnsi="MS Gothic"/>
                  </w:rPr>
                  <w:t>☐</w:t>
                </w:r>
              </w:p>
            </w:tc>
          </w:sdtContent>
        </w:sdt>
        <w:sdt>
          <w:sdtPr>
            <w:id w:val="-85288568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F21FB1" w14:textId="77777777" w:rsidR="0058143D" w:rsidRPr="00664788" w:rsidRDefault="0058143D" w:rsidP="0058143D">
                <w:pPr>
                  <w:pStyle w:val="table"/>
                  <w:jc w:val="center"/>
                </w:pPr>
                <w:r w:rsidRPr="000610E3">
                  <w:rPr>
                    <w:rFonts w:ascii="MS Gothic" w:eastAsia="MS Gothic" w:hAnsi="MS Gothic"/>
                  </w:rPr>
                  <w:t>☐</w:t>
                </w:r>
              </w:p>
            </w:tc>
          </w:sdtContent>
        </w:sdt>
        <w:sdt>
          <w:sdtPr>
            <w:id w:val="17546537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B686D1"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05EDEA3"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228FDD79" w14:textId="77777777" w:rsidR="0058143D" w:rsidRPr="00664788" w:rsidRDefault="0058143D" w:rsidP="0058143D">
            <w:pPr>
              <w:spacing w:before="40" w:after="40" w:line="240" w:lineRule="auto"/>
              <w:rPr>
                <w:color w:val="FFFFFF" w:themeColor="background1"/>
              </w:rPr>
            </w:pPr>
          </w:p>
        </w:tc>
      </w:tr>
      <w:tr w:rsidR="0058143D" w:rsidRPr="00664788" w14:paraId="0120EE0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514F99C" w14:textId="130047CD" w:rsidR="0058143D" w:rsidRPr="00664788" w:rsidRDefault="0058143D" w:rsidP="0058143D">
            <w:pPr>
              <w:pStyle w:val="table"/>
            </w:pPr>
            <w:r>
              <w:t>Cell phone</w:t>
            </w:r>
          </w:p>
        </w:tc>
        <w:sdt>
          <w:sdtPr>
            <w:id w:val="34938228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B8A2B3" w14:textId="77777777" w:rsidR="0058143D" w:rsidRPr="00664788" w:rsidRDefault="0058143D" w:rsidP="0058143D">
                <w:pPr>
                  <w:pStyle w:val="table"/>
                  <w:jc w:val="center"/>
                </w:pPr>
                <w:r w:rsidRPr="0008747B">
                  <w:rPr>
                    <w:rFonts w:ascii="MS Gothic" w:eastAsia="MS Gothic" w:hAnsi="MS Gothic"/>
                  </w:rPr>
                  <w:t>☐</w:t>
                </w:r>
              </w:p>
            </w:tc>
          </w:sdtContent>
        </w:sdt>
        <w:sdt>
          <w:sdtPr>
            <w:id w:val="-1613899622"/>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6467C60" w14:textId="77777777" w:rsidR="0058143D" w:rsidRPr="00664788" w:rsidRDefault="0058143D" w:rsidP="0058143D">
                <w:pPr>
                  <w:pStyle w:val="table"/>
                  <w:jc w:val="center"/>
                </w:pPr>
                <w:r w:rsidRPr="000610E3">
                  <w:rPr>
                    <w:rFonts w:ascii="MS Gothic" w:eastAsia="MS Gothic" w:hAnsi="MS Gothic"/>
                  </w:rPr>
                  <w:t>☐</w:t>
                </w:r>
              </w:p>
            </w:tc>
          </w:sdtContent>
        </w:sdt>
        <w:sdt>
          <w:sdtPr>
            <w:id w:val="4934608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1E566C" w14:textId="77777777" w:rsidR="0058143D" w:rsidRPr="00664788" w:rsidRDefault="0058143D" w:rsidP="0058143D">
                <w:pPr>
                  <w:pStyle w:val="table"/>
                  <w:jc w:val="center"/>
                </w:pPr>
                <w:r w:rsidRPr="000610E3">
                  <w:rPr>
                    <w:rFonts w:ascii="MS Gothic" w:eastAsia="MS Gothic" w:hAnsi="MS Gothic"/>
                  </w:rPr>
                  <w:t>☐</w:t>
                </w:r>
              </w:p>
            </w:tc>
          </w:sdtContent>
        </w:sdt>
        <w:sdt>
          <w:sdtPr>
            <w:id w:val="-71079655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E66E7C" w14:textId="77777777" w:rsidR="0058143D" w:rsidRPr="00664788" w:rsidRDefault="0058143D" w:rsidP="0058143D">
                <w:pPr>
                  <w:pStyle w:val="table"/>
                  <w:jc w:val="center"/>
                </w:pPr>
                <w:r w:rsidRPr="000610E3">
                  <w:rPr>
                    <w:rFonts w:ascii="MS Gothic" w:eastAsia="MS Gothic" w:hAnsi="MS Gothic"/>
                  </w:rPr>
                  <w:t>☐</w:t>
                </w:r>
              </w:p>
            </w:tc>
          </w:sdtContent>
        </w:sdt>
        <w:sdt>
          <w:sdtPr>
            <w:id w:val="196877701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229718C" w14:textId="77777777" w:rsidR="0058143D" w:rsidRPr="00664788" w:rsidRDefault="0058143D" w:rsidP="0058143D">
                <w:pPr>
                  <w:pStyle w:val="table"/>
                  <w:jc w:val="center"/>
                </w:pPr>
                <w:r w:rsidRPr="000610E3">
                  <w:rPr>
                    <w:rFonts w:ascii="MS Gothic" w:eastAsia="MS Gothic" w:hAnsi="MS Gothic"/>
                  </w:rPr>
                  <w:t>☐</w:t>
                </w:r>
              </w:p>
            </w:tc>
          </w:sdtContent>
        </w:sdt>
        <w:sdt>
          <w:sdtPr>
            <w:id w:val="117260830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F5F447" w14:textId="77777777" w:rsidR="0058143D" w:rsidRPr="00664788" w:rsidRDefault="0058143D" w:rsidP="0058143D">
                <w:pPr>
                  <w:pStyle w:val="table"/>
                  <w:jc w:val="center"/>
                </w:pPr>
                <w:r w:rsidRPr="000610E3">
                  <w:rPr>
                    <w:rFonts w:ascii="MS Gothic" w:eastAsia="MS Gothic" w:hAnsi="MS Gothic"/>
                  </w:rPr>
                  <w:t>☐</w:t>
                </w:r>
              </w:p>
            </w:tc>
          </w:sdtContent>
        </w:sdt>
        <w:sdt>
          <w:sdtPr>
            <w:id w:val="-20849842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A941A0"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0477E74"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21CAEE33" w14:textId="77777777" w:rsidR="0058143D" w:rsidRPr="00664788" w:rsidRDefault="0058143D" w:rsidP="0058143D">
            <w:pPr>
              <w:spacing w:before="40" w:after="40" w:line="240" w:lineRule="auto"/>
              <w:rPr>
                <w:color w:val="FFFFFF" w:themeColor="background1"/>
              </w:rPr>
            </w:pPr>
          </w:p>
        </w:tc>
      </w:tr>
      <w:tr w:rsidR="0058143D" w:rsidRPr="00664788" w14:paraId="2A0F0D47"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75736D0" w14:textId="02EF2BCD" w:rsidR="0058143D" w:rsidRPr="00664788" w:rsidRDefault="0058143D" w:rsidP="0058143D">
            <w:pPr>
              <w:pStyle w:val="table"/>
            </w:pPr>
            <w:r>
              <w:t>All door handles and deadbolts</w:t>
            </w:r>
          </w:p>
        </w:tc>
        <w:sdt>
          <w:sdtPr>
            <w:id w:val="-49025113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7DEA7FA" w14:textId="77777777" w:rsidR="0058143D" w:rsidRPr="00664788" w:rsidRDefault="0058143D" w:rsidP="0058143D">
                <w:pPr>
                  <w:pStyle w:val="table"/>
                  <w:jc w:val="center"/>
                </w:pPr>
                <w:r w:rsidRPr="0008747B">
                  <w:rPr>
                    <w:rFonts w:ascii="MS Gothic" w:eastAsia="MS Gothic" w:hAnsi="MS Gothic"/>
                  </w:rPr>
                  <w:t>☐</w:t>
                </w:r>
              </w:p>
            </w:tc>
          </w:sdtContent>
        </w:sdt>
        <w:sdt>
          <w:sdtPr>
            <w:id w:val="-76939727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3DEDBAA" w14:textId="77777777" w:rsidR="0058143D" w:rsidRPr="00664788" w:rsidRDefault="0058143D" w:rsidP="0058143D">
                <w:pPr>
                  <w:pStyle w:val="table"/>
                  <w:jc w:val="center"/>
                </w:pPr>
                <w:r w:rsidRPr="000610E3">
                  <w:rPr>
                    <w:rFonts w:ascii="MS Gothic" w:eastAsia="MS Gothic" w:hAnsi="MS Gothic"/>
                  </w:rPr>
                  <w:t>☐</w:t>
                </w:r>
              </w:p>
            </w:tc>
          </w:sdtContent>
        </w:sdt>
        <w:sdt>
          <w:sdtPr>
            <w:id w:val="-45286649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9DEB4A" w14:textId="77777777" w:rsidR="0058143D" w:rsidRPr="00664788" w:rsidRDefault="0058143D" w:rsidP="0058143D">
                <w:pPr>
                  <w:pStyle w:val="table"/>
                  <w:jc w:val="center"/>
                </w:pPr>
                <w:r w:rsidRPr="000610E3">
                  <w:rPr>
                    <w:rFonts w:ascii="MS Gothic" w:eastAsia="MS Gothic" w:hAnsi="MS Gothic"/>
                  </w:rPr>
                  <w:t>☐</w:t>
                </w:r>
              </w:p>
            </w:tc>
          </w:sdtContent>
        </w:sdt>
        <w:sdt>
          <w:sdtPr>
            <w:id w:val="181005111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0584A40" w14:textId="77777777" w:rsidR="0058143D" w:rsidRPr="00664788" w:rsidRDefault="0058143D" w:rsidP="0058143D">
                <w:pPr>
                  <w:pStyle w:val="table"/>
                  <w:jc w:val="center"/>
                </w:pPr>
                <w:r w:rsidRPr="000610E3">
                  <w:rPr>
                    <w:rFonts w:ascii="MS Gothic" w:eastAsia="MS Gothic" w:hAnsi="MS Gothic"/>
                  </w:rPr>
                  <w:t>☐</w:t>
                </w:r>
              </w:p>
            </w:tc>
          </w:sdtContent>
        </w:sdt>
        <w:sdt>
          <w:sdtPr>
            <w:id w:val="175994088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6256753" w14:textId="77777777" w:rsidR="0058143D" w:rsidRPr="00664788" w:rsidRDefault="0058143D" w:rsidP="0058143D">
                <w:pPr>
                  <w:pStyle w:val="table"/>
                  <w:jc w:val="center"/>
                </w:pPr>
                <w:r w:rsidRPr="000610E3">
                  <w:rPr>
                    <w:rFonts w:ascii="MS Gothic" w:eastAsia="MS Gothic" w:hAnsi="MS Gothic"/>
                  </w:rPr>
                  <w:t>☐</w:t>
                </w:r>
              </w:p>
            </w:tc>
          </w:sdtContent>
        </w:sdt>
        <w:sdt>
          <w:sdtPr>
            <w:id w:val="-173059976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F9882F" w14:textId="77777777" w:rsidR="0058143D" w:rsidRPr="00664788" w:rsidRDefault="0058143D" w:rsidP="0058143D">
                <w:pPr>
                  <w:pStyle w:val="table"/>
                  <w:jc w:val="center"/>
                </w:pPr>
                <w:r w:rsidRPr="000610E3">
                  <w:rPr>
                    <w:rFonts w:ascii="MS Gothic" w:eastAsia="MS Gothic" w:hAnsi="MS Gothic"/>
                  </w:rPr>
                  <w:t>☐</w:t>
                </w:r>
              </w:p>
            </w:tc>
          </w:sdtContent>
        </w:sdt>
        <w:sdt>
          <w:sdtPr>
            <w:id w:val="-200889731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EA5347"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689D3B1"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408ADB62" w14:textId="77777777" w:rsidR="0058143D" w:rsidRPr="00664788" w:rsidRDefault="0058143D" w:rsidP="0058143D">
            <w:pPr>
              <w:spacing w:before="40" w:after="40" w:line="240" w:lineRule="auto"/>
              <w:rPr>
                <w:color w:val="FFFFFF" w:themeColor="background1"/>
              </w:rPr>
            </w:pPr>
          </w:p>
        </w:tc>
      </w:tr>
      <w:tr w:rsidR="0058143D" w:rsidRPr="00664788" w14:paraId="2EB89AB8"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E7D2BFF" w14:textId="604CEA5D" w:rsidR="0058143D" w:rsidRPr="00664788" w:rsidRDefault="0058143D" w:rsidP="0058143D">
            <w:pPr>
              <w:pStyle w:val="table"/>
            </w:pPr>
            <w:r>
              <w:t>Railings (stairs)</w:t>
            </w:r>
          </w:p>
        </w:tc>
        <w:sdt>
          <w:sdtPr>
            <w:id w:val="8104083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0D88E3" w14:textId="77777777" w:rsidR="0058143D" w:rsidRPr="00664788" w:rsidRDefault="0058143D" w:rsidP="0058143D">
                <w:pPr>
                  <w:pStyle w:val="table"/>
                  <w:jc w:val="center"/>
                </w:pPr>
                <w:r w:rsidRPr="0008747B">
                  <w:rPr>
                    <w:rFonts w:ascii="MS Gothic" w:eastAsia="MS Gothic" w:hAnsi="MS Gothic"/>
                  </w:rPr>
                  <w:t>☐</w:t>
                </w:r>
              </w:p>
            </w:tc>
          </w:sdtContent>
        </w:sdt>
        <w:sdt>
          <w:sdtPr>
            <w:id w:val="-112583787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9494F98" w14:textId="77777777" w:rsidR="0058143D" w:rsidRPr="00664788" w:rsidRDefault="0058143D" w:rsidP="0058143D">
                <w:pPr>
                  <w:pStyle w:val="table"/>
                  <w:jc w:val="center"/>
                </w:pPr>
                <w:r w:rsidRPr="000610E3">
                  <w:rPr>
                    <w:rFonts w:ascii="MS Gothic" w:eastAsia="MS Gothic" w:hAnsi="MS Gothic"/>
                  </w:rPr>
                  <w:t>☐</w:t>
                </w:r>
              </w:p>
            </w:tc>
          </w:sdtContent>
        </w:sdt>
        <w:sdt>
          <w:sdtPr>
            <w:id w:val="-151676187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C7F5FFA" w14:textId="77777777" w:rsidR="0058143D" w:rsidRPr="00664788" w:rsidRDefault="0058143D" w:rsidP="0058143D">
                <w:pPr>
                  <w:pStyle w:val="table"/>
                  <w:jc w:val="center"/>
                </w:pPr>
                <w:r w:rsidRPr="000610E3">
                  <w:rPr>
                    <w:rFonts w:ascii="MS Gothic" w:eastAsia="MS Gothic" w:hAnsi="MS Gothic"/>
                  </w:rPr>
                  <w:t>☐</w:t>
                </w:r>
              </w:p>
            </w:tc>
          </w:sdtContent>
        </w:sdt>
        <w:sdt>
          <w:sdtPr>
            <w:id w:val="-27162558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D91A0B6" w14:textId="77777777" w:rsidR="0058143D" w:rsidRPr="00664788" w:rsidRDefault="0058143D" w:rsidP="0058143D">
                <w:pPr>
                  <w:pStyle w:val="table"/>
                  <w:jc w:val="center"/>
                </w:pPr>
                <w:r w:rsidRPr="000610E3">
                  <w:rPr>
                    <w:rFonts w:ascii="MS Gothic" w:eastAsia="MS Gothic" w:hAnsi="MS Gothic"/>
                  </w:rPr>
                  <w:t>☐</w:t>
                </w:r>
              </w:p>
            </w:tc>
          </w:sdtContent>
        </w:sdt>
        <w:sdt>
          <w:sdtPr>
            <w:id w:val="-149186844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6CF2403" w14:textId="77777777" w:rsidR="0058143D" w:rsidRPr="00664788" w:rsidRDefault="0058143D" w:rsidP="0058143D">
                <w:pPr>
                  <w:pStyle w:val="table"/>
                  <w:jc w:val="center"/>
                </w:pPr>
                <w:r w:rsidRPr="000610E3">
                  <w:rPr>
                    <w:rFonts w:ascii="MS Gothic" w:eastAsia="MS Gothic" w:hAnsi="MS Gothic"/>
                  </w:rPr>
                  <w:t>☐</w:t>
                </w:r>
              </w:p>
            </w:tc>
          </w:sdtContent>
        </w:sdt>
        <w:sdt>
          <w:sdtPr>
            <w:id w:val="27182547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A53BE9" w14:textId="77777777" w:rsidR="0058143D" w:rsidRPr="00664788" w:rsidRDefault="0058143D" w:rsidP="0058143D">
                <w:pPr>
                  <w:pStyle w:val="table"/>
                  <w:jc w:val="center"/>
                </w:pPr>
                <w:r w:rsidRPr="000610E3">
                  <w:rPr>
                    <w:rFonts w:ascii="MS Gothic" w:eastAsia="MS Gothic" w:hAnsi="MS Gothic"/>
                  </w:rPr>
                  <w:t>☐</w:t>
                </w:r>
              </w:p>
            </w:tc>
          </w:sdtContent>
        </w:sdt>
        <w:sdt>
          <w:sdtPr>
            <w:id w:val="-169506985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4F85C06"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6EF07C0"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7B094C14" w14:textId="77777777" w:rsidR="0058143D" w:rsidRPr="00664788" w:rsidRDefault="0058143D" w:rsidP="0058143D">
            <w:pPr>
              <w:spacing w:before="40" w:after="40" w:line="240" w:lineRule="auto"/>
              <w:rPr>
                <w:color w:val="FFFFFF" w:themeColor="background1"/>
              </w:rPr>
            </w:pPr>
          </w:p>
        </w:tc>
      </w:tr>
      <w:tr w:rsidR="0058143D" w:rsidRPr="00664788" w14:paraId="59FA3F66"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B145DA1" w14:textId="6E08AF2D" w:rsidR="0058143D" w:rsidRPr="00664788" w:rsidRDefault="0058143D" w:rsidP="0058143D">
            <w:pPr>
              <w:pStyle w:val="table"/>
            </w:pPr>
            <w:r>
              <w:t>Coffee machine, fridge handles</w:t>
            </w:r>
          </w:p>
        </w:tc>
        <w:sdt>
          <w:sdtPr>
            <w:id w:val="665008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58F30E" w14:textId="77777777" w:rsidR="0058143D" w:rsidRPr="00664788" w:rsidRDefault="0058143D" w:rsidP="0058143D">
                <w:pPr>
                  <w:pStyle w:val="table"/>
                  <w:jc w:val="center"/>
                </w:pPr>
                <w:r w:rsidRPr="0008747B">
                  <w:rPr>
                    <w:rFonts w:ascii="MS Gothic" w:eastAsia="MS Gothic" w:hAnsi="MS Gothic"/>
                  </w:rPr>
                  <w:t>☐</w:t>
                </w:r>
              </w:p>
            </w:tc>
          </w:sdtContent>
        </w:sdt>
        <w:sdt>
          <w:sdtPr>
            <w:id w:val="203036028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A714CCF" w14:textId="77777777" w:rsidR="0058143D" w:rsidRPr="00664788" w:rsidRDefault="0058143D" w:rsidP="0058143D">
                <w:pPr>
                  <w:pStyle w:val="table"/>
                  <w:jc w:val="center"/>
                </w:pPr>
                <w:r>
                  <w:rPr>
                    <w:rFonts w:ascii="MS Gothic" w:eastAsia="MS Gothic" w:hAnsi="MS Gothic" w:hint="eastAsia"/>
                  </w:rPr>
                  <w:t>☐</w:t>
                </w:r>
              </w:p>
            </w:tc>
          </w:sdtContent>
        </w:sdt>
        <w:sdt>
          <w:sdtPr>
            <w:id w:val="-20179478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79C6A2E" w14:textId="77777777" w:rsidR="0058143D" w:rsidRPr="00664788" w:rsidRDefault="0058143D" w:rsidP="0058143D">
                <w:pPr>
                  <w:pStyle w:val="table"/>
                  <w:jc w:val="center"/>
                </w:pPr>
                <w:r w:rsidRPr="000610E3">
                  <w:rPr>
                    <w:rFonts w:ascii="MS Gothic" w:eastAsia="MS Gothic" w:hAnsi="MS Gothic"/>
                  </w:rPr>
                  <w:t>☐</w:t>
                </w:r>
              </w:p>
            </w:tc>
          </w:sdtContent>
        </w:sdt>
        <w:sdt>
          <w:sdtPr>
            <w:id w:val="68463907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6A23D68" w14:textId="77777777" w:rsidR="0058143D" w:rsidRPr="00664788" w:rsidRDefault="0058143D" w:rsidP="0058143D">
                <w:pPr>
                  <w:pStyle w:val="table"/>
                  <w:jc w:val="center"/>
                </w:pPr>
                <w:r w:rsidRPr="000610E3">
                  <w:rPr>
                    <w:rFonts w:ascii="MS Gothic" w:eastAsia="MS Gothic" w:hAnsi="MS Gothic"/>
                  </w:rPr>
                  <w:t>☐</w:t>
                </w:r>
              </w:p>
            </w:tc>
          </w:sdtContent>
        </w:sdt>
        <w:sdt>
          <w:sdtPr>
            <w:id w:val="18826306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91A7854" w14:textId="77777777" w:rsidR="0058143D" w:rsidRPr="00664788" w:rsidRDefault="0058143D" w:rsidP="0058143D">
                <w:pPr>
                  <w:pStyle w:val="table"/>
                  <w:jc w:val="center"/>
                </w:pPr>
                <w:r w:rsidRPr="000610E3">
                  <w:rPr>
                    <w:rFonts w:ascii="MS Gothic" w:eastAsia="MS Gothic" w:hAnsi="MS Gothic"/>
                  </w:rPr>
                  <w:t>☐</w:t>
                </w:r>
              </w:p>
            </w:tc>
          </w:sdtContent>
        </w:sdt>
        <w:sdt>
          <w:sdtPr>
            <w:id w:val="97303230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86F52D" w14:textId="77777777" w:rsidR="0058143D" w:rsidRPr="00664788" w:rsidRDefault="0058143D" w:rsidP="0058143D">
                <w:pPr>
                  <w:pStyle w:val="table"/>
                  <w:jc w:val="center"/>
                </w:pPr>
                <w:r w:rsidRPr="000610E3">
                  <w:rPr>
                    <w:rFonts w:ascii="MS Gothic" w:eastAsia="MS Gothic" w:hAnsi="MS Gothic"/>
                  </w:rPr>
                  <w:t>☐</w:t>
                </w:r>
              </w:p>
            </w:tc>
          </w:sdtContent>
        </w:sdt>
        <w:sdt>
          <w:sdtPr>
            <w:id w:val="53262301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787DD6"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C806750"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7508498B" w14:textId="77777777" w:rsidR="0058143D" w:rsidRPr="00664788" w:rsidRDefault="0058143D" w:rsidP="0058143D">
            <w:pPr>
              <w:spacing w:before="40" w:after="40" w:line="240" w:lineRule="auto"/>
              <w:rPr>
                <w:color w:val="FFFFFF" w:themeColor="background1"/>
              </w:rPr>
            </w:pPr>
          </w:p>
        </w:tc>
      </w:tr>
      <w:tr w:rsidR="0058143D" w:rsidRPr="00664788" w14:paraId="74FDBCFA"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05F0717" w14:textId="3B75BA47" w:rsidR="0058143D" w:rsidRPr="00664788" w:rsidRDefault="0058143D" w:rsidP="0058143D">
            <w:pPr>
              <w:pStyle w:val="table"/>
            </w:pPr>
            <w:r>
              <w:t>Cupboards and drawer handles</w:t>
            </w:r>
          </w:p>
        </w:tc>
        <w:sdt>
          <w:sdtPr>
            <w:id w:val="156876795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89FF1CC" w14:textId="77777777" w:rsidR="0058143D" w:rsidRPr="00664788" w:rsidRDefault="0058143D" w:rsidP="0058143D">
                <w:pPr>
                  <w:pStyle w:val="table"/>
                  <w:jc w:val="center"/>
                </w:pPr>
                <w:r w:rsidRPr="0008747B">
                  <w:rPr>
                    <w:rFonts w:ascii="MS Gothic" w:eastAsia="MS Gothic" w:hAnsi="MS Gothic"/>
                  </w:rPr>
                  <w:t>☐</w:t>
                </w:r>
              </w:p>
            </w:tc>
          </w:sdtContent>
        </w:sdt>
        <w:sdt>
          <w:sdtPr>
            <w:id w:val="-138601225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B0BDD12" w14:textId="77777777" w:rsidR="0058143D" w:rsidRPr="00664788" w:rsidRDefault="0058143D" w:rsidP="0058143D">
                <w:pPr>
                  <w:pStyle w:val="table"/>
                  <w:jc w:val="center"/>
                </w:pPr>
                <w:r w:rsidRPr="000610E3">
                  <w:rPr>
                    <w:rFonts w:ascii="MS Gothic" w:eastAsia="MS Gothic" w:hAnsi="MS Gothic"/>
                  </w:rPr>
                  <w:t>☐</w:t>
                </w:r>
              </w:p>
            </w:tc>
          </w:sdtContent>
        </w:sdt>
        <w:sdt>
          <w:sdtPr>
            <w:id w:val="-90090415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12D0410" w14:textId="77777777" w:rsidR="0058143D" w:rsidRPr="00664788" w:rsidRDefault="0058143D" w:rsidP="0058143D">
                <w:pPr>
                  <w:pStyle w:val="table"/>
                  <w:jc w:val="center"/>
                </w:pPr>
                <w:r w:rsidRPr="000610E3">
                  <w:rPr>
                    <w:rFonts w:ascii="MS Gothic" w:eastAsia="MS Gothic" w:hAnsi="MS Gothic"/>
                  </w:rPr>
                  <w:t>☐</w:t>
                </w:r>
              </w:p>
            </w:tc>
          </w:sdtContent>
        </w:sdt>
        <w:sdt>
          <w:sdtPr>
            <w:id w:val="-173800117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7018B7E" w14:textId="77777777" w:rsidR="0058143D" w:rsidRPr="00664788" w:rsidRDefault="0058143D" w:rsidP="0058143D">
                <w:pPr>
                  <w:pStyle w:val="table"/>
                  <w:jc w:val="center"/>
                </w:pPr>
                <w:r w:rsidRPr="000610E3">
                  <w:rPr>
                    <w:rFonts w:ascii="MS Gothic" w:eastAsia="MS Gothic" w:hAnsi="MS Gothic"/>
                  </w:rPr>
                  <w:t>☐</w:t>
                </w:r>
              </w:p>
            </w:tc>
          </w:sdtContent>
        </w:sdt>
        <w:sdt>
          <w:sdtPr>
            <w:id w:val="-180214179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15124A8" w14:textId="77777777" w:rsidR="0058143D" w:rsidRPr="00664788" w:rsidRDefault="0058143D" w:rsidP="0058143D">
                <w:pPr>
                  <w:pStyle w:val="table"/>
                  <w:jc w:val="center"/>
                </w:pPr>
                <w:r w:rsidRPr="000610E3">
                  <w:rPr>
                    <w:rFonts w:ascii="MS Gothic" w:eastAsia="MS Gothic" w:hAnsi="MS Gothic"/>
                  </w:rPr>
                  <w:t>☐</w:t>
                </w:r>
              </w:p>
            </w:tc>
          </w:sdtContent>
        </w:sdt>
        <w:sdt>
          <w:sdtPr>
            <w:id w:val="-172227381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F8309B" w14:textId="77777777" w:rsidR="0058143D" w:rsidRPr="00664788" w:rsidRDefault="0058143D" w:rsidP="0058143D">
                <w:pPr>
                  <w:pStyle w:val="table"/>
                  <w:jc w:val="center"/>
                </w:pPr>
                <w:r w:rsidRPr="000610E3">
                  <w:rPr>
                    <w:rFonts w:ascii="MS Gothic" w:eastAsia="MS Gothic" w:hAnsi="MS Gothic"/>
                  </w:rPr>
                  <w:t>☐</w:t>
                </w:r>
              </w:p>
            </w:tc>
          </w:sdtContent>
        </w:sdt>
        <w:sdt>
          <w:sdtPr>
            <w:id w:val="-65229286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C6D492E"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79D3D43"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0643E03A" w14:textId="77777777" w:rsidR="0058143D" w:rsidRPr="00664788" w:rsidRDefault="0058143D" w:rsidP="0058143D">
            <w:pPr>
              <w:spacing w:before="40" w:after="40" w:line="240" w:lineRule="auto"/>
              <w:rPr>
                <w:color w:val="FFFFFF" w:themeColor="background1"/>
              </w:rPr>
            </w:pPr>
          </w:p>
        </w:tc>
      </w:tr>
      <w:tr w:rsidR="0058143D" w:rsidRPr="00664788" w14:paraId="533F570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547AD98" w14:textId="507ADA53" w:rsidR="0058143D" w:rsidRPr="00664788" w:rsidRDefault="0058143D" w:rsidP="0058143D">
            <w:pPr>
              <w:pStyle w:val="table"/>
            </w:pPr>
            <w:r>
              <w:t>Printer buttons</w:t>
            </w:r>
          </w:p>
        </w:tc>
        <w:sdt>
          <w:sdtPr>
            <w:id w:val="-10265399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DB73E9" w14:textId="77777777" w:rsidR="0058143D" w:rsidRPr="00664788" w:rsidRDefault="0058143D" w:rsidP="0058143D">
                <w:pPr>
                  <w:pStyle w:val="table"/>
                  <w:jc w:val="center"/>
                </w:pPr>
                <w:r w:rsidRPr="0008747B">
                  <w:rPr>
                    <w:rFonts w:ascii="MS Gothic" w:eastAsia="MS Gothic" w:hAnsi="MS Gothic"/>
                  </w:rPr>
                  <w:t>☐</w:t>
                </w:r>
              </w:p>
            </w:tc>
          </w:sdtContent>
        </w:sdt>
        <w:sdt>
          <w:sdtPr>
            <w:id w:val="131013012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2FAADBA" w14:textId="77777777" w:rsidR="0058143D" w:rsidRPr="00664788" w:rsidRDefault="0058143D" w:rsidP="0058143D">
                <w:pPr>
                  <w:pStyle w:val="table"/>
                  <w:jc w:val="center"/>
                </w:pPr>
                <w:r w:rsidRPr="000610E3">
                  <w:rPr>
                    <w:rFonts w:ascii="MS Gothic" w:eastAsia="MS Gothic" w:hAnsi="MS Gothic"/>
                  </w:rPr>
                  <w:t>☐</w:t>
                </w:r>
              </w:p>
            </w:tc>
          </w:sdtContent>
        </w:sdt>
        <w:sdt>
          <w:sdtPr>
            <w:id w:val="-3142549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E78A9F" w14:textId="77777777" w:rsidR="0058143D" w:rsidRPr="00664788" w:rsidRDefault="0058143D" w:rsidP="0058143D">
                <w:pPr>
                  <w:pStyle w:val="table"/>
                  <w:jc w:val="center"/>
                </w:pPr>
                <w:r w:rsidRPr="000610E3">
                  <w:rPr>
                    <w:rFonts w:ascii="MS Gothic" w:eastAsia="MS Gothic" w:hAnsi="MS Gothic"/>
                  </w:rPr>
                  <w:t>☐</w:t>
                </w:r>
              </w:p>
            </w:tc>
          </w:sdtContent>
        </w:sdt>
        <w:sdt>
          <w:sdtPr>
            <w:id w:val="-95016425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EBDA545" w14:textId="77777777" w:rsidR="0058143D" w:rsidRPr="00664788" w:rsidRDefault="0058143D" w:rsidP="0058143D">
                <w:pPr>
                  <w:pStyle w:val="table"/>
                  <w:jc w:val="center"/>
                </w:pPr>
                <w:r w:rsidRPr="000610E3">
                  <w:rPr>
                    <w:rFonts w:ascii="MS Gothic" w:eastAsia="MS Gothic" w:hAnsi="MS Gothic"/>
                  </w:rPr>
                  <w:t>☐</w:t>
                </w:r>
              </w:p>
            </w:tc>
          </w:sdtContent>
        </w:sdt>
        <w:sdt>
          <w:sdtPr>
            <w:id w:val="-142025122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C7A01AF" w14:textId="77777777" w:rsidR="0058143D" w:rsidRPr="00664788" w:rsidRDefault="0058143D" w:rsidP="0058143D">
                <w:pPr>
                  <w:pStyle w:val="table"/>
                  <w:jc w:val="center"/>
                </w:pPr>
                <w:r w:rsidRPr="000610E3">
                  <w:rPr>
                    <w:rFonts w:ascii="MS Gothic" w:eastAsia="MS Gothic" w:hAnsi="MS Gothic"/>
                  </w:rPr>
                  <w:t>☐</w:t>
                </w:r>
              </w:p>
            </w:tc>
          </w:sdtContent>
        </w:sdt>
        <w:sdt>
          <w:sdtPr>
            <w:id w:val="-85071808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9F8A91" w14:textId="77777777" w:rsidR="0058143D" w:rsidRPr="00664788" w:rsidRDefault="0058143D" w:rsidP="0058143D">
                <w:pPr>
                  <w:pStyle w:val="table"/>
                  <w:jc w:val="center"/>
                </w:pPr>
                <w:r w:rsidRPr="000610E3">
                  <w:rPr>
                    <w:rFonts w:ascii="MS Gothic" w:eastAsia="MS Gothic" w:hAnsi="MS Gothic"/>
                  </w:rPr>
                  <w:t>☐</w:t>
                </w:r>
              </w:p>
            </w:tc>
          </w:sdtContent>
        </w:sdt>
        <w:sdt>
          <w:sdtPr>
            <w:id w:val="-63864666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93970B"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7166DF2"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22849470" w14:textId="77777777" w:rsidR="0058143D" w:rsidRPr="00664788" w:rsidRDefault="0058143D" w:rsidP="0058143D">
            <w:pPr>
              <w:spacing w:before="40" w:after="40" w:line="240" w:lineRule="auto"/>
              <w:rPr>
                <w:color w:val="FFFFFF" w:themeColor="background1"/>
              </w:rPr>
            </w:pPr>
          </w:p>
        </w:tc>
      </w:tr>
      <w:tr w:rsidR="0058143D" w:rsidRPr="00664788" w14:paraId="7BE3D000"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FFA157C" w14:textId="3BE7C4BC" w:rsidR="0058143D" w:rsidRPr="00664788" w:rsidRDefault="0058143D" w:rsidP="0058143D">
            <w:pPr>
              <w:pStyle w:val="table"/>
            </w:pPr>
            <w:r>
              <w:t>Garbage can lids</w:t>
            </w:r>
          </w:p>
        </w:tc>
        <w:sdt>
          <w:sdtPr>
            <w:id w:val="-104667281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171880" w14:textId="77777777" w:rsidR="0058143D" w:rsidRPr="00664788" w:rsidRDefault="0058143D" w:rsidP="0058143D">
                <w:pPr>
                  <w:pStyle w:val="table"/>
                  <w:jc w:val="center"/>
                </w:pPr>
                <w:r w:rsidRPr="0008747B">
                  <w:rPr>
                    <w:rFonts w:ascii="MS Gothic" w:eastAsia="MS Gothic" w:hAnsi="MS Gothic"/>
                  </w:rPr>
                  <w:t>☐</w:t>
                </w:r>
              </w:p>
            </w:tc>
          </w:sdtContent>
        </w:sdt>
        <w:sdt>
          <w:sdtPr>
            <w:id w:val="-145262501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913DA44" w14:textId="77777777" w:rsidR="0058143D" w:rsidRPr="00664788" w:rsidRDefault="0058143D" w:rsidP="0058143D">
                <w:pPr>
                  <w:pStyle w:val="table"/>
                  <w:jc w:val="center"/>
                </w:pPr>
                <w:r w:rsidRPr="000610E3">
                  <w:rPr>
                    <w:rFonts w:ascii="MS Gothic" w:eastAsia="MS Gothic" w:hAnsi="MS Gothic"/>
                  </w:rPr>
                  <w:t>☐</w:t>
                </w:r>
              </w:p>
            </w:tc>
          </w:sdtContent>
        </w:sdt>
        <w:sdt>
          <w:sdtPr>
            <w:id w:val="-43343779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9A92E9A" w14:textId="77777777" w:rsidR="0058143D" w:rsidRPr="00664788" w:rsidRDefault="0058143D" w:rsidP="0058143D">
                <w:pPr>
                  <w:pStyle w:val="table"/>
                  <w:jc w:val="center"/>
                </w:pPr>
                <w:r w:rsidRPr="000610E3">
                  <w:rPr>
                    <w:rFonts w:ascii="MS Gothic" w:eastAsia="MS Gothic" w:hAnsi="MS Gothic"/>
                  </w:rPr>
                  <w:t>☐</w:t>
                </w:r>
              </w:p>
            </w:tc>
          </w:sdtContent>
        </w:sdt>
        <w:sdt>
          <w:sdtPr>
            <w:id w:val="192521976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A6DCA38" w14:textId="77777777" w:rsidR="0058143D" w:rsidRPr="00664788" w:rsidRDefault="0058143D" w:rsidP="0058143D">
                <w:pPr>
                  <w:pStyle w:val="table"/>
                  <w:jc w:val="center"/>
                </w:pPr>
                <w:r w:rsidRPr="000610E3">
                  <w:rPr>
                    <w:rFonts w:ascii="MS Gothic" w:eastAsia="MS Gothic" w:hAnsi="MS Gothic"/>
                  </w:rPr>
                  <w:t>☐</w:t>
                </w:r>
              </w:p>
            </w:tc>
          </w:sdtContent>
        </w:sdt>
        <w:sdt>
          <w:sdtPr>
            <w:id w:val="148658968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F3C55A" w14:textId="77777777" w:rsidR="0058143D" w:rsidRPr="00664788" w:rsidRDefault="0058143D" w:rsidP="0058143D">
                <w:pPr>
                  <w:pStyle w:val="table"/>
                  <w:jc w:val="center"/>
                </w:pPr>
                <w:r w:rsidRPr="000610E3">
                  <w:rPr>
                    <w:rFonts w:ascii="MS Gothic" w:eastAsia="MS Gothic" w:hAnsi="MS Gothic"/>
                  </w:rPr>
                  <w:t>☐</w:t>
                </w:r>
              </w:p>
            </w:tc>
          </w:sdtContent>
        </w:sdt>
        <w:sdt>
          <w:sdtPr>
            <w:id w:val="-61282472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E6BC99" w14:textId="77777777" w:rsidR="0058143D" w:rsidRPr="00664788" w:rsidRDefault="0058143D" w:rsidP="0058143D">
                <w:pPr>
                  <w:pStyle w:val="table"/>
                  <w:jc w:val="center"/>
                </w:pPr>
                <w:r w:rsidRPr="000610E3">
                  <w:rPr>
                    <w:rFonts w:ascii="MS Gothic" w:eastAsia="MS Gothic" w:hAnsi="MS Gothic"/>
                  </w:rPr>
                  <w:t>☐</w:t>
                </w:r>
              </w:p>
            </w:tc>
          </w:sdtContent>
        </w:sdt>
        <w:sdt>
          <w:sdtPr>
            <w:id w:val="-108799517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8DE2E8C"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EAC792B"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59B124F6" w14:textId="77777777" w:rsidR="0058143D" w:rsidRPr="00664788" w:rsidRDefault="0058143D" w:rsidP="0058143D">
            <w:pPr>
              <w:spacing w:before="40" w:after="40" w:line="240" w:lineRule="auto"/>
              <w:rPr>
                <w:color w:val="FFFFFF" w:themeColor="background1"/>
              </w:rPr>
            </w:pPr>
          </w:p>
        </w:tc>
      </w:tr>
      <w:tr w:rsidR="0058143D" w:rsidRPr="00664788" w14:paraId="6818788F"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DAF79A5" w14:textId="6D3A2889" w:rsidR="0058143D" w:rsidRPr="00664788" w:rsidRDefault="0058143D" w:rsidP="0058143D">
            <w:pPr>
              <w:pStyle w:val="table"/>
            </w:pPr>
            <w:r>
              <w:t>Recycle bins</w:t>
            </w:r>
          </w:p>
        </w:tc>
        <w:sdt>
          <w:sdtPr>
            <w:id w:val="84775500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DAB3A3" w14:textId="77777777" w:rsidR="0058143D" w:rsidRPr="00664788" w:rsidRDefault="0058143D" w:rsidP="0058143D">
                <w:pPr>
                  <w:pStyle w:val="table"/>
                  <w:jc w:val="center"/>
                </w:pPr>
                <w:r w:rsidRPr="0008747B">
                  <w:rPr>
                    <w:rFonts w:ascii="MS Gothic" w:eastAsia="MS Gothic" w:hAnsi="MS Gothic"/>
                  </w:rPr>
                  <w:t>☐</w:t>
                </w:r>
              </w:p>
            </w:tc>
          </w:sdtContent>
        </w:sdt>
        <w:sdt>
          <w:sdtPr>
            <w:id w:val="-26029482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2A686F" w14:textId="77777777" w:rsidR="0058143D" w:rsidRPr="00664788" w:rsidRDefault="0058143D" w:rsidP="0058143D">
                <w:pPr>
                  <w:pStyle w:val="table"/>
                  <w:jc w:val="center"/>
                </w:pPr>
                <w:r w:rsidRPr="000610E3">
                  <w:rPr>
                    <w:rFonts w:ascii="MS Gothic" w:eastAsia="MS Gothic" w:hAnsi="MS Gothic"/>
                  </w:rPr>
                  <w:t>☐</w:t>
                </w:r>
              </w:p>
            </w:tc>
          </w:sdtContent>
        </w:sdt>
        <w:sdt>
          <w:sdtPr>
            <w:id w:val="56453936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F5134F" w14:textId="77777777" w:rsidR="0058143D" w:rsidRPr="00664788" w:rsidRDefault="0058143D" w:rsidP="0058143D">
                <w:pPr>
                  <w:pStyle w:val="table"/>
                  <w:jc w:val="center"/>
                </w:pPr>
                <w:r w:rsidRPr="000610E3">
                  <w:rPr>
                    <w:rFonts w:ascii="MS Gothic" w:eastAsia="MS Gothic" w:hAnsi="MS Gothic"/>
                  </w:rPr>
                  <w:t>☐</w:t>
                </w:r>
              </w:p>
            </w:tc>
          </w:sdtContent>
        </w:sdt>
        <w:sdt>
          <w:sdtPr>
            <w:id w:val="143285675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9F2A53F" w14:textId="77777777" w:rsidR="0058143D" w:rsidRPr="00664788" w:rsidRDefault="0058143D" w:rsidP="0058143D">
                <w:pPr>
                  <w:pStyle w:val="table"/>
                  <w:jc w:val="center"/>
                </w:pPr>
                <w:r w:rsidRPr="000610E3">
                  <w:rPr>
                    <w:rFonts w:ascii="MS Gothic" w:eastAsia="MS Gothic" w:hAnsi="MS Gothic"/>
                  </w:rPr>
                  <w:t>☐</w:t>
                </w:r>
              </w:p>
            </w:tc>
          </w:sdtContent>
        </w:sdt>
        <w:sdt>
          <w:sdtPr>
            <w:id w:val="211585745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CBA6323" w14:textId="77777777" w:rsidR="0058143D" w:rsidRPr="00664788" w:rsidRDefault="0058143D" w:rsidP="0058143D">
                <w:pPr>
                  <w:pStyle w:val="table"/>
                  <w:jc w:val="center"/>
                </w:pPr>
                <w:r w:rsidRPr="000610E3">
                  <w:rPr>
                    <w:rFonts w:ascii="MS Gothic" w:eastAsia="MS Gothic" w:hAnsi="MS Gothic"/>
                  </w:rPr>
                  <w:t>☐</w:t>
                </w:r>
              </w:p>
            </w:tc>
          </w:sdtContent>
        </w:sdt>
        <w:sdt>
          <w:sdtPr>
            <w:id w:val="-54021442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57A1C4B" w14:textId="77777777" w:rsidR="0058143D" w:rsidRPr="00664788" w:rsidRDefault="0058143D" w:rsidP="0058143D">
                <w:pPr>
                  <w:pStyle w:val="table"/>
                  <w:jc w:val="center"/>
                </w:pPr>
                <w:r w:rsidRPr="000610E3">
                  <w:rPr>
                    <w:rFonts w:ascii="MS Gothic" w:eastAsia="MS Gothic" w:hAnsi="MS Gothic"/>
                  </w:rPr>
                  <w:t>☐</w:t>
                </w:r>
              </w:p>
            </w:tc>
          </w:sdtContent>
        </w:sdt>
        <w:sdt>
          <w:sdtPr>
            <w:id w:val="67523537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9C3658"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BDDCAA7"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26B425BD" w14:textId="77777777" w:rsidR="0058143D" w:rsidRPr="00664788" w:rsidRDefault="0058143D" w:rsidP="0058143D">
            <w:pPr>
              <w:spacing w:before="40" w:after="40" w:line="240" w:lineRule="auto"/>
              <w:rPr>
                <w:color w:val="FFFFFF" w:themeColor="background1"/>
              </w:rPr>
            </w:pPr>
          </w:p>
        </w:tc>
      </w:tr>
      <w:tr w:rsidR="0058143D" w:rsidRPr="00664788" w14:paraId="013148FB"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DD5E8EF" w14:textId="78C14A9D" w:rsidR="0058143D" w:rsidRPr="00664788" w:rsidRDefault="0058143D" w:rsidP="0058143D">
            <w:pPr>
              <w:pStyle w:val="table"/>
            </w:pPr>
            <w:r>
              <w:t>Filing cabinets</w:t>
            </w:r>
          </w:p>
        </w:tc>
        <w:sdt>
          <w:sdtPr>
            <w:id w:val="-187137038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255CA46" w14:textId="77777777" w:rsidR="0058143D" w:rsidRPr="00664788" w:rsidRDefault="0058143D" w:rsidP="0058143D">
                <w:pPr>
                  <w:pStyle w:val="table"/>
                  <w:jc w:val="center"/>
                </w:pPr>
                <w:r w:rsidRPr="0008747B">
                  <w:rPr>
                    <w:rFonts w:ascii="MS Gothic" w:eastAsia="MS Gothic" w:hAnsi="MS Gothic"/>
                  </w:rPr>
                  <w:t>☐</w:t>
                </w:r>
              </w:p>
            </w:tc>
          </w:sdtContent>
        </w:sdt>
        <w:sdt>
          <w:sdtPr>
            <w:id w:val="-192995316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3DDB24" w14:textId="77777777" w:rsidR="0058143D" w:rsidRPr="00664788" w:rsidRDefault="0058143D" w:rsidP="0058143D">
                <w:pPr>
                  <w:pStyle w:val="table"/>
                  <w:jc w:val="center"/>
                </w:pPr>
                <w:r w:rsidRPr="000610E3">
                  <w:rPr>
                    <w:rFonts w:ascii="MS Gothic" w:eastAsia="MS Gothic" w:hAnsi="MS Gothic"/>
                  </w:rPr>
                  <w:t>☐</w:t>
                </w:r>
              </w:p>
            </w:tc>
          </w:sdtContent>
        </w:sdt>
        <w:sdt>
          <w:sdtPr>
            <w:id w:val="175455474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00CA349" w14:textId="77777777" w:rsidR="0058143D" w:rsidRPr="00664788" w:rsidRDefault="0058143D" w:rsidP="0058143D">
                <w:pPr>
                  <w:pStyle w:val="table"/>
                  <w:jc w:val="center"/>
                </w:pPr>
                <w:r w:rsidRPr="000610E3">
                  <w:rPr>
                    <w:rFonts w:ascii="MS Gothic" w:eastAsia="MS Gothic" w:hAnsi="MS Gothic"/>
                  </w:rPr>
                  <w:t>☐</w:t>
                </w:r>
              </w:p>
            </w:tc>
          </w:sdtContent>
        </w:sdt>
        <w:sdt>
          <w:sdtPr>
            <w:id w:val="-37122784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FE0EBA0" w14:textId="77777777" w:rsidR="0058143D" w:rsidRPr="00664788" w:rsidRDefault="0058143D" w:rsidP="0058143D">
                <w:pPr>
                  <w:pStyle w:val="table"/>
                  <w:jc w:val="center"/>
                </w:pPr>
                <w:r w:rsidRPr="000610E3">
                  <w:rPr>
                    <w:rFonts w:ascii="MS Gothic" w:eastAsia="MS Gothic" w:hAnsi="MS Gothic"/>
                  </w:rPr>
                  <w:t>☐</w:t>
                </w:r>
              </w:p>
            </w:tc>
          </w:sdtContent>
        </w:sdt>
        <w:sdt>
          <w:sdtPr>
            <w:id w:val="184057665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2BC5D9A" w14:textId="77777777" w:rsidR="0058143D" w:rsidRPr="00664788" w:rsidRDefault="0058143D" w:rsidP="0058143D">
                <w:pPr>
                  <w:pStyle w:val="table"/>
                  <w:jc w:val="center"/>
                </w:pPr>
                <w:r w:rsidRPr="000610E3">
                  <w:rPr>
                    <w:rFonts w:ascii="MS Gothic" w:eastAsia="MS Gothic" w:hAnsi="MS Gothic"/>
                  </w:rPr>
                  <w:t>☐</w:t>
                </w:r>
              </w:p>
            </w:tc>
          </w:sdtContent>
        </w:sdt>
        <w:sdt>
          <w:sdtPr>
            <w:id w:val="188752236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5F95D1" w14:textId="77777777" w:rsidR="0058143D" w:rsidRPr="00664788" w:rsidRDefault="0058143D" w:rsidP="0058143D">
                <w:pPr>
                  <w:pStyle w:val="table"/>
                  <w:jc w:val="center"/>
                </w:pPr>
                <w:r w:rsidRPr="000610E3">
                  <w:rPr>
                    <w:rFonts w:ascii="MS Gothic" w:eastAsia="MS Gothic" w:hAnsi="MS Gothic"/>
                  </w:rPr>
                  <w:t>☐</w:t>
                </w:r>
              </w:p>
            </w:tc>
          </w:sdtContent>
        </w:sdt>
        <w:sdt>
          <w:sdtPr>
            <w:id w:val="206181883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034799"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5DE75CC"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7259FC4F" w14:textId="77777777" w:rsidR="0058143D" w:rsidRPr="00664788" w:rsidRDefault="0058143D" w:rsidP="0058143D">
            <w:pPr>
              <w:spacing w:before="40" w:after="40" w:line="240" w:lineRule="auto"/>
              <w:rPr>
                <w:color w:val="FFFFFF" w:themeColor="background1"/>
              </w:rPr>
            </w:pPr>
          </w:p>
        </w:tc>
      </w:tr>
      <w:tr w:rsidR="0058143D" w:rsidRPr="00664788" w14:paraId="79721713"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AC97669" w14:textId="1D3D15BD" w:rsidR="0058143D" w:rsidRPr="00664788" w:rsidRDefault="0058143D" w:rsidP="0058143D">
            <w:pPr>
              <w:pStyle w:val="table"/>
            </w:pPr>
            <w:r>
              <w:t>Chair arm rests</w:t>
            </w:r>
          </w:p>
        </w:tc>
        <w:sdt>
          <w:sdtPr>
            <w:id w:val="129386410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DD080F2" w14:textId="77777777" w:rsidR="0058143D" w:rsidRPr="00664788" w:rsidRDefault="0058143D" w:rsidP="0058143D">
                <w:pPr>
                  <w:pStyle w:val="table"/>
                  <w:jc w:val="center"/>
                </w:pPr>
                <w:r w:rsidRPr="0008747B">
                  <w:rPr>
                    <w:rFonts w:ascii="MS Gothic" w:eastAsia="MS Gothic" w:hAnsi="MS Gothic"/>
                  </w:rPr>
                  <w:t>☐</w:t>
                </w:r>
              </w:p>
            </w:tc>
          </w:sdtContent>
        </w:sdt>
        <w:sdt>
          <w:sdtPr>
            <w:id w:val="-200727368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2EFB14F" w14:textId="77777777" w:rsidR="0058143D" w:rsidRPr="00664788" w:rsidRDefault="0058143D" w:rsidP="0058143D">
                <w:pPr>
                  <w:pStyle w:val="table"/>
                  <w:jc w:val="center"/>
                </w:pPr>
                <w:r w:rsidRPr="000610E3">
                  <w:rPr>
                    <w:rFonts w:ascii="MS Gothic" w:eastAsia="MS Gothic" w:hAnsi="MS Gothic"/>
                  </w:rPr>
                  <w:t>☐</w:t>
                </w:r>
              </w:p>
            </w:tc>
          </w:sdtContent>
        </w:sdt>
        <w:sdt>
          <w:sdtPr>
            <w:id w:val="76789704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720509" w14:textId="77777777" w:rsidR="0058143D" w:rsidRPr="00664788" w:rsidRDefault="0058143D" w:rsidP="0058143D">
                <w:pPr>
                  <w:pStyle w:val="table"/>
                  <w:jc w:val="center"/>
                </w:pPr>
                <w:r w:rsidRPr="000610E3">
                  <w:rPr>
                    <w:rFonts w:ascii="MS Gothic" w:eastAsia="MS Gothic" w:hAnsi="MS Gothic"/>
                  </w:rPr>
                  <w:t>☐</w:t>
                </w:r>
              </w:p>
            </w:tc>
          </w:sdtContent>
        </w:sdt>
        <w:sdt>
          <w:sdtPr>
            <w:id w:val="-60759153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137DBE0" w14:textId="77777777" w:rsidR="0058143D" w:rsidRPr="00664788" w:rsidRDefault="0058143D" w:rsidP="0058143D">
                <w:pPr>
                  <w:pStyle w:val="table"/>
                  <w:jc w:val="center"/>
                </w:pPr>
                <w:r w:rsidRPr="000610E3">
                  <w:rPr>
                    <w:rFonts w:ascii="MS Gothic" w:eastAsia="MS Gothic" w:hAnsi="MS Gothic"/>
                  </w:rPr>
                  <w:t>☐</w:t>
                </w:r>
              </w:p>
            </w:tc>
          </w:sdtContent>
        </w:sdt>
        <w:sdt>
          <w:sdtPr>
            <w:id w:val="127983228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FADD4B" w14:textId="77777777" w:rsidR="0058143D" w:rsidRPr="00664788" w:rsidRDefault="0058143D" w:rsidP="0058143D">
                <w:pPr>
                  <w:pStyle w:val="table"/>
                  <w:jc w:val="center"/>
                </w:pPr>
                <w:r w:rsidRPr="000610E3">
                  <w:rPr>
                    <w:rFonts w:ascii="MS Gothic" w:eastAsia="MS Gothic" w:hAnsi="MS Gothic"/>
                  </w:rPr>
                  <w:t>☐</w:t>
                </w:r>
              </w:p>
            </w:tc>
          </w:sdtContent>
        </w:sdt>
        <w:sdt>
          <w:sdtPr>
            <w:id w:val="66552224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085F13" w14:textId="77777777" w:rsidR="0058143D" w:rsidRPr="00664788" w:rsidRDefault="0058143D" w:rsidP="0058143D">
                <w:pPr>
                  <w:pStyle w:val="table"/>
                  <w:jc w:val="center"/>
                </w:pPr>
                <w:r w:rsidRPr="000610E3">
                  <w:rPr>
                    <w:rFonts w:ascii="MS Gothic" w:eastAsia="MS Gothic" w:hAnsi="MS Gothic"/>
                  </w:rPr>
                  <w:t>☐</w:t>
                </w:r>
              </w:p>
            </w:tc>
          </w:sdtContent>
        </w:sdt>
        <w:sdt>
          <w:sdtPr>
            <w:id w:val="-91948984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9342F5F"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20A36B0"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1CE0DC5A" w14:textId="77777777" w:rsidR="0058143D" w:rsidRPr="00664788" w:rsidRDefault="0058143D" w:rsidP="0058143D">
            <w:pPr>
              <w:spacing w:before="40" w:after="40" w:line="240" w:lineRule="auto"/>
              <w:rPr>
                <w:color w:val="FFFFFF" w:themeColor="background1"/>
              </w:rPr>
            </w:pPr>
          </w:p>
        </w:tc>
      </w:tr>
      <w:tr w:rsidR="0058143D" w:rsidRPr="00664788" w14:paraId="1EC2692A"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8EC1E74" w14:textId="38BC4F50" w:rsidR="0058143D" w:rsidRPr="00664788" w:rsidRDefault="0058143D" w:rsidP="0058143D">
            <w:pPr>
              <w:pStyle w:val="table"/>
            </w:pPr>
            <w:r>
              <w:t>Laptop, surface, keyboard, mouse</w:t>
            </w:r>
          </w:p>
        </w:tc>
        <w:sdt>
          <w:sdtPr>
            <w:id w:val="-85604640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590702" w14:textId="77777777" w:rsidR="0058143D" w:rsidRPr="00664788" w:rsidRDefault="0058143D" w:rsidP="0058143D">
                <w:pPr>
                  <w:pStyle w:val="table"/>
                  <w:jc w:val="center"/>
                </w:pPr>
                <w:r w:rsidRPr="0008747B">
                  <w:rPr>
                    <w:rFonts w:ascii="MS Gothic" w:eastAsia="MS Gothic" w:hAnsi="MS Gothic"/>
                  </w:rPr>
                  <w:t>☐</w:t>
                </w:r>
              </w:p>
            </w:tc>
          </w:sdtContent>
        </w:sdt>
        <w:sdt>
          <w:sdtPr>
            <w:id w:val="-9139736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6E9A6A" w14:textId="77777777" w:rsidR="0058143D" w:rsidRPr="00664788" w:rsidRDefault="0058143D" w:rsidP="0058143D">
                <w:pPr>
                  <w:pStyle w:val="table"/>
                  <w:jc w:val="center"/>
                </w:pPr>
                <w:r w:rsidRPr="000610E3">
                  <w:rPr>
                    <w:rFonts w:ascii="MS Gothic" w:eastAsia="MS Gothic" w:hAnsi="MS Gothic"/>
                  </w:rPr>
                  <w:t>☐</w:t>
                </w:r>
              </w:p>
            </w:tc>
          </w:sdtContent>
        </w:sdt>
        <w:sdt>
          <w:sdtPr>
            <w:id w:val="155580943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26A150" w14:textId="77777777" w:rsidR="0058143D" w:rsidRPr="00664788" w:rsidRDefault="0058143D" w:rsidP="0058143D">
                <w:pPr>
                  <w:pStyle w:val="table"/>
                  <w:jc w:val="center"/>
                </w:pPr>
                <w:r w:rsidRPr="000610E3">
                  <w:rPr>
                    <w:rFonts w:ascii="MS Gothic" w:eastAsia="MS Gothic" w:hAnsi="MS Gothic"/>
                  </w:rPr>
                  <w:t>☐</w:t>
                </w:r>
              </w:p>
            </w:tc>
          </w:sdtContent>
        </w:sdt>
        <w:sdt>
          <w:sdtPr>
            <w:id w:val="-53890277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6073482" w14:textId="77777777" w:rsidR="0058143D" w:rsidRPr="00664788" w:rsidRDefault="0058143D" w:rsidP="0058143D">
                <w:pPr>
                  <w:pStyle w:val="table"/>
                  <w:jc w:val="center"/>
                </w:pPr>
                <w:r w:rsidRPr="000610E3">
                  <w:rPr>
                    <w:rFonts w:ascii="MS Gothic" w:eastAsia="MS Gothic" w:hAnsi="MS Gothic"/>
                  </w:rPr>
                  <w:t>☐</w:t>
                </w:r>
              </w:p>
            </w:tc>
          </w:sdtContent>
        </w:sdt>
        <w:sdt>
          <w:sdtPr>
            <w:id w:val="-85372326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D762CC7" w14:textId="77777777" w:rsidR="0058143D" w:rsidRPr="00664788" w:rsidRDefault="0058143D" w:rsidP="0058143D">
                <w:pPr>
                  <w:pStyle w:val="table"/>
                  <w:jc w:val="center"/>
                </w:pPr>
                <w:r w:rsidRPr="000610E3">
                  <w:rPr>
                    <w:rFonts w:ascii="MS Gothic" w:eastAsia="MS Gothic" w:hAnsi="MS Gothic"/>
                  </w:rPr>
                  <w:t>☐</w:t>
                </w:r>
              </w:p>
            </w:tc>
          </w:sdtContent>
        </w:sdt>
        <w:sdt>
          <w:sdtPr>
            <w:id w:val="-172930171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A0A80F" w14:textId="77777777" w:rsidR="0058143D" w:rsidRPr="00664788" w:rsidRDefault="0058143D" w:rsidP="0058143D">
                <w:pPr>
                  <w:pStyle w:val="table"/>
                  <w:jc w:val="center"/>
                </w:pPr>
                <w:r w:rsidRPr="000610E3">
                  <w:rPr>
                    <w:rFonts w:ascii="MS Gothic" w:eastAsia="MS Gothic" w:hAnsi="MS Gothic"/>
                  </w:rPr>
                  <w:t>☐</w:t>
                </w:r>
              </w:p>
            </w:tc>
          </w:sdtContent>
        </w:sdt>
        <w:sdt>
          <w:sdtPr>
            <w:id w:val="85346272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35C1227"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E313FAD"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7264C40F" w14:textId="77777777" w:rsidR="0058143D" w:rsidRPr="00664788" w:rsidRDefault="0058143D" w:rsidP="0058143D">
            <w:pPr>
              <w:spacing w:before="40" w:after="40" w:line="240" w:lineRule="auto"/>
              <w:rPr>
                <w:color w:val="FFFFFF" w:themeColor="background1"/>
              </w:rPr>
            </w:pPr>
          </w:p>
        </w:tc>
      </w:tr>
      <w:tr w:rsidR="0058143D" w:rsidRPr="00664788" w14:paraId="0B16601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3493186" w14:textId="2B3B8170" w:rsidR="0058143D" w:rsidRPr="00664788" w:rsidRDefault="0058143D" w:rsidP="0058143D">
            <w:pPr>
              <w:pStyle w:val="table"/>
            </w:pPr>
            <w:r>
              <w:t>Telephones</w:t>
            </w:r>
          </w:p>
        </w:tc>
        <w:sdt>
          <w:sdtPr>
            <w:id w:val="197278677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FD9D2C" w14:textId="77777777" w:rsidR="0058143D" w:rsidRPr="00664788" w:rsidRDefault="0058143D" w:rsidP="0058143D">
                <w:pPr>
                  <w:pStyle w:val="table"/>
                  <w:jc w:val="center"/>
                </w:pPr>
                <w:r w:rsidRPr="0008747B">
                  <w:rPr>
                    <w:rFonts w:ascii="MS Gothic" w:eastAsia="MS Gothic" w:hAnsi="MS Gothic"/>
                  </w:rPr>
                  <w:t>☐</w:t>
                </w:r>
              </w:p>
            </w:tc>
          </w:sdtContent>
        </w:sdt>
        <w:sdt>
          <w:sdtPr>
            <w:id w:val="-46327051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83835E" w14:textId="77777777" w:rsidR="0058143D" w:rsidRPr="00664788" w:rsidRDefault="0058143D" w:rsidP="0058143D">
                <w:pPr>
                  <w:pStyle w:val="table"/>
                  <w:jc w:val="center"/>
                </w:pPr>
                <w:r w:rsidRPr="000610E3">
                  <w:rPr>
                    <w:rFonts w:ascii="MS Gothic" w:eastAsia="MS Gothic" w:hAnsi="MS Gothic"/>
                  </w:rPr>
                  <w:t>☐</w:t>
                </w:r>
              </w:p>
            </w:tc>
          </w:sdtContent>
        </w:sdt>
        <w:sdt>
          <w:sdtPr>
            <w:id w:val="43193552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D537395" w14:textId="77777777" w:rsidR="0058143D" w:rsidRPr="00664788" w:rsidRDefault="0058143D" w:rsidP="0058143D">
                <w:pPr>
                  <w:pStyle w:val="table"/>
                  <w:jc w:val="center"/>
                </w:pPr>
                <w:r w:rsidRPr="000610E3">
                  <w:rPr>
                    <w:rFonts w:ascii="MS Gothic" w:eastAsia="MS Gothic" w:hAnsi="MS Gothic"/>
                  </w:rPr>
                  <w:t>☐</w:t>
                </w:r>
              </w:p>
            </w:tc>
          </w:sdtContent>
        </w:sdt>
        <w:sdt>
          <w:sdtPr>
            <w:id w:val="28069871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585EB15" w14:textId="77777777" w:rsidR="0058143D" w:rsidRPr="00664788" w:rsidRDefault="0058143D" w:rsidP="0058143D">
                <w:pPr>
                  <w:pStyle w:val="table"/>
                  <w:jc w:val="center"/>
                </w:pPr>
                <w:r w:rsidRPr="000610E3">
                  <w:rPr>
                    <w:rFonts w:ascii="MS Gothic" w:eastAsia="MS Gothic" w:hAnsi="MS Gothic"/>
                  </w:rPr>
                  <w:t>☐</w:t>
                </w:r>
              </w:p>
            </w:tc>
          </w:sdtContent>
        </w:sdt>
        <w:sdt>
          <w:sdtPr>
            <w:id w:val="-88116841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D9830D6" w14:textId="77777777" w:rsidR="0058143D" w:rsidRPr="00664788" w:rsidRDefault="0058143D" w:rsidP="0058143D">
                <w:pPr>
                  <w:pStyle w:val="table"/>
                  <w:jc w:val="center"/>
                </w:pPr>
                <w:r w:rsidRPr="000610E3">
                  <w:rPr>
                    <w:rFonts w:ascii="MS Gothic" w:eastAsia="MS Gothic" w:hAnsi="MS Gothic"/>
                  </w:rPr>
                  <w:t>☐</w:t>
                </w:r>
              </w:p>
            </w:tc>
          </w:sdtContent>
        </w:sdt>
        <w:sdt>
          <w:sdtPr>
            <w:id w:val="16112685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2966206" w14:textId="77777777" w:rsidR="0058143D" w:rsidRPr="00664788" w:rsidRDefault="0058143D" w:rsidP="0058143D">
                <w:pPr>
                  <w:pStyle w:val="table"/>
                  <w:jc w:val="center"/>
                </w:pPr>
                <w:r w:rsidRPr="000610E3">
                  <w:rPr>
                    <w:rFonts w:ascii="MS Gothic" w:eastAsia="MS Gothic" w:hAnsi="MS Gothic"/>
                  </w:rPr>
                  <w:t>☐</w:t>
                </w:r>
              </w:p>
            </w:tc>
          </w:sdtContent>
        </w:sdt>
        <w:sdt>
          <w:sdtPr>
            <w:id w:val="105936511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3B69AE"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8520876"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4E1B5EF3" w14:textId="77777777" w:rsidR="0058143D" w:rsidRPr="00664788" w:rsidRDefault="0058143D" w:rsidP="0058143D">
            <w:pPr>
              <w:spacing w:before="40" w:after="40" w:line="240" w:lineRule="auto"/>
              <w:rPr>
                <w:color w:val="FFFFFF" w:themeColor="background1"/>
              </w:rPr>
            </w:pPr>
          </w:p>
        </w:tc>
      </w:tr>
      <w:tr w:rsidR="0058143D" w:rsidRPr="00664788" w14:paraId="163558F9"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470A3E6" w14:textId="61B4B137" w:rsidR="0058143D" w:rsidRPr="00664788" w:rsidRDefault="0058143D" w:rsidP="0058143D">
            <w:pPr>
              <w:pStyle w:val="table"/>
            </w:pPr>
            <w:r>
              <w:t>Whiteboards</w:t>
            </w:r>
            <w:r w:rsidR="00F44AD6">
              <w:t>, markers, brush</w:t>
            </w:r>
          </w:p>
        </w:tc>
        <w:sdt>
          <w:sdtPr>
            <w:id w:val="-72746285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04C9715" w14:textId="77777777" w:rsidR="0058143D" w:rsidRPr="00664788" w:rsidRDefault="0058143D" w:rsidP="0058143D">
                <w:pPr>
                  <w:pStyle w:val="table"/>
                  <w:jc w:val="center"/>
                </w:pPr>
                <w:r w:rsidRPr="0008747B">
                  <w:rPr>
                    <w:rFonts w:ascii="MS Gothic" w:eastAsia="MS Gothic" w:hAnsi="MS Gothic"/>
                  </w:rPr>
                  <w:t>☐</w:t>
                </w:r>
              </w:p>
            </w:tc>
          </w:sdtContent>
        </w:sdt>
        <w:sdt>
          <w:sdtPr>
            <w:id w:val="84112902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54CC317" w14:textId="77777777" w:rsidR="0058143D" w:rsidRPr="00664788" w:rsidRDefault="0058143D" w:rsidP="0058143D">
                <w:pPr>
                  <w:pStyle w:val="table"/>
                  <w:jc w:val="center"/>
                </w:pPr>
                <w:r w:rsidRPr="000610E3">
                  <w:rPr>
                    <w:rFonts w:ascii="MS Gothic" w:eastAsia="MS Gothic" w:hAnsi="MS Gothic"/>
                  </w:rPr>
                  <w:t>☐</w:t>
                </w:r>
              </w:p>
            </w:tc>
          </w:sdtContent>
        </w:sdt>
        <w:sdt>
          <w:sdtPr>
            <w:id w:val="184258229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E5279D" w14:textId="77777777" w:rsidR="0058143D" w:rsidRPr="00664788" w:rsidRDefault="0058143D" w:rsidP="0058143D">
                <w:pPr>
                  <w:pStyle w:val="table"/>
                  <w:jc w:val="center"/>
                </w:pPr>
                <w:r w:rsidRPr="000610E3">
                  <w:rPr>
                    <w:rFonts w:ascii="MS Gothic" w:eastAsia="MS Gothic" w:hAnsi="MS Gothic"/>
                  </w:rPr>
                  <w:t>☐</w:t>
                </w:r>
              </w:p>
            </w:tc>
          </w:sdtContent>
        </w:sdt>
        <w:sdt>
          <w:sdtPr>
            <w:id w:val="-8939543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2D9F34" w14:textId="77777777" w:rsidR="0058143D" w:rsidRPr="00664788" w:rsidRDefault="0058143D" w:rsidP="0058143D">
                <w:pPr>
                  <w:pStyle w:val="table"/>
                  <w:jc w:val="center"/>
                </w:pPr>
                <w:r w:rsidRPr="000610E3">
                  <w:rPr>
                    <w:rFonts w:ascii="MS Gothic" w:eastAsia="MS Gothic" w:hAnsi="MS Gothic"/>
                  </w:rPr>
                  <w:t>☐</w:t>
                </w:r>
              </w:p>
            </w:tc>
          </w:sdtContent>
        </w:sdt>
        <w:sdt>
          <w:sdtPr>
            <w:id w:val="-43189822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74180AF" w14:textId="77777777" w:rsidR="0058143D" w:rsidRPr="00664788" w:rsidRDefault="0058143D" w:rsidP="0058143D">
                <w:pPr>
                  <w:pStyle w:val="table"/>
                  <w:jc w:val="center"/>
                </w:pPr>
                <w:r w:rsidRPr="000610E3">
                  <w:rPr>
                    <w:rFonts w:ascii="MS Gothic" w:eastAsia="MS Gothic" w:hAnsi="MS Gothic"/>
                  </w:rPr>
                  <w:t>☐</w:t>
                </w:r>
              </w:p>
            </w:tc>
          </w:sdtContent>
        </w:sdt>
        <w:sdt>
          <w:sdtPr>
            <w:id w:val="-172035605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F2778A" w14:textId="77777777" w:rsidR="0058143D" w:rsidRPr="00664788" w:rsidRDefault="0058143D" w:rsidP="0058143D">
                <w:pPr>
                  <w:pStyle w:val="table"/>
                  <w:jc w:val="center"/>
                </w:pPr>
                <w:r w:rsidRPr="000610E3">
                  <w:rPr>
                    <w:rFonts w:ascii="MS Gothic" w:eastAsia="MS Gothic" w:hAnsi="MS Gothic"/>
                  </w:rPr>
                  <w:t>☐</w:t>
                </w:r>
              </w:p>
            </w:tc>
          </w:sdtContent>
        </w:sdt>
        <w:sdt>
          <w:sdtPr>
            <w:id w:val="35516274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E0CB4A"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0E3ADC5"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698E613D" w14:textId="77777777" w:rsidR="0058143D" w:rsidRPr="00664788" w:rsidRDefault="0058143D" w:rsidP="0058143D">
            <w:pPr>
              <w:spacing w:before="40" w:after="40" w:line="240" w:lineRule="auto"/>
              <w:rPr>
                <w:color w:val="FFFFFF" w:themeColor="background1"/>
              </w:rPr>
            </w:pPr>
          </w:p>
        </w:tc>
      </w:tr>
      <w:tr w:rsidR="0058143D" w:rsidRPr="00664788" w14:paraId="7510695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7A30CF2" w14:textId="7C6D1286" w:rsidR="0058143D" w:rsidRPr="00664788" w:rsidRDefault="00F44AD6" w:rsidP="0058143D">
            <w:pPr>
              <w:pStyle w:val="table"/>
            </w:pPr>
            <w:r>
              <w:t>Pens, pencils and other stationary</w:t>
            </w:r>
          </w:p>
        </w:tc>
        <w:sdt>
          <w:sdtPr>
            <w:id w:val="23036495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345423" w14:textId="77777777" w:rsidR="0058143D" w:rsidRPr="00664788" w:rsidRDefault="0058143D" w:rsidP="0058143D">
                <w:pPr>
                  <w:pStyle w:val="table"/>
                  <w:jc w:val="center"/>
                </w:pPr>
                <w:r w:rsidRPr="0008747B">
                  <w:rPr>
                    <w:rFonts w:ascii="MS Gothic" w:eastAsia="MS Gothic" w:hAnsi="MS Gothic"/>
                  </w:rPr>
                  <w:t>☐</w:t>
                </w:r>
              </w:p>
            </w:tc>
          </w:sdtContent>
        </w:sdt>
        <w:sdt>
          <w:sdtPr>
            <w:id w:val="224037532"/>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8CB3B5" w14:textId="77777777" w:rsidR="0058143D" w:rsidRPr="00664788" w:rsidRDefault="0058143D" w:rsidP="0058143D">
                <w:pPr>
                  <w:pStyle w:val="table"/>
                  <w:jc w:val="center"/>
                </w:pPr>
                <w:r w:rsidRPr="000610E3">
                  <w:rPr>
                    <w:rFonts w:ascii="MS Gothic" w:eastAsia="MS Gothic" w:hAnsi="MS Gothic"/>
                  </w:rPr>
                  <w:t>☐</w:t>
                </w:r>
              </w:p>
            </w:tc>
          </w:sdtContent>
        </w:sdt>
        <w:sdt>
          <w:sdtPr>
            <w:id w:val="-29844751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D6FD4B" w14:textId="77777777" w:rsidR="0058143D" w:rsidRPr="00664788" w:rsidRDefault="0058143D" w:rsidP="0058143D">
                <w:pPr>
                  <w:pStyle w:val="table"/>
                  <w:jc w:val="center"/>
                </w:pPr>
                <w:r w:rsidRPr="000610E3">
                  <w:rPr>
                    <w:rFonts w:ascii="MS Gothic" w:eastAsia="MS Gothic" w:hAnsi="MS Gothic"/>
                  </w:rPr>
                  <w:t>☐</w:t>
                </w:r>
              </w:p>
            </w:tc>
          </w:sdtContent>
        </w:sdt>
        <w:sdt>
          <w:sdtPr>
            <w:id w:val="-144214330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C01E95" w14:textId="77777777" w:rsidR="0058143D" w:rsidRPr="00664788" w:rsidRDefault="0058143D" w:rsidP="0058143D">
                <w:pPr>
                  <w:pStyle w:val="table"/>
                  <w:jc w:val="center"/>
                </w:pPr>
                <w:r w:rsidRPr="000610E3">
                  <w:rPr>
                    <w:rFonts w:ascii="MS Gothic" w:eastAsia="MS Gothic" w:hAnsi="MS Gothic"/>
                  </w:rPr>
                  <w:t>☐</w:t>
                </w:r>
              </w:p>
            </w:tc>
          </w:sdtContent>
        </w:sdt>
        <w:sdt>
          <w:sdtPr>
            <w:id w:val="-81548992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620908" w14:textId="77777777" w:rsidR="0058143D" w:rsidRPr="00664788" w:rsidRDefault="0058143D" w:rsidP="0058143D">
                <w:pPr>
                  <w:pStyle w:val="table"/>
                  <w:jc w:val="center"/>
                </w:pPr>
                <w:r w:rsidRPr="000610E3">
                  <w:rPr>
                    <w:rFonts w:ascii="MS Gothic" w:eastAsia="MS Gothic" w:hAnsi="MS Gothic"/>
                  </w:rPr>
                  <w:t>☐</w:t>
                </w:r>
              </w:p>
            </w:tc>
          </w:sdtContent>
        </w:sdt>
        <w:sdt>
          <w:sdtPr>
            <w:id w:val="-194752983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20135A5" w14:textId="77777777" w:rsidR="0058143D" w:rsidRPr="00664788" w:rsidRDefault="0058143D" w:rsidP="0058143D">
                <w:pPr>
                  <w:pStyle w:val="table"/>
                  <w:jc w:val="center"/>
                </w:pPr>
                <w:r w:rsidRPr="000610E3">
                  <w:rPr>
                    <w:rFonts w:ascii="MS Gothic" w:eastAsia="MS Gothic" w:hAnsi="MS Gothic"/>
                  </w:rPr>
                  <w:t>☐</w:t>
                </w:r>
              </w:p>
            </w:tc>
          </w:sdtContent>
        </w:sdt>
        <w:sdt>
          <w:sdtPr>
            <w:id w:val="-212514673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73EE8E"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193A1D6" w14:textId="77777777" w:rsidR="0058143D" w:rsidRPr="00664788" w:rsidRDefault="0058143D" w:rsidP="0058143D">
            <w:pPr>
              <w:spacing w:line="240" w:lineRule="auto"/>
            </w:pPr>
          </w:p>
        </w:tc>
        <w:tc>
          <w:tcPr>
            <w:tcW w:w="3554" w:type="dxa"/>
            <w:vMerge w:val="restart"/>
            <w:tcBorders>
              <w:top w:val="nil"/>
              <w:left w:val="nil"/>
              <w:bottom w:val="nil"/>
              <w:right w:val="nil"/>
            </w:tcBorders>
            <w:shd w:val="clear" w:color="auto" w:fill="91A8AE" w:themeFill="accent3"/>
            <w:vAlign w:val="center"/>
          </w:tcPr>
          <w:p w14:paraId="47B4904B" w14:textId="77777777" w:rsidR="0058143D" w:rsidRPr="00664788" w:rsidRDefault="0058143D" w:rsidP="0058143D">
            <w:pPr>
              <w:spacing w:before="0" w:after="80" w:line="240" w:lineRule="auto"/>
              <w:rPr>
                <w:color w:val="FFFFFF" w:themeColor="background1"/>
              </w:rPr>
            </w:pPr>
          </w:p>
        </w:tc>
      </w:tr>
      <w:tr w:rsidR="0058143D" w:rsidRPr="00664788" w14:paraId="793F2A9E"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1A5C4CA" w14:textId="0BFB636E" w:rsidR="0058143D" w:rsidRPr="00664788" w:rsidRDefault="00F44AD6" w:rsidP="0058143D">
            <w:pPr>
              <w:pStyle w:val="table"/>
            </w:pPr>
            <w:r>
              <w:t>Key lock box</w:t>
            </w:r>
          </w:p>
        </w:tc>
        <w:sdt>
          <w:sdtPr>
            <w:id w:val="47171249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7B23DF" w14:textId="77777777" w:rsidR="0058143D" w:rsidRPr="00664788" w:rsidRDefault="0058143D" w:rsidP="0058143D">
                <w:pPr>
                  <w:pStyle w:val="table"/>
                  <w:jc w:val="center"/>
                </w:pPr>
                <w:r w:rsidRPr="0008747B">
                  <w:rPr>
                    <w:rFonts w:ascii="MS Gothic" w:eastAsia="MS Gothic" w:hAnsi="MS Gothic"/>
                  </w:rPr>
                  <w:t>☐</w:t>
                </w:r>
              </w:p>
            </w:tc>
          </w:sdtContent>
        </w:sdt>
        <w:sdt>
          <w:sdtPr>
            <w:id w:val="145675460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21BD51D" w14:textId="77777777" w:rsidR="0058143D" w:rsidRPr="00664788" w:rsidRDefault="0058143D" w:rsidP="0058143D">
                <w:pPr>
                  <w:pStyle w:val="table"/>
                  <w:jc w:val="center"/>
                </w:pPr>
                <w:r w:rsidRPr="000610E3">
                  <w:rPr>
                    <w:rFonts w:ascii="MS Gothic" w:eastAsia="MS Gothic" w:hAnsi="MS Gothic"/>
                  </w:rPr>
                  <w:t>☐</w:t>
                </w:r>
              </w:p>
            </w:tc>
          </w:sdtContent>
        </w:sdt>
        <w:sdt>
          <w:sdtPr>
            <w:id w:val="-90937434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CB8EBB" w14:textId="77777777" w:rsidR="0058143D" w:rsidRPr="00664788" w:rsidRDefault="0058143D" w:rsidP="0058143D">
                <w:pPr>
                  <w:pStyle w:val="table"/>
                  <w:jc w:val="center"/>
                </w:pPr>
                <w:r w:rsidRPr="000610E3">
                  <w:rPr>
                    <w:rFonts w:ascii="MS Gothic" w:eastAsia="MS Gothic" w:hAnsi="MS Gothic"/>
                  </w:rPr>
                  <w:t>☐</w:t>
                </w:r>
              </w:p>
            </w:tc>
          </w:sdtContent>
        </w:sdt>
        <w:sdt>
          <w:sdtPr>
            <w:id w:val="46401822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C2F6390" w14:textId="77777777" w:rsidR="0058143D" w:rsidRPr="00664788" w:rsidRDefault="0058143D" w:rsidP="0058143D">
                <w:pPr>
                  <w:pStyle w:val="table"/>
                  <w:jc w:val="center"/>
                </w:pPr>
                <w:r w:rsidRPr="000610E3">
                  <w:rPr>
                    <w:rFonts w:ascii="MS Gothic" w:eastAsia="MS Gothic" w:hAnsi="MS Gothic"/>
                  </w:rPr>
                  <w:t>☐</w:t>
                </w:r>
              </w:p>
            </w:tc>
          </w:sdtContent>
        </w:sdt>
        <w:sdt>
          <w:sdtPr>
            <w:id w:val="-4953610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0B7E06" w14:textId="77777777" w:rsidR="0058143D" w:rsidRPr="00664788" w:rsidRDefault="0058143D" w:rsidP="0058143D">
                <w:pPr>
                  <w:pStyle w:val="table"/>
                  <w:jc w:val="center"/>
                </w:pPr>
                <w:r w:rsidRPr="000610E3">
                  <w:rPr>
                    <w:rFonts w:ascii="MS Gothic" w:eastAsia="MS Gothic" w:hAnsi="MS Gothic"/>
                  </w:rPr>
                  <w:t>☐</w:t>
                </w:r>
              </w:p>
            </w:tc>
          </w:sdtContent>
        </w:sdt>
        <w:sdt>
          <w:sdtPr>
            <w:id w:val="-157373046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EEAFFA" w14:textId="77777777" w:rsidR="0058143D" w:rsidRPr="00664788" w:rsidRDefault="0058143D" w:rsidP="0058143D">
                <w:pPr>
                  <w:pStyle w:val="table"/>
                  <w:jc w:val="center"/>
                </w:pPr>
                <w:r w:rsidRPr="000610E3">
                  <w:rPr>
                    <w:rFonts w:ascii="MS Gothic" w:eastAsia="MS Gothic" w:hAnsi="MS Gothic"/>
                  </w:rPr>
                  <w:t>☐</w:t>
                </w:r>
              </w:p>
            </w:tc>
          </w:sdtContent>
        </w:sdt>
        <w:sdt>
          <w:sdtPr>
            <w:id w:val="-1901789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E1F724"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AD2FA71"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6ADE9D23" w14:textId="77777777" w:rsidR="0058143D" w:rsidRPr="00664788" w:rsidRDefault="0058143D" w:rsidP="0058143D">
            <w:pPr>
              <w:spacing w:before="40" w:after="40" w:line="240" w:lineRule="auto"/>
            </w:pPr>
          </w:p>
        </w:tc>
      </w:tr>
      <w:tr w:rsidR="0058143D" w:rsidRPr="00664788" w14:paraId="3450D2BD"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752E69D" w14:textId="3D5C539C" w:rsidR="0058143D" w:rsidRPr="00664788" w:rsidRDefault="00F44AD6" w:rsidP="0058143D">
            <w:pPr>
              <w:pStyle w:val="table"/>
            </w:pPr>
            <w:r>
              <w:t>Caps for bulk liquid stations</w:t>
            </w:r>
          </w:p>
        </w:tc>
        <w:sdt>
          <w:sdtPr>
            <w:id w:val="-133198372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65C837" w14:textId="77777777" w:rsidR="0058143D" w:rsidRPr="00664788" w:rsidRDefault="0058143D" w:rsidP="0058143D">
                <w:pPr>
                  <w:pStyle w:val="table"/>
                  <w:jc w:val="center"/>
                </w:pPr>
                <w:r w:rsidRPr="0008747B">
                  <w:rPr>
                    <w:rFonts w:ascii="MS Gothic" w:eastAsia="MS Gothic" w:hAnsi="MS Gothic"/>
                  </w:rPr>
                  <w:t>☐</w:t>
                </w:r>
              </w:p>
            </w:tc>
          </w:sdtContent>
        </w:sdt>
        <w:sdt>
          <w:sdtPr>
            <w:id w:val="-62900666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BE9BC7" w14:textId="77777777" w:rsidR="0058143D" w:rsidRPr="00664788" w:rsidRDefault="0058143D" w:rsidP="0058143D">
                <w:pPr>
                  <w:pStyle w:val="table"/>
                  <w:jc w:val="center"/>
                </w:pPr>
                <w:r w:rsidRPr="000610E3">
                  <w:rPr>
                    <w:rFonts w:ascii="MS Gothic" w:eastAsia="MS Gothic" w:hAnsi="MS Gothic"/>
                  </w:rPr>
                  <w:t>☐</w:t>
                </w:r>
              </w:p>
            </w:tc>
          </w:sdtContent>
        </w:sdt>
        <w:sdt>
          <w:sdtPr>
            <w:id w:val="-188293224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6B0B2A" w14:textId="77777777" w:rsidR="0058143D" w:rsidRPr="00664788" w:rsidRDefault="0058143D" w:rsidP="0058143D">
                <w:pPr>
                  <w:pStyle w:val="table"/>
                  <w:jc w:val="center"/>
                </w:pPr>
                <w:r w:rsidRPr="000610E3">
                  <w:rPr>
                    <w:rFonts w:ascii="MS Gothic" w:eastAsia="MS Gothic" w:hAnsi="MS Gothic"/>
                  </w:rPr>
                  <w:t>☐</w:t>
                </w:r>
              </w:p>
            </w:tc>
          </w:sdtContent>
        </w:sdt>
        <w:sdt>
          <w:sdtPr>
            <w:id w:val="-158630526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1983D5A" w14:textId="77777777" w:rsidR="0058143D" w:rsidRPr="00664788" w:rsidRDefault="0058143D" w:rsidP="0058143D">
                <w:pPr>
                  <w:pStyle w:val="table"/>
                  <w:jc w:val="center"/>
                </w:pPr>
                <w:r w:rsidRPr="000610E3">
                  <w:rPr>
                    <w:rFonts w:ascii="MS Gothic" w:eastAsia="MS Gothic" w:hAnsi="MS Gothic"/>
                  </w:rPr>
                  <w:t>☐</w:t>
                </w:r>
              </w:p>
            </w:tc>
          </w:sdtContent>
        </w:sdt>
        <w:sdt>
          <w:sdtPr>
            <w:id w:val="-109702085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876592C" w14:textId="77777777" w:rsidR="0058143D" w:rsidRPr="00664788" w:rsidRDefault="0058143D" w:rsidP="0058143D">
                <w:pPr>
                  <w:pStyle w:val="table"/>
                  <w:jc w:val="center"/>
                </w:pPr>
                <w:r w:rsidRPr="000610E3">
                  <w:rPr>
                    <w:rFonts w:ascii="MS Gothic" w:eastAsia="MS Gothic" w:hAnsi="MS Gothic"/>
                  </w:rPr>
                  <w:t>☐</w:t>
                </w:r>
              </w:p>
            </w:tc>
          </w:sdtContent>
        </w:sdt>
        <w:sdt>
          <w:sdtPr>
            <w:id w:val="-139958486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47BEA9" w14:textId="77777777" w:rsidR="0058143D" w:rsidRPr="00664788" w:rsidRDefault="0058143D" w:rsidP="0058143D">
                <w:pPr>
                  <w:pStyle w:val="table"/>
                  <w:jc w:val="center"/>
                </w:pPr>
                <w:r w:rsidRPr="000610E3">
                  <w:rPr>
                    <w:rFonts w:ascii="MS Gothic" w:eastAsia="MS Gothic" w:hAnsi="MS Gothic"/>
                  </w:rPr>
                  <w:t>☐</w:t>
                </w:r>
              </w:p>
            </w:tc>
          </w:sdtContent>
        </w:sdt>
        <w:sdt>
          <w:sdtPr>
            <w:id w:val="-57459228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6A0C6C"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56B5975"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1253CF9F" w14:textId="77777777" w:rsidR="0058143D" w:rsidRPr="00664788" w:rsidRDefault="0058143D" w:rsidP="0058143D">
            <w:pPr>
              <w:spacing w:before="40" w:after="40" w:line="240" w:lineRule="auto"/>
            </w:pPr>
          </w:p>
        </w:tc>
      </w:tr>
      <w:tr w:rsidR="0058143D" w:rsidRPr="00664788" w14:paraId="673DC898"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BB17D8C" w14:textId="2B1C6CA3" w:rsidR="0058143D" w:rsidRPr="00664788" w:rsidRDefault="00F44AD6" w:rsidP="0058143D">
            <w:pPr>
              <w:pStyle w:val="table"/>
            </w:pPr>
            <w:r>
              <w:t>Jerry cans</w:t>
            </w:r>
          </w:p>
        </w:tc>
        <w:sdt>
          <w:sdtPr>
            <w:id w:val="-161805748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32A1205" w14:textId="77777777" w:rsidR="0058143D" w:rsidRPr="00664788" w:rsidRDefault="0058143D" w:rsidP="0058143D">
                <w:pPr>
                  <w:pStyle w:val="table"/>
                  <w:jc w:val="center"/>
                </w:pPr>
                <w:r w:rsidRPr="0008747B">
                  <w:rPr>
                    <w:rFonts w:ascii="MS Gothic" w:eastAsia="MS Gothic" w:hAnsi="MS Gothic"/>
                  </w:rPr>
                  <w:t>☐</w:t>
                </w:r>
              </w:p>
            </w:tc>
          </w:sdtContent>
        </w:sdt>
        <w:sdt>
          <w:sdtPr>
            <w:id w:val="-95594480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01F91A" w14:textId="77777777" w:rsidR="0058143D" w:rsidRPr="00664788" w:rsidRDefault="0058143D" w:rsidP="0058143D">
                <w:pPr>
                  <w:pStyle w:val="table"/>
                  <w:jc w:val="center"/>
                </w:pPr>
                <w:r w:rsidRPr="000610E3">
                  <w:rPr>
                    <w:rFonts w:ascii="MS Gothic" w:eastAsia="MS Gothic" w:hAnsi="MS Gothic"/>
                  </w:rPr>
                  <w:t>☐</w:t>
                </w:r>
              </w:p>
            </w:tc>
          </w:sdtContent>
        </w:sdt>
        <w:sdt>
          <w:sdtPr>
            <w:id w:val="-74217511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6BDFF29" w14:textId="77777777" w:rsidR="0058143D" w:rsidRPr="00664788" w:rsidRDefault="0058143D" w:rsidP="0058143D">
                <w:pPr>
                  <w:pStyle w:val="table"/>
                  <w:jc w:val="center"/>
                </w:pPr>
                <w:r w:rsidRPr="000610E3">
                  <w:rPr>
                    <w:rFonts w:ascii="MS Gothic" w:eastAsia="MS Gothic" w:hAnsi="MS Gothic"/>
                  </w:rPr>
                  <w:t>☐</w:t>
                </w:r>
              </w:p>
            </w:tc>
          </w:sdtContent>
        </w:sdt>
        <w:sdt>
          <w:sdtPr>
            <w:id w:val="45074670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F2B8E2" w14:textId="77777777" w:rsidR="0058143D" w:rsidRPr="00664788" w:rsidRDefault="0058143D" w:rsidP="0058143D">
                <w:pPr>
                  <w:pStyle w:val="table"/>
                  <w:jc w:val="center"/>
                </w:pPr>
                <w:r w:rsidRPr="000610E3">
                  <w:rPr>
                    <w:rFonts w:ascii="MS Gothic" w:eastAsia="MS Gothic" w:hAnsi="MS Gothic"/>
                  </w:rPr>
                  <w:t>☐</w:t>
                </w:r>
              </w:p>
            </w:tc>
          </w:sdtContent>
        </w:sdt>
        <w:sdt>
          <w:sdtPr>
            <w:id w:val="-40646272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AB7BDB" w14:textId="77777777" w:rsidR="0058143D" w:rsidRPr="00664788" w:rsidRDefault="0058143D" w:rsidP="0058143D">
                <w:pPr>
                  <w:pStyle w:val="table"/>
                  <w:jc w:val="center"/>
                </w:pPr>
                <w:r w:rsidRPr="000610E3">
                  <w:rPr>
                    <w:rFonts w:ascii="MS Gothic" w:eastAsia="MS Gothic" w:hAnsi="MS Gothic"/>
                  </w:rPr>
                  <w:t>☐</w:t>
                </w:r>
              </w:p>
            </w:tc>
          </w:sdtContent>
        </w:sdt>
        <w:sdt>
          <w:sdtPr>
            <w:id w:val="-126730062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8BB84E3" w14:textId="77777777" w:rsidR="0058143D" w:rsidRPr="00664788" w:rsidRDefault="0058143D" w:rsidP="0058143D">
                <w:pPr>
                  <w:pStyle w:val="table"/>
                  <w:jc w:val="center"/>
                </w:pPr>
                <w:r w:rsidRPr="000610E3">
                  <w:rPr>
                    <w:rFonts w:ascii="MS Gothic" w:eastAsia="MS Gothic" w:hAnsi="MS Gothic"/>
                  </w:rPr>
                  <w:t>☐</w:t>
                </w:r>
              </w:p>
            </w:tc>
          </w:sdtContent>
        </w:sdt>
        <w:sdt>
          <w:sdtPr>
            <w:id w:val="-104367568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CE5A38D"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0C01CB5"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551A2657" w14:textId="77777777" w:rsidR="0058143D" w:rsidRPr="00664788" w:rsidRDefault="0058143D" w:rsidP="0058143D">
            <w:pPr>
              <w:spacing w:before="40" w:after="40" w:line="240" w:lineRule="auto"/>
            </w:pPr>
          </w:p>
        </w:tc>
      </w:tr>
      <w:tr w:rsidR="0058143D" w:rsidRPr="00664788" w14:paraId="7AC0EFF4" w14:textId="77777777" w:rsidTr="005835A8">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8456C20" w14:textId="7E988D7A" w:rsidR="0058143D" w:rsidRPr="00664788" w:rsidRDefault="00D64377" w:rsidP="0058143D">
            <w:pPr>
              <w:pStyle w:val="table"/>
            </w:pPr>
            <w:r>
              <w:t>Light switches</w:t>
            </w:r>
          </w:p>
        </w:tc>
        <w:sdt>
          <w:sdtPr>
            <w:id w:val="131129081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51D999" w14:textId="77777777" w:rsidR="0058143D" w:rsidRPr="00664788" w:rsidRDefault="0058143D" w:rsidP="0058143D">
                <w:pPr>
                  <w:pStyle w:val="table"/>
                  <w:jc w:val="center"/>
                </w:pPr>
                <w:r w:rsidRPr="0008747B">
                  <w:rPr>
                    <w:rFonts w:ascii="MS Gothic" w:eastAsia="MS Gothic" w:hAnsi="MS Gothic"/>
                  </w:rPr>
                  <w:t>☐</w:t>
                </w:r>
              </w:p>
            </w:tc>
          </w:sdtContent>
        </w:sdt>
        <w:sdt>
          <w:sdtPr>
            <w:id w:val="152181923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15917C" w14:textId="77777777" w:rsidR="0058143D" w:rsidRPr="00664788" w:rsidRDefault="0058143D" w:rsidP="0058143D">
                <w:pPr>
                  <w:pStyle w:val="table"/>
                  <w:jc w:val="center"/>
                </w:pPr>
                <w:r w:rsidRPr="000610E3">
                  <w:rPr>
                    <w:rFonts w:ascii="MS Gothic" w:eastAsia="MS Gothic" w:hAnsi="MS Gothic"/>
                  </w:rPr>
                  <w:t>☐</w:t>
                </w:r>
              </w:p>
            </w:tc>
          </w:sdtContent>
        </w:sdt>
        <w:sdt>
          <w:sdtPr>
            <w:id w:val="-6310079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37AFFC9" w14:textId="77777777" w:rsidR="0058143D" w:rsidRPr="00664788" w:rsidRDefault="0058143D" w:rsidP="0058143D">
                <w:pPr>
                  <w:pStyle w:val="table"/>
                  <w:jc w:val="center"/>
                </w:pPr>
                <w:r w:rsidRPr="000610E3">
                  <w:rPr>
                    <w:rFonts w:ascii="MS Gothic" w:eastAsia="MS Gothic" w:hAnsi="MS Gothic"/>
                  </w:rPr>
                  <w:t>☐</w:t>
                </w:r>
              </w:p>
            </w:tc>
          </w:sdtContent>
        </w:sdt>
        <w:sdt>
          <w:sdtPr>
            <w:id w:val="128577880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0B3B5A3" w14:textId="77777777" w:rsidR="0058143D" w:rsidRPr="00664788" w:rsidRDefault="0058143D" w:rsidP="0058143D">
                <w:pPr>
                  <w:pStyle w:val="table"/>
                  <w:jc w:val="center"/>
                </w:pPr>
                <w:r w:rsidRPr="000610E3">
                  <w:rPr>
                    <w:rFonts w:ascii="MS Gothic" w:eastAsia="MS Gothic" w:hAnsi="MS Gothic"/>
                  </w:rPr>
                  <w:t>☐</w:t>
                </w:r>
              </w:p>
            </w:tc>
          </w:sdtContent>
        </w:sdt>
        <w:sdt>
          <w:sdtPr>
            <w:id w:val="-182457107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94BEC1A" w14:textId="77777777" w:rsidR="0058143D" w:rsidRPr="00664788" w:rsidRDefault="0058143D" w:rsidP="0058143D">
                <w:pPr>
                  <w:pStyle w:val="table"/>
                  <w:jc w:val="center"/>
                </w:pPr>
                <w:r w:rsidRPr="000610E3">
                  <w:rPr>
                    <w:rFonts w:ascii="MS Gothic" w:eastAsia="MS Gothic" w:hAnsi="MS Gothic"/>
                  </w:rPr>
                  <w:t>☐</w:t>
                </w:r>
              </w:p>
            </w:tc>
          </w:sdtContent>
        </w:sdt>
        <w:sdt>
          <w:sdtPr>
            <w:id w:val="-212638111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0ADA2FE" w14:textId="77777777" w:rsidR="0058143D" w:rsidRPr="00664788" w:rsidRDefault="0058143D" w:rsidP="0058143D">
                <w:pPr>
                  <w:pStyle w:val="table"/>
                  <w:jc w:val="center"/>
                </w:pPr>
                <w:r w:rsidRPr="000610E3">
                  <w:rPr>
                    <w:rFonts w:ascii="MS Gothic" w:eastAsia="MS Gothic" w:hAnsi="MS Gothic"/>
                  </w:rPr>
                  <w:t>☐</w:t>
                </w:r>
              </w:p>
            </w:tc>
          </w:sdtContent>
        </w:sdt>
        <w:sdt>
          <w:sdtPr>
            <w:id w:val="-6742048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52ECB9" w14:textId="77777777" w:rsidR="0058143D" w:rsidRPr="00664788" w:rsidRDefault="0058143D" w:rsidP="0058143D">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8505831" w14:textId="77777777" w:rsidR="0058143D" w:rsidRPr="00664788" w:rsidRDefault="0058143D" w:rsidP="0058143D">
            <w:pPr>
              <w:spacing w:line="240" w:lineRule="auto"/>
            </w:pPr>
          </w:p>
        </w:tc>
        <w:tc>
          <w:tcPr>
            <w:tcW w:w="3554" w:type="dxa"/>
            <w:vMerge/>
            <w:tcBorders>
              <w:top w:val="nil"/>
              <w:left w:val="nil"/>
              <w:bottom w:val="nil"/>
              <w:right w:val="nil"/>
            </w:tcBorders>
            <w:shd w:val="clear" w:color="auto" w:fill="91A8AE" w:themeFill="accent3"/>
            <w:vAlign w:val="center"/>
          </w:tcPr>
          <w:p w14:paraId="5D540141" w14:textId="77777777" w:rsidR="0058143D" w:rsidRPr="00664788" w:rsidRDefault="0058143D" w:rsidP="0058143D">
            <w:pPr>
              <w:spacing w:before="40" w:after="40" w:line="240" w:lineRule="auto"/>
            </w:pPr>
          </w:p>
        </w:tc>
      </w:tr>
    </w:tbl>
    <w:p w14:paraId="56C25F92" w14:textId="77777777" w:rsidR="00723015" w:rsidRPr="00664788" w:rsidRDefault="00723015" w:rsidP="00723015">
      <w:pPr>
        <w:pStyle w:val="small"/>
        <w:rPr>
          <w:sz w:val="2"/>
        </w:rPr>
      </w:pPr>
    </w:p>
    <w:p w14:paraId="75553A3D" w14:textId="40EDA366" w:rsidR="00723015" w:rsidRDefault="00723015" w:rsidP="00723015"/>
    <w:p w14:paraId="77A25266" w14:textId="294004CC" w:rsidR="00D64377" w:rsidRPr="00D64377" w:rsidRDefault="00D64377" w:rsidP="00723015">
      <w:pPr>
        <w:rPr>
          <w:sz w:val="8"/>
          <w:szCs w:val="8"/>
        </w:rPr>
      </w:pPr>
    </w:p>
    <w:p w14:paraId="4A272DD3" w14:textId="26C43D71" w:rsidR="00D64377" w:rsidRDefault="00D64377" w:rsidP="00D64377">
      <w:pPr>
        <w:pStyle w:val="Title"/>
      </w:pPr>
      <w:r w:rsidRPr="00664788">
        <mc:AlternateContent>
          <mc:Choice Requires="wpg">
            <w:drawing>
              <wp:anchor distT="0" distB="0" distL="114300" distR="114300" simplePos="0" relativeHeight="251682816" behindDoc="1" locked="1" layoutInCell="1" allowOverlap="1" wp14:anchorId="3B5B8ABA" wp14:editId="41E5D56A">
                <wp:simplePos x="0" y="0"/>
                <wp:positionH relativeFrom="page">
                  <wp:posOffset>-118745</wp:posOffset>
                </wp:positionH>
                <wp:positionV relativeFrom="page">
                  <wp:posOffset>347345</wp:posOffset>
                </wp:positionV>
                <wp:extent cx="10325100" cy="1143000"/>
                <wp:effectExtent l="0" t="33020" r="4445" b="33655"/>
                <wp:wrapNone/>
                <wp:docPr id="42" name="Group 7" descr="Decorative header background with arrow" title="Background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25100" cy="1143000"/>
                          <a:chOff x="-187" y="547"/>
                          <a:chExt cx="16260" cy="1800"/>
                        </a:xfrm>
                      </wpg:grpSpPr>
                      <wps:wsp>
                        <wps:cNvPr id="43" name="Rectangle 2"/>
                        <wps:cNvSpPr>
                          <a:spLocks noChangeArrowheads="1"/>
                        </wps:cNvSpPr>
                        <wps:spPr bwMode="auto">
                          <a:xfrm>
                            <a:off x="-187" y="727"/>
                            <a:ext cx="16260" cy="144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44" name="AutoShape 4"/>
                        <wps:cNvSpPr>
                          <a:spLocks noChangeArrowheads="1"/>
                        </wps:cNvSpPr>
                        <wps:spPr bwMode="auto">
                          <a:xfrm>
                            <a:off x="533" y="547"/>
                            <a:ext cx="5380" cy="1800"/>
                          </a:xfrm>
                          <a:prstGeom prst="chevron">
                            <a:avLst>
                              <a:gd name="adj" fmla="val 35839"/>
                            </a:avLst>
                          </a:prstGeom>
                          <a:solidFill>
                            <a:schemeClr val="accent1">
                              <a:lumMod val="40000"/>
                              <a:lumOff val="60000"/>
                            </a:schemeClr>
                          </a:solidFill>
                          <a:ln w="508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803D8B" id="Group 7" o:spid="_x0000_s1026" alt="Title: Background  - Description: Decorative header background with arrow" style="position:absolute;margin-left:-9.35pt;margin-top:27.35pt;width:813pt;height:90pt;z-index:-251633664;mso-position-horizontal-relative:page;mso-position-vertical-relative:page" coordorigin="-187,547" coordsize="162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">
                <v:rect id="Rectangle 2" o:spid="_x0000_s1027" style="position:absolute;left:-187;top:727;width:162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" fillcolor="#336380 [3215]" stroked="f" strokecolor="#4a7ebb" strokeweight="1.5pt">
                  <v:shadow opacity="22938f" offset="0"/>
                  <v:textbox inset=",7.2pt,,7.2pt"/>
                </v:rect>
                <v:shape id="AutoShape 4" o:spid="_x0000_s1028" type="#_x0000_t55" style="position:absolute;left:533;top:547;width:53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" adj="19010" fillcolor="#b5d6d7 [1300]" strokecolor="white [3212]" strokeweight="4pt">
                  <v:shadow opacity="22938f" offset="0"/>
                  <v:textbox inset=",7.2pt,,7.2pt"/>
                </v:shape>
                <w10:wrap anchorx="page" anchory="page"/>
                <w10:anchorlock/>
              </v:group>
            </w:pict>
          </mc:Fallback>
        </mc:AlternateContent>
      </w:r>
      <w:r w:rsidRPr="00664788">
        <mc:AlternateContent>
          <mc:Choice Requires="wps">
            <w:drawing>
              <wp:anchor distT="0" distB="0" distL="114300" distR="114300" simplePos="0" relativeHeight="251681792" behindDoc="0" locked="1" layoutInCell="1" allowOverlap="1" wp14:anchorId="2939272A" wp14:editId="10A04011">
                <wp:simplePos x="0" y="0"/>
                <wp:positionH relativeFrom="page">
                  <wp:posOffset>3870325</wp:posOffset>
                </wp:positionH>
                <wp:positionV relativeFrom="page">
                  <wp:posOffset>384175</wp:posOffset>
                </wp:positionV>
                <wp:extent cx="5767200" cy="1029600"/>
                <wp:effectExtent l="0" t="0" r="0" b="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200" cy="10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3E82C" w14:textId="77777777" w:rsidR="00437F5F" w:rsidRPr="00AA7322" w:rsidRDefault="00437F5F" w:rsidP="00D64377">
                            <w:pPr>
                              <w:pStyle w:val="Titlebartext"/>
                              <w:rPr>
                                <w:i/>
                                <w:iCs/>
                                <w:lang w:val="en-CA"/>
                              </w:rPr>
                            </w:pPr>
                            <w:r w:rsidRPr="00AA7322">
                              <w:rPr>
                                <w:i/>
                                <w:iCs/>
                                <w:lang w:val="en-CA"/>
                              </w:rPr>
                              <w:t>To help prevent the spread of COVID-19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939272A" id="_x0000_s1032" type="#_x0000_t202" style="position:absolute;left:0;text-align:left;margin-left:304.75pt;margin-top:30.25pt;width:454.1pt;height:81.0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" filled="f" stroked="f">
                <v:textbox inset=",7.2pt,,7.2pt">
                  <w:txbxContent>
                    <w:p w14:paraId="2ED3E82C" w14:textId="77777777" w:rsidR="00437F5F" w:rsidRPr="00AA7322" w:rsidRDefault="00437F5F" w:rsidP="00D64377">
                      <w:pPr>
                        <w:pStyle w:val="Titlebartext"/>
                        <w:rPr>
                          <w:i/>
                          <w:iCs/>
                          <w:lang w:val="en-CA"/>
                        </w:rPr>
                      </w:pPr>
                      <w:r w:rsidRPr="00AA7322">
                        <w:rPr>
                          <w:i/>
                          <w:iCs/>
                          <w:lang w:val="en-CA"/>
                        </w:rPr>
                        <w:t>To help prevent the spread of COVID-19</w:t>
                      </w:r>
                    </w:p>
                  </w:txbxContent>
                </v:textbox>
                <w10:wrap anchorx="page" anchory="page"/>
                <w10:anchorlock/>
              </v:shape>
            </w:pict>
          </mc:Fallback>
        </mc:AlternateContent>
      </w:r>
      <w:r>
        <w:t>Cleaning &amp; Sanitizing</w:t>
      </w:r>
    </w:p>
    <w:tbl>
      <w:tblPr>
        <w:tblStyle w:val="TableGrid"/>
        <w:tblW w:w="0" w:type="auto"/>
        <w:tblLook w:val="04A0" w:firstRow="1" w:lastRow="0" w:firstColumn="1" w:lastColumn="0" w:noHBand="0" w:noVBand="1"/>
        <w:tblCaption w:val="Table"/>
        <w:tblDescription w:val="Table with checklist for a healthy lifestyle plan for each day of the week"/>
      </w:tblPr>
      <w:tblGrid>
        <w:gridCol w:w="5299"/>
        <w:gridCol w:w="770"/>
        <w:gridCol w:w="749"/>
        <w:gridCol w:w="809"/>
        <w:gridCol w:w="750"/>
        <w:gridCol w:w="735"/>
        <w:gridCol w:w="744"/>
        <w:gridCol w:w="750"/>
        <w:gridCol w:w="235"/>
        <w:gridCol w:w="3554"/>
      </w:tblGrid>
      <w:tr w:rsidR="00D64377" w:rsidRPr="00664788" w14:paraId="324C31F0" w14:textId="77777777" w:rsidTr="00437F5F">
        <w:trPr>
          <w:trHeight w:val="360"/>
          <w:tblHeader/>
        </w:trPr>
        <w:tc>
          <w:tcPr>
            <w:tcW w:w="10606" w:type="dxa"/>
            <w:gridSpan w:val="8"/>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52889E" w:themeFill="accent4"/>
          </w:tcPr>
          <w:p w14:paraId="4E2F0822" w14:textId="77777777" w:rsidR="00D64377" w:rsidRPr="00664788" w:rsidRDefault="00D64377" w:rsidP="00437F5F">
            <w:pPr>
              <w:pStyle w:val="tableheaddark"/>
            </w:pPr>
            <w:r>
              <w:t>Daily Cleaning Checklist</w:t>
            </w:r>
          </w:p>
        </w:tc>
        <w:tc>
          <w:tcPr>
            <w:tcW w:w="235" w:type="dxa"/>
            <w:tcBorders>
              <w:top w:val="nil"/>
              <w:left w:val="single" w:sz="4" w:space="0" w:color="A0C3D9" w:themeColor="text2" w:themeTint="66"/>
              <w:bottom w:val="nil"/>
              <w:right w:val="nil"/>
            </w:tcBorders>
            <w:vAlign w:val="center"/>
          </w:tcPr>
          <w:p w14:paraId="7D57D23F" w14:textId="77777777" w:rsidR="00D64377" w:rsidRPr="00664788" w:rsidRDefault="00D64377" w:rsidP="00437F5F">
            <w:pPr>
              <w:spacing w:before="40" w:after="40" w:line="240" w:lineRule="auto"/>
              <w:rPr>
                <w:rFonts w:asciiTheme="majorHAnsi" w:hAnsiTheme="majorHAnsi"/>
                <w:sz w:val="28"/>
              </w:rPr>
            </w:pPr>
          </w:p>
        </w:tc>
        <w:tc>
          <w:tcPr>
            <w:tcW w:w="3554" w:type="dxa"/>
            <w:tcBorders>
              <w:top w:val="nil"/>
              <w:left w:val="nil"/>
              <w:bottom w:val="nil"/>
              <w:right w:val="nil"/>
            </w:tcBorders>
            <w:shd w:val="clear" w:color="auto" w:fill="91A8AE" w:themeFill="accent3"/>
            <w:vAlign w:val="center"/>
          </w:tcPr>
          <w:p w14:paraId="2D29A92F" w14:textId="0BD2124A" w:rsidR="00D64377" w:rsidRPr="00664788" w:rsidRDefault="00D64377" w:rsidP="00437F5F">
            <w:pPr>
              <w:pStyle w:val="tableheadwhite"/>
            </w:pPr>
            <w:r>
              <w:t>SHOP CON’t</w:t>
            </w:r>
          </w:p>
        </w:tc>
      </w:tr>
      <w:tr w:rsidR="00D64377" w:rsidRPr="00664788" w14:paraId="4F3503C5" w14:textId="77777777" w:rsidTr="00437F5F">
        <w:trPr>
          <w:trHeight w:val="36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0249111" w14:textId="77777777" w:rsidR="00D64377" w:rsidRPr="00664788" w:rsidRDefault="00D64377" w:rsidP="00437F5F">
            <w:pPr>
              <w:pStyle w:val="largetext"/>
            </w:pPr>
            <w:r>
              <w:t>Week of: ___________ to ____________</w:t>
            </w:r>
          </w:p>
        </w:tc>
        <w:sdt>
          <w:sdtPr>
            <w:id w:val="420615622"/>
            <w:placeholder>
              <w:docPart w:val="6943ECD373144DF58EBE6D8D7484CBA6"/>
            </w:placeholder>
            <w:temporary/>
            <w:showingPlcHdr/>
            <w15:appearance w15:val="hidden"/>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5DDFA98" w14:textId="77777777" w:rsidR="00D64377" w:rsidRPr="00664788" w:rsidRDefault="00D64377" w:rsidP="00437F5F">
                <w:pPr>
                  <w:pStyle w:val="largetext"/>
                </w:pPr>
                <w:r w:rsidRPr="00664788">
                  <w:t>Mon</w:t>
                </w:r>
              </w:p>
            </w:tc>
          </w:sdtContent>
        </w:sdt>
        <w:sdt>
          <w:sdtPr>
            <w:id w:val="-1410082386"/>
            <w:placeholder>
              <w:docPart w:val="E6CA9EAB2CD940CBB5F50EB361C22E15"/>
            </w:placeholder>
            <w:temporary/>
            <w:showingPlcHdr/>
            <w15:appearance w15:val="hidden"/>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2FE33C49" w14:textId="77777777" w:rsidR="00D64377" w:rsidRPr="00664788" w:rsidRDefault="00D64377" w:rsidP="00437F5F">
                <w:pPr>
                  <w:pStyle w:val="largetext"/>
                </w:pPr>
                <w:r w:rsidRPr="00664788">
                  <w:t>Tue</w:t>
                </w:r>
              </w:p>
            </w:tc>
          </w:sdtContent>
        </w:sdt>
        <w:sdt>
          <w:sdtPr>
            <w:id w:val="1146628342"/>
            <w:placeholder>
              <w:docPart w:val="C653C82BA225431C9BA804764D66098A"/>
            </w:placeholder>
            <w:temporary/>
            <w:showingPlcHdr/>
            <w15:appearance w15:val="hidden"/>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B8C96A9" w14:textId="77777777" w:rsidR="00D64377" w:rsidRPr="00664788" w:rsidRDefault="00D64377" w:rsidP="00437F5F">
                <w:pPr>
                  <w:pStyle w:val="largetext"/>
                </w:pPr>
                <w:r w:rsidRPr="00664788">
                  <w:t>Wed</w:t>
                </w:r>
              </w:p>
            </w:tc>
          </w:sdtContent>
        </w:sdt>
        <w:sdt>
          <w:sdtPr>
            <w:id w:val="-1354189956"/>
            <w:placeholder>
              <w:docPart w:val="042879C090E94D6DA2BEEE3104DB5129"/>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1B7C9894" w14:textId="77777777" w:rsidR="00D64377" w:rsidRPr="00664788" w:rsidRDefault="00D64377" w:rsidP="00437F5F">
                <w:pPr>
                  <w:pStyle w:val="largetext"/>
                </w:pPr>
                <w:r w:rsidRPr="00664788">
                  <w:t>Thu</w:t>
                </w:r>
              </w:p>
            </w:tc>
          </w:sdtContent>
        </w:sdt>
        <w:sdt>
          <w:sdtPr>
            <w:id w:val="-268927759"/>
            <w:placeholder>
              <w:docPart w:val="5DDDEDF488DA48809B66AB5B944B6B59"/>
            </w:placeholder>
            <w:temporary/>
            <w:showingPlcHdr/>
            <w15:appearance w15:val="hidden"/>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15F62EAC" w14:textId="77777777" w:rsidR="00D64377" w:rsidRPr="00664788" w:rsidRDefault="00D64377" w:rsidP="00437F5F">
                <w:pPr>
                  <w:pStyle w:val="largetext"/>
                </w:pPr>
                <w:r w:rsidRPr="00664788">
                  <w:t>Fri</w:t>
                </w:r>
              </w:p>
            </w:tc>
          </w:sdtContent>
        </w:sdt>
        <w:sdt>
          <w:sdtPr>
            <w:id w:val="-1783101983"/>
            <w:placeholder>
              <w:docPart w:val="4F6FC2BA6A67464BBDE4655E261C17DF"/>
            </w:placeholder>
            <w:temporary/>
            <w:showingPlcHdr/>
            <w15:appearance w15:val="hidden"/>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20694C36" w14:textId="77777777" w:rsidR="00D64377" w:rsidRPr="00664788" w:rsidRDefault="00D64377" w:rsidP="00437F5F">
                <w:pPr>
                  <w:pStyle w:val="largetext"/>
                </w:pPr>
                <w:r w:rsidRPr="00664788">
                  <w:t>Sat</w:t>
                </w:r>
              </w:p>
            </w:tc>
          </w:sdtContent>
        </w:sdt>
        <w:sdt>
          <w:sdtPr>
            <w:id w:val="-792139769"/>
            <w:placeholder>
              <w:docPart w:val="6B9180899E9744298C836C4F7F5EE5CB"/>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29D714A" w14:textId="77777777" w:rsidR="00D64377" w:rsidRPr="00664788" w:rsidRDefault="00D64377" w:rsidP="00437F5F">
                <w:pPr>
                  <w:pStyle w:val="largetext"/>
                </w:pPr>
                <w:r w:rsidRPr="00664788">
                  <w:t>Sun</w:t>
                </w:r>
              </w:p>
            </w:tc>
          </w:sdtContent>
        </w:sdt>
        <w:tc>
          <w:tcPr>
            <w:tcW w:w="235" w:type="dxa"/>
            <w:tcBorders>
              <w:top w:val="nil"/>
              <w:left w:val="single" w:sz="4" w:space="0" w:color="A0C3D9" w:themeColor="text2" w:themeTint="66"/>
              <w:bottom w:val="nil"/>
              <w:right w:val="nil"/>
            </w:tcBorders>
            <w:vAlign w:val="center"/>
          </w:tcPr>
          <w:p w14:paraId="6D0FC3CD" w14:textId="77777777" w:rsidR="00D64377" w:rsidRPr="00664788" w:rsidRDefault="00D64377" w:rsidP="00437F5F">
            <w:pPr>
              <w:spacing w:before="40" w:after="40" w:line="240" w:lineRule="auto"/>
              <w:rPr>
                <w:rFonts w:asciiTheme="majorHAnsi" w:hAnsiTheme="majorHAnsi"/>
              </w:rPr>
            </w:pPr>
          </w:p>
        </w:tc>
        <w:tc>
          <w:tcPr>
            <w:tcW w:w="3554" w:type="dxa"/>
            <w:vMerge w:val="restart"/>
            <w:tcBorders>
              <w:top w:val="nil"/>
              <w:left w:val="nil"/>
              <w:bottom w:val="nil"/>
              <w:right w:val="nil"/>
            </w:tcBorders>
            <w:shd w:val="clear" w:color="auto" w:fill="91A8AE" w:themeFill="accent3"/>
          </w:tcPr>
          <w:p w14:paraId="10D777DA" w14:textId="66FCA1B8" w:rsidR="00D64377" w:rsidRPr="0058143D" w:rsidRDefault="00D64377" w:rsidP="00437F5F">
            <w:pPr>
              <w:pStyle w:val="Titlebartext"/>
              <w:rPr>
                <w:sz w:val="20"/>
                <w:szCs w:val="20"/>
                <w:lang w:val="en-CA"/>
              </w:rPr>
            </w:pPr>
            <w:r w:rsidRPr="0058143D">
              <w:rPr>
                <w:sz w:val="20"/>
                <w:szCs w:val="20"/>
                <w:lang w:val="en-CA"/>
              </w:rPr>
              <w:t xml:space="preserve">Mechanics to use their own individual tools as often as possible. Shared tools to be sanitized after each use. All employees who drop off equipment must sanitize the equipment and/or vehicles prior to leaving. A </w:t>
            </w:r>
            <w:r w:rsidR="008D317F" w:rsidRPr="0058143D">
              <w:rPr>
                <w:sz w:val="20"/>
                <w:szCs w:val="20"/>
                <w:lang w:val="en-CA"/>
              </w:rPr>
              <w:t>best practice</w:t>
            </w:r>
            <w:r w:rsidRPr="0058143D">
              <w:rPr>
                <w:sz w:val="20"/>
                <w:szCs w:val="20"/>
                <w:lang w:val="en-CA"/>
              </w:rPr>
              <w:t xml:space="preserve"> for mechanics is to sanitize equipment again prior to repairs and always after repair is complete.</w:t>
            </w:r>
          </w:p>
          <w:p w14:paraId="351DB1A6" w14:textId="77777777" w:rsidR="00D64377" w:rsidRPr="00664788" w:rsidRDefault="00D64377" w:rsidP="00437F5F">
            <w:pPr>
              <w:pStyle w:val="numberedtextlight"/>
              <w:numPr>
                <w:ilvl w:val="0"/>
                <w:numId w:val="0"/>
              </w:numPr>
              <w:ind w:left="280" w:hanging="270"/>
            </w:pPr>
          </w:p>
        </w:tc>
      </w:tr>
      <w:tr w:rsidR="00D64377" w:rsidRPr="00664788" w14:paraId="7401BF6B"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FDE8DEF" w14:textId="62D2887F" w:rsidR="00D64377" w:rsidRPr="0058143D" w:rsidRDefault="00D64377" w:rsidP="00D64377">
            <w:pPr>
              <w:pStyle w:val="table"/>
              <w:rPr>
                <w:b/>
                <w:bCs/>
              </w:rPr>
            </w:pPr>
            <w:r w:rsidRPr="00851B75">
              <w:rPr>
                <w:b/>
                <w:bCs/>
              </w:rPr>
              <w:t>WASHROOMS</w:t>
            </w:r>
            <w:r>
              <w:rPr>
                <w:b/>
                <w:bCs/>
              </w:rPr>
              <w:t xml:space="preserve"> </w:t>
            </w:r>
            <w:r w:rsidRPr="00851B75">
              <w:rPr>
                <w:i/>
                <w:iCs/>
              </w:rPr>
              <w:t>(to be sanitized after each use)</w:t>
            </w:r>
          </w:p>
        </w:tc>
        <w:sdt>
          <w:sdtPr>
            <w:id w:val="-108568351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7F7DCD8" w14:textId="77777777" w:rsidR="00D64377" w:rsidRPr="00664788" w:rsidRDefault="00D64377" w:rsidP="00D64377">
                <w:pPr>
                  <w:pStyle w:val="table"/>
                  <w:jc w:val="center"/>
                </w:pPr>
                <w:r w:rsidRPr="00664788">
                  <w:rPr>
                    <w:rFonts w:ascii="MS Gothic" w:eastAsia="MS Gothic" w:hAnsi="MS Gothic"/>
                  </w:rPr>
                  <w:t>☐</w:t>
                </w:r>
              </w:p>
            </w:tc>
          </w:sdtContent>
        </w:sdt>
        <w:sdt>
          <w:sdtPr>
            <w:id w:val="-61320641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AE02E32" w14:textId="77777777" w:rsidR="00D64377" w:rsidRPr="00664788" w:rsidRDefault="00D64377" w:rsidP="00D64377">
                <w:pPr>
                  <w:pStyle w:val="table"/>
                  <w:jc w:val="center"/>
                </w:pPr>
                <w:r w:rsidRPr="000610E3">
                  <w:rPr>
                    <w:rFonts w:ascii="MS Gothic" w:eastAsia="MS Gothic" w:hAnsi="MS Gothic"/>
                  </w:rPr>
                  <w:t>☐</w:t>
                </w:r>
              </w:p>
            </w:tc>
          </w:sdtContent>
        </w:sdt>
        <w:sdt>
          <w:sdtPr>
            <w:id w:val="-92726004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592B4C" w14:textId="77777777" w:rsidR="00D64377" w:rsidRPr="00664788" w:rsidRDefault="00D64377" w:rsidP="00D64377">
                <w:pPr>
                  <w:pStyle w:val="table"/>
                  <w:jc w:val="center"/>
                </w:pPr>
                <w:r w:rsidRPr="000610E3">
                  <w:rPr>
                    <w:rFonts w:ascii="MS Gothic" w:eastAsia="MS Gothic" w:hAnsi="MS Gothic"/>
                  </w:rPr>
                  <w:t>☐</w:t>
                </w:r>
              </w:p>
            </w:tc>
          </w:sdtContent>
        </w:sdt>
        <w:sdt>
          <w:sdtPr>
            <w:id w:val="182600545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8DEFB78" w14:textId="77777777" w:rsidR="00D64377" w:rsidRPr="00664788" w:rsidRDefault="00D64377" w:rsidP="00D64377">
                <w:pPr>
                  <w:pStyle w:val="table"/>
                  <w:jc w:val="center"/>
                </w:pPr>
                <w:r w:rsidRPr="000610E3">
                  <w:rPr>
                    <w:rFonts w:ascii="MS Gothic" w:eastAsia="MS Gothic" w:hAnsi="MS Gothic"/>
                  </w:rPr>
                  <w:t>☐</w:t>
                </w:r>
              </w:p>
            </w:tc>
          </w:sdtContent>
        </w:sdt>
        <w:sdt>
          <w:sdtPr>
            <w:id w:val="195983652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D6203E9" w14:textId="77777777" w:rsidR="00D64377" w:rsidRPr="00664788" w:rsidRDefault="00D64377" w:rsidP="00D64377">
                <w:pPr>
                  <w:pStyle w:val="table"/>
                  <w:jc w:val="center"/>
                </w:pPr>
                <w:r w:rsidRPr="000610E3">
                  <w:rPr>
                    <w:rFonts w:ascii="MS Gothic" w:eastAsia="MS Gothic" w:hAnsi="MS Gothic"/>
                  </w:rPr>
                  <w:t>☐</w:t>
                </w:r>
              </w:p>
            </w:tc>
          </w:sdtContent>
        </w:sdt>
        <w:sdt>
          <w:sdtPr>
            <w:id w:val="54873655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3CC8E8" w14:textId="77777777" w:rsidR="00D64377" w:rsidRPr="00664788" w:rsidRDefault="00D64377" w:rsidP="00D64377">
                <w:pPr>
                  <w:pStyle w:val="table"/>
                  <w:jc w:val="center"/>
                </w:pPr>
                <w:r w:rsidRPr="000610E3">
                  <w:rPr>
                    <w:rFonts w:ascii="MS Gothic" w:eastAsia="MS Gothic" w:hAnsi="MS Gothic"/>
                  </w:rPr>
                  <w:t>☐</w:t>
                </w:r>
              </w:p>
            </w:tc>
          </w:sdtContent>
        </w:sdt>
        <w:sdt>
          <w:sdtPr>
            <w:id w:val="46932675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F415CB"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0F4D859"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7C1CB2BC" w14:textId="77777777" w:rsidR="00D64377" w:rsidRPr="00664788" w:rsidRDefault="00D64377" w:rsidP="00D64377">
            <w:pPr>
              <w:spacing w:before="40" w:after="40" w:line="240" w:lineRule="auto"/>
              <w:rPr>
                <w:color w:val="FFFFFF" w:themeColor="background1"/>
              </w:rPr>
            </w:pPr>
          </w:p>
        </w:tc>
      </w:tr>
      <w:tr w:rsidR="00D64377" w:rsidRPr="00664788" w14:paraId="028DE2E2"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2196615" w14:textId="33A1B6CA" w:rsidR="00D64377" w:rsidRPr="00664788" w:rsidRDefault="00D64377" w:rsidP="00D64377">
            <w:pPr>
              <w:pStyle w:val="table"/>
            </w:pPr>
            <w:r>
              <w:t>Taps</w:t>
            </w:r>
          </w:p>
        </w:tc>
        <w:sdt>
          <w:sdtPr>
            <w:id w:val="136123757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6DF0FF" w14:textId="77777777" w:rsidR="00D64377" w:rsidRPr="00664788" w:rsidRDefault="00D64377" w:rsidP="00D64377">
                <w:pPr>
                  <w:pStyle w:val="table"/>
                  <w:jc w:val="center"/>
                </w:pPr>
                <w:r w:rsidRPr="0008747B">
                  <w:rPr>
                    <w:rFonts w:ascii="MS Gothic" w:eastAsia="MS Gothic" w:hAnsi="MS Gothic"/>
                  </w:rPr>
                  <w:t>☐</w:t>
                </w:r>
              </w:p>
            </w:tc>
          </w:sdtContent>
        </w:sdt>
        <w:sdt>
          <w:sdtPr>
            <w:id w:val="-106680270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C33769" w14:textId="77777777" w:rsidR="00D64377" w:rsidRPr="00664788" w:rsidRDefault="00D64377" w:rsidP="00D64377">
                <w:pPr>
                  <w:pStyle w:val="table"/>
                  <w:jc w:val="center"/>
                </w:pPr>
                <w:r w:rsidRPr="000610E3">
                  <w:rPr>
                    <w:rFonts w:ascii="MS Gothic" w:eastAsia="MS Gothic" w:hAnsi="MS Gothic"/>
                  </w:rPr>
                  <w:t>☐</w:t>
                </w:r>
              </w:p>
            </w:tc>
          </w:sdtContent>
        </w:sdt>
        <w:sdt>
          <w:sdtPr>
            <w:id w:val="-193620289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B31A0A5" w14:textId="77777777" w:rsidR="00D64377" w:rsidRPr="00664788" w:rsidRDefault="00D64377" w:rsidP="00D64377">
                <w:pPr>
                  <w:pStyle w:val="table"/>
                  <w:jc w:val="center"/>
                </w:pPr>
                <w:r w:rsidRPr="000610E3">
                  <w:rPr>
                    <w:rFonts w:ascii="MS Gothic" w:eastAsia="MS Gothic" w:hAnsi="MS Gothic"/>
                  </w:rPr>
                  <w:t>☐</w:t>
                </w:r>
              </w:p>
            </w:tc>
          </w:sdtContent>
        </w:sdt>
        <w:sdt>
          <w:sdtPr>
            <w:id w:val="169943434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9ECAA30" w14:textId="77777777" w:rsidR="00D64377" w:rsidRPr="00664788" w:rsidRDefault="00D64377" w:rsidP="00D64377">
                <w:pPr>
                  <w:pStyle w:val="table"/>
                  <w:jc w:val="center"/>
                </w:pPr>
                <w:r w:rsidRPr="000610E3">
                  <w:rPr>
                    <w:rFonts w:ascii="MS Gothic" w:eastAsia="MS Gothic" w:hAnsi="MS Gothic"/>
                  </w:rPr>
                  <w:t>☐</w:t>
                </w:r>
              </w:p>
            </w:tc>
          </w:sdtContent>
        </w:sdt>
        <w:sdt>
          <w:sdtPr>
            <w:id w:val="122063696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49E1E1" w14:textId="77777777" w:rsidR="00D64377" w:rsidRPr="00664788" w:rsidRDefault="00D64377" w:rsidP="00D64377">
                <w:pPr>
                  <w:pStyle w:val="table"/>
                  <w:jc w:val="center"/>
                </w:pPr>
                <w:r w:rsidRPr="000610E3">
                  <w:rPr>
                    <w:rFonts w:ascii="MS Gothic" w:eastAsia="MS Gothic" w:hAnsi="MS Gothic"/>
                  </w:rPr>
                  <w:t>☐</w:t>
                </w:r>
              </w:p>
            </w:tc>
          </w:sdtContent>
        </w:sdt>
        <w:sdt>
          <w:sdtPr>
            <w:id w:val="207608510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86B6AE7" w14:textId="77777777" w:rsidR="00D64377" w:rsidRPr="00664788" w:rsidRDefault="00D64377" w:rsidP="00D64377">
                <w:pPr>
                  <w:pStyle w:val="table"/>
                  <w:jc w:val="center"/>
                </w:pPr>
                <w:r w:rsidRPr="000610E3">
                  <w:rPr>
                    <w:rFonts w:ascii="MS Gothic" w:eastAsia="MS Gothic" w:hAnsi="MS Gothic"/>
                  </w:rPr>
                  <w:t>☐</w:t>
                </w:r>
              </w:p>
            </w:tc>
          </w:sdtContent>
        </w:sdt>
        <w:sdt>
          <w:sdtPr>
            <w:id w:val="29927729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F0E48D"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37CDDC0"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3853D136" w14:textId="77777777" w:rsidR="00D64377" w:rsidRPr="00664788" w:rsidRDefault="00D64377" w:rsidP="00D64377">
            <w:pPr>
              <w:spacing w:before="40" w:after="40" w:line="240" w:lineRule="auto"/>
              <w:rPr>
                <w:color w:val="FFFFFF" w:themeColor="background1"/>
              </w:rPr>
            </w:pPr>
          </w:p>
        </w:tc>
      </w:tr>
      <w:tr w:rsidR="00D64377" w:rsidRPr="00664788" w14:paraId="71696AFC"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845988C" w14:textId="15178342" w:rsidR="00D64377" w:rsidRPr="00664788" w:rsidRDefault="00D64377" w:rsidP="00D64377">
            <w:pPr>
              <w:pStyle w:val="table"/>
            </w:pPr>
            <w:r>
              <w:t>Toilet flusher</w:t>
            </w:r>
          </w:p>
        </w:tc>
        <w:sdt>
          <w:sdtPr>
            <w:id w:val="-124810686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F9FF4A" w14:textId="77777777" w:rsidR="00D64377" w:rsidRPr="00664788" w:rsidRDefault="00D64377" w:rsidP="00D64377">
                <w:pPr>
                  <w:pStyle w:val="table"/>
                  <w:jc w:val="center"/>
                </w:pPr>
                <w:r w:rsidRPr="0008747B">
                  <w:rPr>
                    <w:rFonts w:ascii="MS Gothic" w:eastAsia="MS Gothic" w:hAnsi="MS Gothic"/>
                  </w:rPr>
                  <w:t>☐</w:t>
                </w:r>
              </w:p>
            </w:tc>
          </w:sdtContent>
        </w:sdt>
        <w:sdt>
          <w:sdtPr>
            <w:id w:val="65835365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1C38EDA" w14:textId="77777777" w:rsidR="00D64377" w:rsidRPr="00664788" w:rsidRDefault="00D64377" w:rsidP="00D64377">
                <w:pPr>
                  <w:pStyle w:val="table"/>
                  <w:jc w:val="center"/>
                </w:pPr>
                <w:r w:rsidRPr="000610E3">
                  <w:rPr>
                    <w:rFonts w:ascii="MS Gothic" w:eastAsia="MS Gothic" w:hAnsi="MS Gothic"/>
                  </w:rPr>
                  <w:t>☐</w:t>
                </w:r>
              </w:p>
            </w:tc>
          </w:sdtContent>
        </w:sdt>
        <w:sdt>
          <w:sdtPr>
            <w:id w:val="17762591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64C1A49" w14:textId="77777777" w:rsidR="00D64377" w:rsidRPr="00664788" w:rsidRDefault="00D64377" w:rsidP="00D64377">
                <w:pPr>
                  <w:pStyle w:val="table"/>
                  <w:jc w:val="center"/>
                </w:pPr>
                <w:r w:rsidRPr="000610E3">
                  <w:rPr>
                    <w:rFonts w:ascii="MS Gothic" w:eastAsia="MS Gothic" w:hAnsi="MS Gothic"/>
                  </w:rPr>
                  <w:t>☐</w:t>
                </w:r>
              </w:p>
            </w:tc>
          </w:sdtContent>
        </w:sdt>
        <w:sdt>
          <w:sdtPr>
            <w:id w:val="121608648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993B3C" w14:textId="77777777" w:rsidR="00D64377" w:rsidRPr="00664788" w:rsidRDefault="00D64377" w:rsidP="00D64377">
                <w:pPr>
                  <w:pStyle w:val="table"/>
                  <w:jc w:val="center"/>
                </w:pPr>
                <w:r w:rsidRPr="000610E3">
                  <w:rPr>
                    <w:rFonts w:ascii="MS Gothic" w:eastAsia="MS Gothic" w:hAnsi="MS Gothic"/>
                  </w:rPr>
                  <w:t>☐</w:t>
                </w:r>
              </w:p>
            </w:tc>
          </w:sdtContent>
        </w:sdt>
        <w:sdt>
          <w:sdtPr>
            <w:id w:val="131320915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1824908" w14:textId="77777777" w:rsidR="00D64377" w:rsidRPr="00664788" w:rsidRDefault="00D64377" w:rsidP="00D64377">
                <w:pPr>
                  <w:pStyle w:val="table"/>
                  <w:jc w:val="center"/>
                </w:pPr>
                <w:r w:rsidRPr="000610E3">
                  <w:rPr>
                    <w:rFonts w:ascii="MS Gothic" w:eastAsia="MS Gothic" w:hAnsi="MS Gothic"/>
                  </w:rPr>
                  <w:t>☐</w:t>
                </w:r>
              </w:p>
            </w:tc>
          </w:sdtContent>
        </w:sdt>
        <w:sdt>
          <w:sdtPr>
            <w:id w:val="-57459059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38A8C0" w14:textId="77777777" w:rsidR="00D64377" w:rsidRPr="00664788" w:rsidRDefault="00D64377" w:rsidP="00D64377">
                <w:pPr>
                  <w:pStyle w:val="table"/>
                  <w:jc w:val="center"/>
                </w:pPr>
                <w:r w:rsidRPr="000610E3">
                  <w:rPr>
                    <w:rFonts w:ascii="MS Gothic" w:eastAsia="MS Gothic" w:hAnsi="MS Gothic"/>
                  </w:rPr>
                  <w:t>☐</w:t>
                </w:r>
              </w:p>
            </w:tc>
          </w:sdtContent>
        </w:sdt>
        <w:sdt>
          <w:sdtPr>
            <w:id w:val="-37145771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EAE965B"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ACAFB45"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58167A94" w14:textId="77777777" w:rsidR="00D64377" w:rsidRPr="00664788" w:rsidRDefault="00D64377" w:rsidP="00D64377">
            <w:pPr>
              <w:spacing w:before="40" w:after="40" w:line="240" w:lineRule="auto"/>
              <w:rPr>
                <w:color w:val="FFFFFF" w:themeColor="background1"/>
              </w:rPr>
            </w:pPr>
          </w:p>
        </w:tc>
      </w:tr>
      <w:tr w:rsidR="00D64377" w:rsidRPr="00664788" w14:paraId="3CEFD0A2"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43A42F9" w14:textId="73C796DF" w:rsidR="00D64377" w:rsidRPr="00664788" w:rsidRDefault="00D64377" w:rsidP="00D64377">
            <w:pPr>
              <w:pStyle w:val="table"/>
            </w:pPr>
            <w:r>
              <w:t>Toilet seat</w:t>
            </w:r>
          </w:p>
        </w:tc>
        <w:sdt>
          <w:sdtPr>
            <w:id w:val="-28011743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284D5B" w14:textId="77777777" w:rsidR="00D64377" w:rsidRPr="00664788" w:rsidRDefault="00D64377" w:rsidP="00D64377">
                <w:pPr>
                  <w:pStyle w:val="table"/>
                  <w:jc w:val="center"/>
                </w:pPr>
                <w:r w:rsidRPr="0008747B">
                  <w:rPr>
                    <w:rFonts w:ascii="MS Gothic" w:eastAsia="MS Gothic" w:hAnsi="MS Gothic"/>
                  </w:rPr>
                  <w:t>☐</w:t>
                </w:r>
              </w:p>
            </w:tc>
          </w:sdtContent>
        </w:sdt>
        <w:sdt>
          <w:sdtPr>
            <w:id w:val="-50922311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2C827C" w14:textId="77777777" w:rsidR="00D64377" w:rsidRPr="00664788" w:rsidRDefault="00D64377" w:rsidP="00D64377">
                <w:pPr>
                  <w:pStyle w:val="table"/>
                  <w:jc w:val="center"/>
                </w:pPr>
                <w:r w:rsidRPr="000610E3">
                  <w:rPr>
                    <w:rFonts w:ascii="MS Gothic" w:eastAsia="MS Gothic" w:hAnsi="MS Gothic"/>
                  </w:rPr>
                  <w:t>☐</w:t>
                </w:r>
              </w:p>
            </w:tc>
          </w:sdtContent>
        </w:sdt>
        <w:sdt>
          <w:sdtPr>
            <w:id w:val="-22561156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96B494" w14:textId="77777777" w:rsidR="00D64377" w:rsidRPr="00664788" w:rsidRDefault="00D64377" w:rsidP="00D64377">
                <w:pPr>
                  <w:pStyle w:val="table"/>
                  <w:jc w:val="center"/>
                </w:pPr>
                <w:r w:rsidRPr="000610E3">
                  <w:rPr>
                    <w:rFonts w:ascii="MS Gothic" w:eastAsia="MS Gothic" w:hAnsi="MS Gothic"/>
                  </w:rPr>
                  <w:t>☐</w:t>
                </w:r>
              </w:p>
            </w:tc>
          </w:sdtContent>
        </w:sdt>
        <w:sdt>
          <w:sdtPr>
            <w:id w:val="83034271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D9A4A0A" w14:textId="77777777" w:rsidR="00D64377" w:rsidRPr="00664788" w:rsidRDefault="00D64377" w:rsidP="00D64377">
                <w:pPr>
                  <w:pStyle w:val="table"/>
                  <w:jc w:val="center"/>
                </w:pPr>
                <w:r w:rsidRPr="000610E3">
                  <w:rPr>
                    <w:rFonts w:ascii="MS Gothic" w:eastAsia="MS Gothic" w:hAnsi="MS Gothic"/>
                  </w:rPr>
                  <w:t>☐</w:t>
                </w:r>
              </w:p>
            </w:tc>
          </w:sdtContent>
        </w:sdt>
        <w:sdt>
          <w:sdtPr>
            <w:id w:val="-72884999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1724EB" w14:textId="77777777" w:rsidR="00D64377" w:rsidRPr="00664788" w:rsidRDefault="00D64377" w:rsidP="00D64377">
                <w:pPr>
                  <w:pStyle w:val="table"/>
                  <w:jc w:val="center"/>
                </w:pPr>
                <w:r w:rsidRPr="000610E3">
                  <w:rPr>
                    <w:rFonts w:ascii="MS Gothic" w:eastAsia="MS Gothic" w:hAnsi="MS Gothic"/>
                  </w:rPr>
                  <w:t>☐</w:t>
                </w:r>
              </w:p>
            </w:tc>
          </w:sdtContent>
        </w:sdt>
        <w:sdt>
          <w:sdtPr>
            <w:id w:val="33642649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9F0350E" w14:textId="77777777" w:rsidR="00D64377" w:rsidRPr="00664788" w:rsidRDefault="00D64377" w:rsidP="00D64377">
                <w:pPr>
                  <w:pStyle w:val="table"/>
                  <w:jc w:val="center"/>
                </w:pPr>
                <w:r w:rsidRPr="000610E3">
                  <w:rPr>
                    <w:rFonts w:ascii="MS Gothic" w:eastAsia="MS Gothic" w:hAnsi="MS Gothic"/>
                  </w:rPr>
                  <w:t>☐</w:t>
                </w:r>
              </w:p>
            </w:tc>
          </w:sdtContent>
        </w:sdt>
        <w:sdt>
          <w:sdtPr>
            <w:id w:val="154408901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F304F0C"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B556DF5"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07680761" w14:textId="77777777" w:rsidR="00D64377" w:rsidRPr="00664788" w:rsidRDefault="00D64377" w:rsidP="00D64377">
            <w:pPr>
              <w:spacing w:before="40" w:after="40" w:line="240" w:lineRule="auto"/>
              <w:rPr>
                <w:color w:val="FFFFFF" w:themeColor="background1"/>
              </w:rPr>
            </w:pPr>
          </w:p>
        </w:tc>
      </w:tr>
      <w:tr w:rsidR="00D64377" w:rsidRPr="00664788" w14:paraId="0FB9426E"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72399C3" w14:textId="09581F64" w:rsidR="00D64377" w:rsidRPr="00664788" w:rsidRDefault="00D64377" w:rsidP="00D64377">
            <w:pPr>
              <w:pStyle w:val="table"/>
            </w:pPr>
            <w:r>
              <w:t>Countertops</w:t>
            </w:r>
          </w:p>
        </w:tc>
        <w:sdt>
          <w:sdtPr>
            <w:id w:val="-36575360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CEAF8D" w14:textId="77777777" w:rsidR="00D64377" w:rsidRPr="00664788" w:rsidRDefault="00D64377" w:rsidP="00D64377">
                <w:pPr>
                  <w:pStyle w:val="table"/>
                  <w:jc w:val="center"/>
                </w:pPr>
                <w:r w:rsidRPr="0008747B">
                  <w:rPr>
                    <w:rFonts w:ascii="MS Gothic" w:eastAsia="MS Gothic" w:hAnsi="MS Gothic"/>
                  </w:rPr>
                  <w:t>☐</w:t>
                </w:r>
              </w:p>
            </w:tc>
          </w:sdtContent>
        </w:sdt>
        <w:sdt>
          <w:sdtPr>
            <w:id w:val="-37253593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31624E" w14:textId="77777777" w:rsidR="00D64377" w:rsidRPr="00664788" w:rsidRDefault="00D64377" w:rsidP="00D64377">
                <w:pPr>
                  <w:pStyle w:val="table"/>
                  <w:jc w:val="center"/>
                </w:pPr>
                <w:r>
                  <w:rPr>
                    <w:rFonts w:ascii="MS Gothic" w:eastAsia="MS Gothic" w:hAnsi="MS Gothic" w:hint="eastAsia"/>
                  </w:rPr>
                  <w:t>☐</w:t>
                </w:r>
              </w:p>
            </w:tc>
          </w:sdtContent>
        </w:sdt>
        <w:sdt>
          <w:sdtPr>
            <w:id w:val="157570841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951902" w14:textId="77777777" w:rsidR="00D64377" w:rsidRPr="00664788" w:rsidRDefault="00D64377" w:rsidP="00D64377">
                <w:pPr>
                  <w:pStyle w:val="table"/>
                  <w:jc w:val="center"/>
                </w:pPr>
                <w:r w:rsidRPr="000610E3">
                  <w:rPr>
                    <w:rFonts w:ascii="MS Gothic" w:eastAsia="MS Gothic" w:hAnsi="MS Gothic"/>
                  </w:rPr>
                  <w:t>☐</w:t>
                </w:r>
              </w:p>
            </w:tc>
          </w:sdtContent>
        </w:sdt>
        <w:sdt>
          <w:sdtPr>
            <w:id w:val="73635962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AED574A" w14:textId="77777777" w:rsidR="00D64377" w:rsidRPr="00664788" w:rsidRDefault="00D64377" w:rsidP="00D64377">
                <w:pPr>
                  <w:pStyle w:val="table"/>
                  <w:jc w:val="center"/>
                </w:pPr>
                <w:r w:rsidRPr="000610E3">
                  <w:rPr>
                    <w:rFonts w:ascii="MS Gothic" w:eastAsia="MS Gothic" w:hAnsi="MS Gothic"/>
                  </w:rPr>
                  <w:t>☐</w:t>
                </w:r>
              </w:p>
            </w:tc>
          </w:sdtContent>
        </w:sdt>
        <w:sdt>
          <w:sdtPr>
            <w:id w:val="-47414121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3A8B7F" w14:textId="77777777" w:rsidR="00D64377" w:rsidRPr="00664788" w:rsidRDefault="00D64377" w:rsidP="00D64377">
                <w:pPr>
                  <w:pStyle w:val="table"/>
                  <w:jc w:val="center"/>
                </w:pPr>
                <w:r w:rsidRPr="000610E3">
                  <w:rPr>
                    <w:rFonts w:ascii="MS Gothic" w:eastAsia="MS Gothic" w:hAnsi="MS Gothic"/>
                  </w:rPr>
                  <w:t>☐</w:t>
                </w:r>
              </w:p>
            </w:tc>
          </w:sdtContent>
        </w:sdt>
        <w:sdt>
          <w:sdtPr>
            <w:id w:val="199275611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066A44" w14:textId="77777777" w:rsidR="00D64377" w:rsidRPr="00664788" w:rsidRDefault="00D64377" w:rsidP="00D64377">
                <w:pPr>
                  <w:pStyle w:val="table"/>
                  <w:jc w:val="center"/>
                </w:pPr>
                <w:r w:rsidRPr="000610E3">
                  <w:rPr>
                    <w:rFonts w:ascii="MS Gothic" w:eastAsia="MS Gothic" w:hAnsi="MS Gothic"/>
                  </w:rPr>
                  <w:t>☐</w:t>
                </w:r>
              </w:p>
            </w:tc>
          </w:sdtContent>
        </w:sdt>
        <w:sdt>
          <w:sdtPr>
            <w:id w:val="-146989084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279874"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6108D9C"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141549B4" w14:textId="77777777" w:rsidR="00D64377" w:rsidRPr="00664788" w:rsidRDefault="00D64377" w:rsidP="00D64377">
            <w:pPr>
              <w:spacing w:before="40" w:after="40" w:line="240" w:lineRule="auto"/>
              <w:rPr>
                <w:color w:val="FFFFFF" w:themeColor="background1"/>
              </w:rPr>
            </w:pPr>
          </w:p>
        </w:tc>
      </w:tr>
      <w:tr w:rsidR="00D64377" w:rsidRPr="00664788" w14:paraId="3C77158E"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13626BD" w14:textId="15BAC0D9" w:rsidR="00D64377" w:rsidRPr="00664788" w:rsidRDefault="00D64377" w:rsidP="00D64377">
            <w:pPr>
              <w:pStyle w:val="table"/>
            </w:pPr>
            <w:r>
              <w:t>Soap Dispenser</w:t>
            </w:r>
          </w:p>
        </w:tc>
        <w:sdt>
          <w:sdtPr>
            <w:id w:val="-165012107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790404" w14:textId="77777777" w:rsidR="00D64377" w:rsidRPr="00664788" w:rsidRDefault="00D64377" w:rsidP="00D64377">
                <w:pPr>
                  <w:pStyle w:val="table"/>
                  <w:jc w:val="center"/>
                </w:pPr>
                <w:r w:rsidRPr="0008747B">
                  <w:rPr>
                    <w:rFonts w:ascii="MS Gothic" w:eastAsia="MS Gothic" w:hAnsi="MS Gothic"/>
                  </w:rPr>
                  <w:t>☐</w:t>
                </w:r>
              </w:p>
            </w:tc>
          </w:sdtContent>
        </w:sdt>
        <w:sdt>
          <w:sdtPr>
            <w:id w:val="-28990447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E9BE1C0" w14:textId="77777777" w:rsidR="00D64377" w:rsidRPr="00664788" w:rsidRDefault="00D64377" w:rsidP="00D64377">
                <w:pPr>
                  <w:pStyle w:val="table"/>
                  <w:jc w:val="center"/>
                </w:pPr>
                <w:r w:rsidRPr="000610E3">
                  <w:rPr>
                    <w:rFonts w:ascii="MS Gothic" w:eastAsia="MS Gothic" w:hAnsi="MS Gothic"/>
                  </w:rPr>
                  <w:t>☐</w:t>
                </w:r>
              </w:p>
            </w:tc>
          </w:sdtContent>
        </w:sdt>
        <w:sdt>
          <w:sdtPr>
            <w:id w:val="-150443001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30437D" w14:textId="77777777" w:rsidR="00D64377" w:rsidRPr="00664788" w:rsidRDefault="00D64377" w:rsidP="00D64377">
                <w:pPr>
                  <w:pStyle w:val="table"/>
                  <w:jc w:val="center"/>
                </w:pPr>
                <w:r w:rsidRPr="000610E3">
                  <w:rPr>
                    <w:rFonts w:ascii="MS Gothic" w:eastAsia="MS Gothic" w:hAnsi="MS Gothic"/>
                  </w:rPr>
                  <w:t>☐</w:t>
                </w:r>
              </w:p>
            </w:tc>
          </w:sdtContent>
        </w:sdt>
        <w:sdt>
          <w:sdtPr>
            <w:id w:val="209466802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99E9DA" w14:textId="77777777" w:rsidR="00D64377" w:rsidRPr="00664788" w:rsidRDefault="00D64377" w:rsidP="00D64377">
                <w:pPr>
                  <w:pStyle w:val="table"/>
                  <w:jc w:val="center"/>
                </w:pPr>
                <w:r w:rsidRPr="000610E3">
                  <w:rPr>
                    <w:rFonts w:ascii="MS Gothic" w:eastAsia="MS Gothic" w:hAnsi="MS Gothic"/>
                  </w:rPr>
                  <w:t>☐</w:t>
                </w:r>
              </w:p>
            </w:tc>
          </w:sdtContent>
        </w:sdt>
        <w:sdt>
          <w:sdtPr>
            <w:id w:val="70575380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AD2910" w14:textId="77777777" w:rsidR="00D64377" w:rsidRPr="00664788" w:rsidRDefault="00D64377" w:rsidP="00D64377">
                <w:pPr>
                  <w:pStyle w:val="table"/>
                  <w:jc w:val="center"/>
                </w:pPr>
                <w:r w:rsidRPr="000610E3">
                  <w:rPr>
                    <w:rFonts w:ascii="MS Gothic" w:eastAsia="MS Gothic" w:hAnsi="MS Gothic"/>
                  </w:rPr>
                  <w:t>☐</w:t>
                </w:r>
              </w:p>
            </w:tc>
          </w:sdtContent>
        </w:sdt>
        <w:sdt>
          <w:sdtPr>
            <w:id w:val="207846603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40D0EA0" w14:textId="77777777" w:rsidR="00D64377" w:rsidRPr="00664788" w:rsidRDefault="00D64377" w:rsidP="00D64377">
                <w:pPr>
                  <w:pStyle w:val="table"/>
                  <w:jc w:val="center"/>
                </w:pPr>
                <w:r w:rsidRPr="000610E3">
                  <w:rPr>
                    <w:rFonts w:ascii="MS Gothic" w:eastAsia="MS Gothic" w:hAnsi="MS Gothic"/>
                  </w:rPr>
                  <w:t>☐</w:t>
                </w:r>
              </w:p>
            </w:tc>
          </w:sdtContent>
        </w:sdt>
        <w:sdt>
          <w:sdtPr>
            <w:id w:val="53755838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3F6D25C"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EF10324"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3F124F40" w14:textId="77777777" w:rsidR="00D64377" w:rsidRPr="00664788" w:rsidRDefault="00D64377" w:rsidP="00D64377">
            <w:pPr>
              <w:spacing w:before="40" w:after="40" w:line="240" w:lineRule="auto"/>
              <w:rPr>
                <w:color w:val="FFFFFF" w:themeColor="background1"/>
              </w:rPr>
            </w:pPr>
          </w:p>
        </w:tc>
      </w:tr>
      <w:tr w:rsidR="00D64377" w:rsidRPr="00664788" w14:paraId="7F49F047"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F82B11E" w14:textId="705D0523" w:rsidR="00D64377" w:rsidRPr="00664788" w:rsidRDefault="00D64377" w:rsidP="00D64377">
            <w:pPr>
              <w:pStyle w:val="table"/>
            </w:pPr>
            <w:r>
              <w:rPr>
                <w:b/>
                <w:bCs/>
              </w:rPr>
              <w:t>MECHANICS</w:t>
            </w:r>
          </w:p>
        </w:tc>
        <w:sdt>
          <w:sdtPr>
            <w:id w:val="-105431059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D19F26" w14:textId="77777777" w:rsidR="00D64377" w:rsidRPr="00664788" w:rsidRDefault="00D64377" w:rsidP="00D64377">
                <w:pPr>
                  <w:pStyle w:val="table"/>
                  <w:jc w:val="center"/>
                </w:pPr>
                <w:r w:rsidRPr="0008747B">
                  <w:rPr>
                    <w:rFonts w:ascii="MS Gothic" w:eastAsia="MS Gothic" w:hAnsi="MS Gothic"/>
                  </w:rPr>
                  <w:t>☐</w:t>
                </w:r>
              </w:p>
            </w:tc>
          </w:sdtContent>
        </w:sdt>
        <w:sdt>
          <w:sdtPr>
            <w:id w:val="23736819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D320B6" w14:textId="77777777" w:rsidR="00D64377" w:rsidRPr="00664788" w:rsidRDefault="00D64377" w:rsidP="00D64377">
                <w:pPr>
                  <w:pStyle w:val="table"/>
                  <w:jc w:val="center"/>
                </w:pPr>
                <w:r w:rsidRPr="000610E3">
                  <w:rPr>
                    <w:rFonts w:ascii="MS Gothic" w:eastAsia="MS Gothic" w:hAnsi="MS Gothic"/>
                  </w:rPr>
                  <w:t>☐</w:t>
                </w:r>
              </w:p>
            </w:tc>
          </w:sdtContent>
        </w:sdt>
        <w:sdt>
          <w:sdtPr>
            <w:id w:val="-31788046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9AD0E4" w14:textId="77777777" w:rsidR="00D64377" w:rsidRPr="00664788" w:rsidRDefault="00D64377" w:rsidP="00D64377">
                <w:pPr>
                  <w:pStyle w:val="table"/>
                  <w:jc w:val="center"/>
                </w:pPr>
                <w:r w:rsidRPr="000610E3">
                  <w:rPr>
                    <w:rFonts w:ascii="MS Gothic" w:eastAsia="MS Gothic" w:hAnsi="MS Gothic"/>
                  </w:rPr>
                  <w:t>☐</w:t>
                </w:r>
              </w:p>
            </w:tc>
          </w:sdtContent>
        </w:sdt>
        <w:sdt>
          <w:sdtPr>
            <w:id w:val="110661794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4C8E86" w14:textId="77777777" w:rsidR="00D64377" w:rsidRPr="00664788" w:rsidRDefault="00D64377" w:rsidP="00D64377">
                <w:pPr>
                  <w:pStyle w:val="table"/>
                  <w:jc w:val="center"/>
                </w:pPr>
                <w:r w:rsidRPr="000610E3">
                  <w:rPr>
                    <w:rFonts w:ascii="MS Gothic" w:eastAsia="MS Gothic" w:hAnsi="MS Gothic"/>
                  </w:rPr>
                  <w:t>☐</w:t>
                </w:r>
              </w:p>
            </w:tc>
          </w:sdtContent>
        </w:sdt>
        <w:sdt>
          <w:sdtPr>
            <w:id w:val="-179228160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048066" w14:textId="77777777" w:rsidR="00D64377" w:rsidRPr="00664788" w:rsidRDefault="00D64377" w:rsidP="00D64377">
                <w:pPr>
                  <w:pStyle w:val="table"/>
                  <w:jc w:val="center"/>
                </w:pPr>
                <w:r w:rsidRPr="000610E3">
                  <w:rPr>
                    <w:rFonts w:ascii="MS Gothic" w:eastAsia="MS Gothic" w:hAnsi="MS Gothic"/>
                  </w:rPr>
                  <w:t>☐</w:t>
                </w:r>
              </w:p>
            </w:tc>
          </w:sdtContent>
        </w:sdt>
        <w:sdt>
          <w:sdtPr>
            <w:id w:val="-44369798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ABE9B1A" w14:textId="77777777" w:rsidR="00D64377" w:rsidRPr="00664788" w:rsidRDefault="00D64377" w:rsidP="00D64377">
                <w:pPr>
                  <w:pStyle w:val="table"/>
                  <w:jc w:val="center"/>
                </w:pPr>
                <w:r w:rsidRPr="000610E3">
                  <w:rPr>
                    <w:rFonts w:ascii="MS Gothic" w:eastAsia="MS Gothic" w:hAnsi="MS Gothic"/>
                  </w:rPr>
                  <w:t>☐</w:t>
                </w:r>
              </w:p>
            </w:tc>
          </w:sdtContent>
        </w:sdt>
        <w:sdt>
          <w:sdtPr>
            <w:id w:val="-54058659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D510A50"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9057F0D"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32E7BCFC" w14:textId="77777777" w:rsidR="00D64377" w:rsidRPr="00664788" w:rsidRDefault="00D64377" w:rsidP="00D64377">
            <w:pPr>
              <w:spacing w:before="40" w:after="40" w:line="240" w:lineRule="auto"/>
              <w:rPr>
                <w:color w:val="FFFFFF" w:themeColor="background1"/>
              </w:rPr>
            </w:pPr>
          </w:p>
        </w:tc>
      </w:tr>
      <w:tr w:rsidR="00D64377" w:rsidRPr="00664788" w14:paraId="231389CD"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293C0BD" w14:textId="20E411D7" w:rsidR="00D64377" w:rsidRPr="00664788" w:rsidRDefault="00D64377" w:rsidP="00D64377">
            <w:pPr>
              <w:pStyle w:val="table"/>
            </w:pPr>
            <w:r>
              <w:t>Hand tools (drills, wrenches, drives, etc.)</w:t>
            </w:r>
          </w:p>
        </w:tc>
        <w:sdt>
          <w:sdtPr>
            <w:id w:val="152798444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55F0B3" w14:textId="77777777" w:rsidR="00D64377" w:rsidRPr="00664788" w:rsidRDefault="00D64377" w:rsidP="00D64377">
                <w:pPr>
                  <w:pStyle w:val="table"/>
                  <w:jc w:val="center"/>
                </w:pPr>
                <w:r w:rsidRPr="0008747B">
                  <w:rPr>
                    <w:rFonts w:ascii="MS Gothic" w:eastAsia="MS Gothic" w:hAnsi="MS Gothic"/>
                  </w:rPr>
                  <w:t>☐</w:t>
                </w:r>
              </w:p>
            </w:tc>
          </w:sdtContent>
        </w:sdt>
        <w:sdt>
          <w:sdtPr>
            <w:id w:val="-13726299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FFB4EE" w14:textId="77777777" w:rsidR="00D64377" w:rsidRPr="00664788" w:rsidRDefault="00D64377" w:rsidP="00D64377">
                <w:pPr>
                  <w:pStyle w:val="table"/>
                  <w:jc w:val="center"/>
                </w:pPr>
                <w:r w:rsidRPr="000610E3">
                  <w:rPr>
                    <w:rFonts w:ascii="MS Gothic" w:eastAsia="MS Gothic" w:hAnsi="MS Gothic"/>
                  </w:rPr>
                  <w:t>☐</w:t>
                </w:r>
              </w:p>
            </w:tc>
          </w:sdtContent>
        </w:sdt>
        <w:sdt>
          <w:sdtPr>
            <w:id w:val="78631616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CCCE741" w14:textId="77777777" w:rsidR="00D64377" w:rsidRPr="00664788" w:rsidRDefault="00D64377" w:rsidP="00D64377">
                <w:pPr>
                  <w:pStyle w:val="table"/>
                  <w:jc w:val="center"/>
                </w:pPr>
                <w:r w:rsidRPr="000610E3">
                  <w:rPr>
                    <w:rFonts w:ascii="MS Gothic" w:eastAsia="MS Gothic" w:hAnsi="MS Gothic"/>
                  </w:rPr>
                  <w:t>☐</w:t>
                </w:r>
              </w:p>
            </w:tc>
          </w:sdtContent>
        </w:sdt>
        <w:sdt>
          <w:sdtPr>
            <w:id w:val="-47668596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D06574" w14:textId="77777777" w:rsidR="00D64377" w:rsidRPr="00664788" w:rsidRDefault="00D64377" w:rsidP="00D64377">
                <w:pPr>
                  <w:pStyle w:val="table"/>
                  <w:jc w:val="center"/>
                </w:pPr>
                <w:r w:rsidRPr="000610E3">
                  <w:rPr>
                    <w:rFonts w:ascii="MS Gothic" w:eastAsia="MS Gothic" w:hAnsi="MS Gothic"/>
                  </w:rPr>
                  <w:t>☐</w:t>
                </w:r>
              </w:p>
            </w:tc>
          </w:sdtContent>
        </w:sdt>
        <w:sdt>
          <w:sdtPr>
            <w:id w:val="-39157401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4D0FFDD" w14:textId="77777777" w:rsidR="00D64377" w:rsidRPr="00664788" w:rsidRDefault="00D64377" w:rsidP="00D64377">
                <w:pPr>
                  <w:pStyle w:val="table"/>
                  <w:jc w:val="center"/>
                </w:pPr>
                <w:r w:rsidRPr="000610E3">
                  <w:rPr>
                    <w:rFonts w:ascii="MS Gothic" w:eastAsia="MS Gothic" w:hAnsi="MS Gothic"/>
                  </w:rPr>
                  <w:t>☐</w:t>
                </w:r>
              </w:p>
            </w:tc>
          </w:sdtContent>
        </w:sdt>
        <w:sdt>
          <w:sdtPr>
            <w:id w:val="-102579010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0F48A44" w14:textId="77777777" w:rsidR="00D64377" w:rsidRPr="00664788" w:rsidRDefault="00D64377" w:rsidP="00D64377">
                <w:pPr>
                  <w:pStyle w:val="table"/>
                  <w:jc w:val="center"/>
                </w:pPr>
                <w:r w:rsidRPr="000610E3">
                  <w:rPr>
                    <w:rFonts w:ascii="MS Gothic" w:eastAsia="MS Gothic" w:hAnsi="MS Gothic"/>
                  </w:rPr>
                  <w:t>☐</w:t>
                </w:r>
              </w:p>
            </w:tc>
          </w:sdtContent>
        </w:sdt>
        <w:sdt>
          <w:sdtPr>
            <w:id w:val="171022891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0692965"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D65E799"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5972C59A" w14:textId="77777777" w:rsidR="00D64377" w:rsidRPr="00664788" w:rsidRDefault="00D64377" w:rsidP="00D64377">
            <w:pPr>
              <w:spacing w:before="40" w:after="40" w:line="240" w:lineRule="auto"/>
              <w:rPr>
                <w:color w:val="FFFFFF" w:themeColor="background1"/>
              </w:rPr>
            </w:pPr>
          </w:p>
        </w:tc>
      </w:tr>
      <w:tr w:rsidR="00D64377" w:rsidRPr="00664788" w14:paraId="2BCC0D51"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F9A43AE" w14:textId="42E0C41B" w:rsidR="00D64377" w:rsidRPr="00664788" w:rsidRDefault="00D64377" w:rsidP="00D64377">
            <w:pPr>
              <w:pStyle w:val="table"/>
            </w:pPr>
            <w:r>
              <w:t>Lifts, levers, knobs</w:t>
            </w:r>
          </w:p>
        </w:tc>
        <w:sdt>
          <w:sdtPr>
            <w:id w:val="-204782484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C234B9F" w14:textId="77777777" w:rsidR="00D64377" w:rsidRPr="00664788" w:rsidRDefault="00D64377" w:rsidP="00D64377">
                <w:pPr>
                  <w:pStyle w:val="table"/>
                  <w:jc w:val="center"/>
                </w:pPr>
                <w:r w:rsidRPr="0008747B">
                  <w:rPr>
                    <w:rFonts w:ascii="MS Gothic" w:eastAsia="MS Gothic" w:hAnsi="MS Gothic"/>
                  </w:rPr>
                  <w:t>☐</w:t>
                </w:r>
              </w:p>
            </w:tc>
          </w:sdtContent>
        </w:sdt>
        <w:sdt>
          <w:sdtPr>
            <w:id w:val="115564587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118CB56" w14:textId="77777777" w:rsidR="00D64377" w:rsidRPr="00664788" w:rsidRDefault="00D64377" w:rsidP="00D64377">
                <w:pPr>
                  <w:pStyle w:val="table"/>
                  <w:jc w:val="center"/>
                </w:pPr>
                <w:r w:rsidRPr="000610E3">
                  <w:rPr>
                    <w:rFonts w:ascii="MS Gothic" w:eastAsia="MS Gothic" w:hAnsi="MS Gothic"/>
                  </w:rPr>
                  <w:t>☐</w:t>
                </w:r>
              </w:p>
            </w:tc>
          </w:sdtContent>
        </w:sdt>
        <w:sdt>
          <w:sdtPr>
            <w:id w:val="-13842509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3D5B09" w14:textId="77777777" w:rsidR="00D64377" w:rsidRPr="00664788" w:rsidRDefault="00D64377" w:rsidP="00D64377">
                <w:pPr>
                  <w:pStyle w:val="table"/>
                  <w:jc w:val="center"/>
                </w:pPr>
                <w:r w:rsidRPr="000610E3">
                  <w:rPr>
                    <w:rFonts w:ascii="MS Gothic" w:eastAsia="MS Gothic" w:hAnsi="MS Gothic"/>
                  </w:rPr>
                  <w:t>☐</w:t>
                </w:r>
              </w:p>
            </w:tc>
          </w:sdtContent>
        </w:sdt>
        <w:sdt>
          <w:sdtPr>
            <w:id w:val="-2725882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FDA5C55" w14:textId="77777777" w:rsidR="00D64377" w:rsidRPr="00664788" w:rsidRDefault="00D64377" w:rsidP="00D64377">
                <w:pPr>
                  <w:pStyle w:val="table"/>
                  <w:jc w:val="center"/>
                </w:pPr>
                <w:r w:rsidRPr="000610E3">
                  <w:rPr>
                    <w:rFonts w:ascii="MS Gothic" w:eastAsia="MS Gothic" w:hAnsi="MS Gothic"/>
                  </w:rPr>
                  <w:t>☐</w:t>
                </w:r>
              </w:p>
            </w:tc>
          </w:sdtContent>
        </w:sdt>
        <w:sdt>
          <w:sdtPr>
            <w:id w:val="-122829563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1510A8" w14:textId="77777777" w:rsidR="00D64377" w:rsidRPr="00664788" w:rsidRDefault="00D64377" w:rsidP="00D64377">
                <w:pPr>
                  <w:pStyle w:val="table"/>
                  <w:jc w:val="center"/>
                </w:pPr>
                <w:r w:rsidRPr="000610E3">
                  <w:rPr>
                    <w:rFonts w:ascii="MS Gothic" w:eastAsia="MS Gothic" w:hAnsi="MS Gothic"/>
                  </w:rPr>
                  <w:t>☐</w:t>
                </w:r>
              </w:p>
            </w:tc>
          </w:sdtContent>
        </w:sdt>
        <w:sdt>
          <w:sdtPr>
            <w:id w:val="46278068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E2CC689" w14:textId="77777777" w:rsidR="00D64377" w:rsidRPr="00664788" w:rsidRDefault="00D64377" w:rsidP="00D64377">
                <w:pPr>
                  <w:pStyle w:val="table"/>
                  <w:jc w:val="center"/>
                </w:pPr>
                <w:r w:rsidRPr="000610E3">
                  <w:rPr>
                    <w:rFonts w:ascii="MS Gothic" w:eastAsia="MS Gothic" w:hAnsi="MS Gothic"/>
                  </w:rPr>
                  <w:t>☐</w:t>
                </w:r>
              </w:p>
            </w:tc>
          </w:sdtContent>
        </w:sdt>
        <w:sdt>
          <w:sdtPr>
            <w:id w:val="34606407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C956E0"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516B8CD"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43BC59C1" w14:textId="77777777" w:rsidR="00D64377" w:rsidRPr="00664788" w:rsidRDefault="00D64377" w:rsidP="00D64377">
            <w:pPr>
              <w:spacing w:before="40" w:after="40" w:line="240" w:lineRule="auto"/>
              <w:rPr>
                <w:color w:val="FFFFFF" w:themeColor="background1"/>
              </w:rPr>
            </w:pPr>
          </w:p>
        </w:tc>
      </w:tr>
      <w:tr w:rsidR="00D64377" w:rsidRPr="00664788" w14:paraId="16654B50"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E27ABD9" w14:textId="54B8FA8C" w:rsidR="00D64377" w:rsidRPr="00664788" w:rsidRDefault="00D64377" w:rsidP="00D64377">
            <w:pPr>
              <w:pStyle w:val="table"/>
            </w:pPr>
            <w:r>
              <w:t>Compressor and attachments</w:t>
            </w:r>
          </w:p>
        </w:tc>
        <w:sdt>
          <w:sdtPr>
            <w:id w:val="199883642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2F89259" w14:textId="77777777" w:rsidR="00D64377" w:rsidRPr="00664788" w:rsidRDefault="00D64377" w:rsidP="00D64377">
                <w:pPr>
                  <w:pStyle w:val="table"/>
                  <w:jc w:val="center"/>
                </w:pPr>
                <w:r w:rsidRPr="0008747B">
                  <w:rPr>
                    <w:rFonts w:ascii="MS Gothic" w:eastAsia="MS Gothic" w:hAnsi="MS Gothic"/>
                  </w:rPr>
                  <w:t>☐</w:t>
                </w:r>
              </w:p>
            </w:tc>
          </w:sdtContent>
        </w:sdt>
        <w:sdt>
          <w:sdtPr>
            <w:id w:val="69256942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5135D76" w14:textId="77777777" w:rsidR="00D64377" w:rsidRPr="00664788" w:rsidRDefault="00D64377" w:rsidP="00D64377">
                <w:pPr>
                  <w:pStyle w:val="table"/>
                  <w:jc w:val="center"/>
                </w:pPr>
                <w:r w:rsidRPr="000610E3">
                  <w:rPr>
                    <w:rFonts w:ascii="MS Gothic" w:eastAsia="MS Gothic" w:hAnsi="MS Gothic"/>
                  </w:rPr>
                  <w:t>☐</w:t>
                </w:r>
              </w:p>
            </w:tc>
          </w:sdtContent>
        </w:sdt>
        <w:sdt>
          <w:sdtPr>
            <w:id w:val="77460277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2F55EBF" w14:textId="77777777" w:rsidR="00D64377" w:rsidRPr="00664788" w:rsidRDefault="00D64377" w:rsidP="00D64377">
                <w:pPr>
                  <w:pStyle w:val="table"/>
                  <w:jc w:val="center"/>
                </w:pPr>
                <w:r w:rsidRPr="000610E3">
                  <w:rPr>
                    <w:rFonts w:ascii="MS Gothic" w:eastAsia="MS Gothic" w:hAnsi="MS Gothic"/>
                  </w:rPr>
                  <w:t>☐</w:t>
                </w:r>
              </w:p>
            </w:tc>
          </w:sdtContent>
        </w:sdt>
        <w:sdt>
          <w:sdtPr>
            <w:id w:val="-178564737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408800" w14:textId="77777777" w:rsidR="00D64377" w:rsidRPr="00664788" w:rsidRDefault="00D64377" w:rsidP="00D64377">
                <w:pPr>
                  <w:pStyle w:val="table"/>
                  <w:jc w:val="center"/>
                </w:pPr>
                <w:r w:rsidRPr="000610E3">
                  <w:rPr>
                    <w:rFonts w:ascii="MS Gothic" w:eastAsia="MS Gothic" w:hAnsi="MS Gothic"/>
                  </w:rPr>
                  <w:t>☐</w:t>
                </w:r>
              </w:p>
            </w:tc>
          </w:sdtContent>
        </w:sdt>
        <w:sdt>
          <w:sdtPr>
            <w:id w:val="-150319594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AE2DD6" w14:textId="77777777" w:rsidR="00D64377" w:rsidRPr="00664788" w:rsidRDefault="00D64377" w:rsidP="00D64377">
                <w:pPr>
                  <w:pStyle w:val="table"/>
                  <w:jc w:val="center"/>
                </w:pPr>
                <w:r w:rsidRPr="000610E3">
                  <w:rPr>
                    <w:rFonts w:ascii="MS Gothic" w:eastAsia="MS Gothic" w:hAnsi="MS Gothic"/>
                  </w:rPr>
                  <w:t>☐</w:t>
                </w:r>
              </w:p>
            </w:tc>
          </w:sdtContent>
        </w:sdt>
        <w:sdt>
          <w:sdtPr>
            <w:id w:val="-111134713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D214050" w14:textId="77777777" w:rsidR="00D64377" w:rsidRPr="00664788" w:rsidRDefault="00D64377" w:rsidP="00D64377">
                <w:pPr>
                  <w:pStyle w:val="table"/>
                  <w:jc w:val="center"/>
                </w:pPr>
                <w:r w:rsidRPr="000610E3">
                  <w:rPr>
                    <w:rFonts w:ascii="MS Gothic" w:eastAsia="MS Gothic" w:hAnsi="MS Gothic"/>
                  </w:rPr>
                  <w:t>☐</w:t>
                </w:r>
              </w:p>
            </w:tc>
          </w:sdtContent>
        </w:sdt>
        <w:sdt>
          <w:sdtPr>
            <w:id w:val="-123655013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AD012C" w14:textId="77777777" w:rsidR="00D64377" w:rsidRPr="00664788" w:rsidRDefault="00D64377" w:rsidP="00D64377">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B12D318" w14:textId="77777777" w:rsidR="00D64377" w:rsidRPr="00664788" w:rsidRDefault="00D64377" w:rsidP="00D64377">
            <w:pPr>
              <w:spacing w:line="240" w:lineRule="auto"/>
            </w:pPr>
          </w:p>
        </w:tc>
        <w:tc>
          <w:tcPr>
            <w:tcW w:w="3554" w:type="dxa"/>
            <w:vMerge/>
            <w:tcBorders>
              <w:top w:val="nil"/>
              <w:left w:val="nil"/>
              <w:bottom w:val="nil"/>
              <w:right w:val="nil"/>
            </w:tcBorders>
            <w:shd w:val="clear" w:color="auto" w:fill="91A8AE" w:themeFill="accent3"/>
            <w:vAlign w:val="center"/>
          </w:tcPr>
          <w:p w14:paraId="5C391EF4" w14:textId="77777777" w:rsidR="00D64377" w:rsidRPr="00664788" w:rsidRDefault="00D64377" w:rsidP="00D64377">
            <w:pPr>
              <w:spacing w:before="40" w:after="40" w:line="240" w:lineRule="auto"/>
              <w:rPr>
                <w:color w:val="FFFFFF" w:themeColor="background1"/>
              </w:rPr>
            </w:pPr>
          </w:p>
        </w:tc>
      </w:tr>
      <w:tr w:rsidR="00D64377" w:rsidRPr="00664788" w14:paraId="2D8F3F88"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706F947" w14:textId="6A15EC53" w:rsidR="00D64377" w:rsidRPr="00664788" w:rsidRDefault="00D64377" w:rsidP="00437F5F">
            <w:pPr>
              <w:pStyle w:val="table"/>
            </w:pPr>
            <w:r>
              <w:t>All equipment dropped for repairs (pre and post repair)</w:t>
            </w:r>
          </w:p>
        </w:tc>
        <w:sdt>
          <w:sdtPr>
            <w:id w:val="-211065760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9601FD" w14:textId="77777777" w:rsidR="00D64377" w:rsidRPr="00664788" w:rsidRDefault="00D64377" w:rsidP="00437F5F">
                <w:pPr>
                  <w:pStyle w:val="table"/>
                  <w:jc w:val="center"/>
                </w:pPr>
                <w:r w:rsidRPr="0008747B">
                  <w:rPr>
                    <w:rFonts w:ascii="MS Gothic" w:eastAsia="MS Gothic" w:hAnsi="MS Gothic"/>
                  </w:rPr>
                  <w:t>☐</w:t>
                </w:r>
              </w:p>
            </w:tc>
          </w:sdtContent>
        </w:sdt>
        <w:sdt>
          <w:sdtPr>
            <w:id w:val="179509500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2D74804" w14:textId="77777777" w:rsidR="00D64377" w:rsidRPr="00664788" w:rsidRDefault="00D64377" w:rsidP="00437F5F">
                <w:pPr>
                  <w:pStyle w:val="table"/>
                  <w:jc w:val="center"/>
                </w:pPr>
                <w:r w:rsidRPr="000610E3">
                  <w:rPr>
                    <w:rFonts w:ascii="MS Gothic" w:eastAsia="MS Gothic" w:hAnsi="MS Gothic"/>
                  </w:rPr>
                  <w:t>☐</w:t>
                </w:r>
              </w:p>
            </w:tc>
          </w:sdtContent>
        </w:sdt>
        <w:sdt>
          <w:sdtPr>
            <w:id w:val="145652008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7F273BB" w14:textId="77777777" w:rsidR="00D64377" w:rsidRPr="00664788" w:rsidRDefault="00D64377" w:rsidP="00437F5F">
                <w:pPr>
                  <w:pStyle w:val="table"/>
                  <w:jc w:val="center"/>
                </w:pPr>
                <w:r w:rsidRPr="000610E3">
                  <w:rPr>
                    <w:rFonts w:ascii="MS Gothic" w:eastAsia="MS Gothic" w:hAnsi="MS Gothic"/>
                  </w:rPr>
                  <w:t>☐</w:t>
                </w:r>
              </w:p>
            </w:tc>
          </w:sdtContent>
        </w:sdt>
        <w:sdt>
          <w:sdtPr>
            <w:id w:val="35115647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4EA233" w14:textId="77777777" w:rsidR="00D64377" w:rsidRPr="00664788" w:rsidRDefault="00D64377" w:rsidP="00437F5F">
                <w:pPr>
                  <w:pStyle w:val="table"/>
                  <w:jc w:val="center"/>
                </w:pPr>
                <w:r w:rsidRPr="000610E3">
                  <w:rPr>
                    <w:rFonts w:ascii="MS Gothic" w:eastAsia="MS Gothic" w:hAnsi="MS Gothic"/>
                  </w:rPr>
                  <w:t>☐</w:t>
                </w:r>
              </w:p>
            </w:tc>
          </w:sdtContent>
        </w:sdt>
        <w:sdt>
          <w:sdtPr>
            <w:id w:val="15341638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2B1737E" w14:textId="77777777" w:rsidR="00D64377" w:rsidRPr="00664788" w:rsidRDefault="00D64377" w:rsidP="00437F5F">
                <w:pPr>
                  <w:pStyle w:val="table"/>
                  <w:jc w:val="center"/>
                </w:pPr>
                <w:r w:rsidRPr="000610E3">
                  <w:rPr>
                    <w:rFonts w:ascii="MS Gothic" w:eastAsia="MS Gothic" w:hAnsi="MS Gothic"/>
                  </w:rPr>
                  <w:t>☐</w:t>
                </w:r>
              </w:p>
            </w:tc>
          </w:sdtContent>
        </w:sdt>
        <w:sdt>
          <w:sdtPr>
            <w:id w:val="153391512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CA87115" w14:textId="77777777" w:rsidR="00D64377" w:rsidRPr="00664788" w:rsidRDefault="00D64377" w:rsidP="00437F5F">
                <w:pPr>
                  <w:pStyle w:val="table"/>
                  <w:jc w:val="center"/>
                </w:pPr>
                <w:r w:rsidRPr="000610E3">
                  <w:rPr>
                    <w:rFonts w:ascii="MS Gothic" w:eastAsia="MS Gothic" w:hAnsi="MS Gothic"/>
                  </w:rPr>
                  <w:t>☐</w:t>
                </w:r>
              </w:p>
            </w:tc>
          </w:sdtContent>
        </w:sdt>
        <w:sdt>
          <w:sdtPr>
            <w:id w:val="-163895061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506F0F8" w14:textId="77777777" w:rsidR="00D64377" w:rsidRPr="00664788" w:rsidRDefault="00D64377"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65738BB" w14:textId="77777777" w:rsidR="00D64377" w:rsidRPr="00664788" w:rsidRDefault="00D64377" w:rsidP="00437F5F">
            <w:pPr>
              <w:spacing w:line="240" w:lineRule="auto"/>
            </w:pPr>
          </w:p>
        </w:tc>
        <w:tc>
          <w:tcPr>
            <w:tcW w:w="3554" w:type="dxa"/>
            <w:vMerge/>
            <w:tcBorders>
              <w:top w:val="nil"/>
              <w:left w:val="nil"/>
              <w:bottom w:val="nil"/>
              <w:right w:val="nil"/>
            </w:tcBorders>
            <w:shd w:val="clear" w:color="auto" w:fill="91A8AE" w:themeFill="accent3"/>
            <w:vAlign w:val="center"/>
          </w:tcPr>
          <w:p w14:paraId="5B282138" w14:textId="77777777" w:rsidR="00D64377" w:rsidRPr="00664788" w:rsidRDefault="00D64377" w:rsidP="00437F5F">
            <w:pPr>
              <w:spacing w:before="40" w:after="40" w:line="240" w:lineRule="auto"/>
              <w:rPr>
                <w:color w:val="FFFFFF" w:themeColor="background1"/>
              </w:rPr>
            </w:pPr>
          </w:p>
        </w:tc>
      </w:tr>
      <w:tr w:rsidR="00D64377" w:rsidRPr="00664788" w14:paraId="22AA9FAA"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B85043E" w14:textId="6618150D" w:rsidR="00D64377" w:rsidRPr="00664788" w:rsidRDefault="00D64377" w:rsidP="00437F5F">
            <w:pPr>
              <w:pStyle w:val="table"/>
            </w:pPr>
          </w:p>
        </w:tc>
        <w:sdt>
          <w:sdtPr>
            <w:id w:val="188998447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00B56F" w14:textId="77777777" w:rsidR="00D64377" w:rsidRPr="00664788" w:rsidRDefault="00D64377" w:rsidP="00437F5F">
                <w:pPr>
                  <w:pStyle w:val="table"/>
                  <w:jc w:val="center"/>
                </w:pPr>
                <w:r w:rsidRPr="0008747B">
                  <w:rPr>
                    <w:rFonts w:ascii="MS Gothic" w:eastAsia="MS Gothic" w:hAnsi="MS Gothic"/>
                  </w:rPr>
                  <w:t>☐</w:t>
                </w:r>
              </w:p>
            </w:tc>
          </w:sdtContent>
        </w:sdt>
        <w:sdt>
          <w:sdtPr>
            <w:id w:val="93501952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B3D475A" w14:textId="77777777" w:rsidR="00D64377" w:rsidRPr="00664788" w:rsidRDefault="00D64377" w:rsidP="00437F5F">
                <w:pPr>
                  <w:pStyle w:val="table"/>
                  <w:jc w:val="center"/>
                </w:pPr>
                <w:r w:rsidRPr="000610E3">
                  <w:rPr>
                    <w:rFonts w:ascii="MS Gothic" w:eastAsia="MS Gothic" w:hAnsi="MS Gothic"/>
                  </w:rPr>
                  <w:t>☐</w:t>
                </w:r>
              </w:p>
            </w:tc>
          </w:sdtContent>
        </w:sdt>
        <w:sdt>
          <w:sdtPr>
            <w:id w:val="-121334487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E73457" w14:textId="77777777" w:rsidR="00D64377" w:rsidRPr="00664788" w:rsidRDefault="00D64377" w:rsidP="00437F5F">
                <w:pPr>
                  <w:pStyle w:val="table"/>
                  <w:jc w:val="center"/>
                </w:pPr>
                <w:r w:rsidRPr="000610E3">
                  <w:rPr>
                    <w:rFonts w:ascii="MS Gothic" w:eastAsia="MS Gothic" w:hAnsi="MS Gothic"/>
                  </w:rPr>
                  <w:t>☐</w:t>
                </w:r>
              </w:p>
            </w:tc>
          </w:sdtContent>
        </w:sdt>
        <w:sdt>
          <w:sdtPr>
            <w:id w:val="153847260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CFD5FB" w14:textId="77777777" w:rsidR="00D64377" w:rsidRPr="00664788" w:rsidRDefault="00D64377" w:rsidP="00437F5F">
                <w:pPr>
                  <w:pStyle w:val="table"/>
                  <w:jc w:val="center"/>
                </w:pPr>
                <w:r w:rsidRPr="000610E3">
                  <w:rPr>
                    <w:rFonts w:ascii="MS Gothic" w:eastAsia="MS Gothic" w:hAnsi="MS Gothic"/>
                  </w:rPr>
                  <w:t>☐</w:t>
                </w:r>
              </w:p>
            </w:tc>
          </w:sdtContent>
        </w:sdt>
        <w:sdt>
          <w:sdtPr>
            <w:id w:val="137019079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850D900" w14:textId="77777777" w:rsidR="00D64377" w:rsidRPr="00664788" w:rsidRDefault="00D64377" w:rsidP="00437F5F">
                <w:pPr>
                  <w:pStyle w:val="table"/>
                  <w:jc w:val="center"/>
                </w:pPr>
                <w:r w:rsidRPr="000610E3">
                  <w:rPr>
                    <w:rFonts w:ascii="MS Gothic" w:eastAsia="MS Gothic" w:hAnsi="MS Gothic"/>
                  </w:rPr>
                  <w:t>☐</w:t>
                </w:r>
              </w:p>
            </w:tc>
          </w:sdtContent>
        </w:sdt>
        <w:sdt>
          <w:sdtPr>
            <w:id w:val="-161504752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0A18E2B" w14:textId="77777777" w:rsidR="00D64377" w:rsidRPr="00664788" w:rsidRDefault="00D64377" w:rsidP="00437F5F">
                <w:pPr>
                  <w:pStyle w:val="table"/>
                  <w:jc w:val="center"/>
                </w:pPr>
                <w:r w:rsidRPr="000610E3">
                  <w:rPr>
                    <w:rFonts w:ascii="MS Gothic" w:eastAsia="MS Gothic" w:hAnsi="MS Gothic"/>
                  </w:rPr>
                  <w:t>☐</w:t>
                </w:r>
              </w:p>
            </w:tc>
          </w:sdtContent>
        </w:sdt>
        <w:sdt>
          <w:sdtPr>
            <w:id w:val="-90768863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D7F82B" w14:textId="77777777" w:rsidR="00D64377" w:rsidRPr="00664788" w:rsidRDefault="00D64377"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8583680" w14:textId="77777777" w:rsidR="00D64377" w:rsidRPr="00664788" w:rsidRDefault="00D64377" w:rsidP="00437F5F">
            <w:pPr>
              <w:spacing w:line="240" w:lineRule="auto"/>
            </w:pPr>
          </w:p>
        </w:tc>
        <w:tc>
          <w:tcPr>
            <w:tcW w:w="3554" w:type="dxa"/>
            <w:vMerge/>
            <w:tcBorders>
              <w:top w:val="nil"/>
              <w:left w:val="nil"/>
              <w:bottom w:val="nil"/>
              <w:right w:val="nil"/>
            </w:tcBorders>
            <w:shd w:val="clear" w:color="auto" w:fill="91A8AE" w:themeFill="accent3"/>
            <w:vAlign w:val="center"/>
          </w:tcPr>
          <w:p w14:paraId="6B2FC522" w14:textId="77777777" w:rsidR="00D64377" w:rsidRPr="00664788" w:rsidRDefault="00D64377" w:rsidP="00437F5F">
            <w:pPr>
              <w:spacing w:before="40" w:after="40" w:line="240" w:lineRule="auto"/>
              <w:rPr>
                <w:color w:val="FFFFFF" w:themeColor="background1"/>
              </w:rPr>
            </w:pPr>
          </w:p>
        </w:tc>
      </w:tr>
      <w:tr w:rsidR="00D64377" w:rsidRPr="00664788" w14:paraId="4E5D1A0F"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6BC0F68" w14:textId="44EC8756" w:rsidR="00D64377" w:rsidRPr="00664788" w:rsidRDefault="00D64377" w:rsidP="00437F5F">
            <w:pPr>
              <w:pStyle w:val="table"/>
            </w:pPr>
          </w:p>
        </w:tc>
        <w:sdt>
          <w:sdtPr>
            <w:id w:val="-100913754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A7C9AB" w14:textId="77777777" w:rsidR="00D64377" w:rsidRPr="00664788" w:rsidRDefault="00D64377" w:rsidP="00437F5F">
                <w:pPr>
                  <w:pStyle w:val="table"/>
                  <w:jc w:val="center"/>
                </w:pPr>
                <w:r w:rsidRPr="0008747B">
                  <w:rPr>
                    <w:rFonts w:ascii="MS Gothic" w:eastAsia="MS Gothic" w:hAnsi="MS Gothic"/>
                  </w:rPr>
                  <w:t>☐</w:t>
                </w:r>
              </w:p>
            </w:tc>
          </w:sdtContent>
        </w:sdt>
        <w:sdt>
          <w:sdtPr>
            <w:id w:val="-129528631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F08A7F" w14:textId="77777777" w:rsidR="00D64377" w:rsidRPr="00664788" w:rsidRDefault="00D64377" w:rsidP="00437F5F">
                <w:pPr>
                  <w:pStyle w:val="table"/>
                  <w:jc w:val="center"/>
                </w:pPr>
                <w:r w:rsidRPr="000610E3">
                  <w:rPr>
                    <w:rFonts w:ascii="MS Gothic" w:eastAsia="MS Gothic" w:hAnsi="MS Gothic"/>
                  </w:rPr>
                  <w:t>☐</w:t>
                </w:r>
              </w:p>
            </w:tc>
          </w:sdtContent>
        </w:sdt>
        <w:sdt>
          <w:sdtPr>
            <w:id w:val="200108053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FE2132" w14:textId="77777777" w:rsidR="00D64377" w:rsidRPr="00664788" w:rsidRDefault="00D64377" w:rsidP="00437F5F">
                <w:pPr>
                  <w:pStyle w:val="table"/>
                  <w:jc w:val="center"/>
                </w:pPr>
                <w:r w:rsidRPr="000610E3">
                  <w:rPr>
                    <w:rFonts w:ascii="MS Gothic" w:eastAsia="MS Gothic" w:hAnsi="MS Gothic"/>
                  </w:rPr>
                  <w:t>☐</w:t>
                </w:r>
              </w:p>
            </w:tc>
          </w:sdtContent>
        </w:sdt>
        <w:sdt>
          <w:sdtPr>
            <w:id w:val="-47452624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4C6D21" w14:textId="77777777" w:rsidR="00D64377" w:rsidRPr="00664788" w:rsidRDefault="00D64377" w:rsidP="00437F5F">
                <w:pPr>
                  <w:pStyle w:val="table"/>
                  <w:jc w:val="center"/>
                </w:pPr>
                <w:r w:rsidRPr="000610E3">
                  <w:rPr>
                    <w:rFonts w:ascii="MS Gothic" w:eastAsia="MS Gothic" w:hAnsi="MS Gothic"/>
                  </w:rPr>
                  <w:t>☐</w:t>
                </w:r>
              </w:p>
            </w:tc>
          </w:sdtContent>
        </w:sdt>
        <w:sdt>
          <w:sdtPr>
            <w:id w:val="-146750267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7036F78" w14:textId="77777777" w:rsidR="00D64377" w:rsidRPr="00664788" w:rsidRDefault="00D64377" w:rsidP="00437F5F">
                <w:pPr>
                  <w:pStyle w:val="table"/>
                  <w:jc w:val="center"/>
                </w:pPr>
                <w:r w:rsidRPr="000610E3">
                  <w:rPr>
                    <w:rFonts w:ascii="MS Gothic" w:eastAsia="MS Gothic" w:hAnsi="MS Gothic"/>
                  </w:rPr>
                  <w:t>☐</w:t>
                </w:r>
              </w:p>
            </w:tc>
          </w:sdtContent>
        </w:sdt>
        <w:sdt>
          <w:sdtPr>
            <w:id w:val="209018934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9D81853" w14:textId="77777777" w:rsidR="00D64377" w:rsidRPr="00664788" w:rsidRDefault="00D64377" w:rsidP="00437F5F">
                <w:pPr>
                  <w:pStyle w:val="table"/>
                  <w:jc w:val="center"/>
                </w:pPr>
                <w:r w:rsidRPr="000610E3">
                  <w:rPr>
                    <w:rFonts w:ascii="MS Gothic" w:eastAsia="MS Gothic" w:hAnsi="MS Gothic"/>
                  </w:rPr>
                  <w:t>☐</w:t>
                </w:r>
              </w:p>
            </w:tc>
          </w:sdtContent>
        </w:sdt>
        <w:sdt>
          <w:sdtPr>
            <w:id w:val="-132528064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29F7CE" w14:textId="77777777" w:rsidR="00D64377" w:rsidRPr="00664788" w:rsidRDefault="00D64377"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F145088" w14:textId="77777777" w:rsidR="00D64377" w:rsidRPr="00664788" w:rsidRDefault="00D64377" w:rsidP="00437F5F">
            <w:pPr>
              <w:spacing w:line="240" w:lineRule="auto"/>
            </w:pPr>
          </w:p>
        </w:tc>
        <w:tc>
          <w:tcPr>
            <w:tcW w:w="3554" w:type="dxa"/>
            <w:vMerge/>
            <w:tcBorders>
              <w:top w:val="nil"/>
              <w:left w:val="nil"/>
              <w:bottom w:val="nil"/>
              <w:right w:val="nil"/>
            </w:tcBorders>
            <w:shd w:val="clear" w:color="auto" w:fill="91A8AE" w:themeFill="accent3"/>
            <w:vAlign w:val="center"/>
          </w:tcPr>
          <w:p w14:paraId="7962622C" w14:textId="77777777" w:rsidR="00D64377" w:rsidRPr="00664788" w:rsidRDefault="00D64377" w:rsidP="00437F5F">
            <w:pPr>
              <w:spacing w:before="40" w:after="40" w:line="240" w:lineRule="auto"/>
              <w:rPr>
                <w:color w:val="FFFFFF" w:themeColor="background1"/>
              </w:rPr>
            </w:pPr>
          </w:p>
        </w:tc>
      </w:tr>
      <w:tr w:rsidR="00D64377" w:rsidRPr="00664788" w14:paraId="486C3522"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4BD96D3" w14:textId="4110D27F" w:rsidR="00D64377" w:rsidRPr="00664788" w:rsidRDefault="00D64377" w:rsidP="00437F5F">
            <w:pPr>
              <w:pStyle w:val="table"/>
            </w:pPr>
          </w:p>
        </w:tc>
        <w:sdt>
          <w:sdtPr>
            <w:id w:val="37427146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5013A3" w14:textId="77777777" w:rsidR="00D64377" w:rsidRPr="00664788" w:rsidRDefault="00D64377" w:rsidP="00437F5F">
                <w:pPr>
                  <w:pStyle w:val="table"/>
                  <w:jc w:val="center"/>
                </w:pPr>
                <w:r w:rsidRPr="0008747B">
                  <w:rPr>
                    <w:rFonts w:ascii="MS Gothic" w:eastAsia="MS Gothic" w:hAnsi="MS Gothic"/>
                  </w:rPr>
                  <w:t>☐</w:t>
                </w:r>
              </w:p>
            </w:tc>
          </w:sdtContent>
        </w:sdt>
        <w:sdt>
          <w:sdtPr>
            <w:id w:val="90765655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0E3F24" w14:textId="77777777" w:rsidR="00D64377" w:rsidRPr="00664788" w:rsidRDefault="00D64377" w:rsidP="00437F5F">
                <w:pPr>
                  <w:pStyle w:val="table"/>
                  <w:jc w:val="center"/>
                </w:pPr>
                <w:r w:rsidRPr="000610E3">
                  <w:rPr>
                    <w:rFonts w:ascii="MS Gothic" w:eastAsia="MS Gothic" w:hAnsi="MS Gothic"/>
                  </w:rPr>
                  <w:t>☐</w:t>
                </w:r>
              </w:p>
            </w:tc>
          </w:sdtContent>
        </w:sdt>
        <w:sdt>
          <w:sdtPr>
            <w:id w:val="82331931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4990346" w14:textId="77777777" w:rsidR="00D64377" w:rsidRPr="00664788" w:rsidRDefault="00D64377" w:rsidP="00437F5F">
                <w:pPr>
                  <w:pStyle w:val="table"/>
                  <w:jc w:val="center"/>
                </w:pPr>
                <w:r w:rsidRPr="000610E3">
                  <w:rPr>
                    <w:rFonts w:ascii="MS Gothic" w:eastAsia="MS Gothic" w:hAnsi="MS Gothic"/>
                  </w:rPr>
                  <w:t>☐</w:t>
                </w:r>
              </w:p>
            </w:tc>
          </w:sdtContent>
        </w:sdt>
        <w:sdt>
          <w:sdtPr>
            <w:id w:val="119728225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1F5AF1" w14:textId="77777777" w:rsidR="00D64377" w:rsidRPr="00664788" w:rsidRDefault="00D64377" w:rsidP="00437F5F">
                <w:pPr>
                  <w:pStyle w:val="table"/>
                  <w:jc w:val="center"/>
                </w:pPr>
                <w:r w:rsidRPr="000610E3">
                  <w:rPr>
                    <w:rFonts w:ascii="MS Gothic" w:eastAsia="MS Gothic" w:hAnsi="MS Gothic"/>
                  </w:rPr>
                  <w:t>☐</w:t>
                </w:r>
              </w:p>
            </w:tc>
          </w:sdtContent>
        </w:sdt>
        <w:sdt>
          <w:sdtPr>
            <w:id w:val="-212237103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6F0801A" w14:textId="77777777" w:rsidR="00D64377" w:rsidRPr="00664788" w:rsidRDefault="00D64377" w:rsidP="00437F5F">
                <w:pPr>
                  <w:pStyle w:val="table"/>
                  <w:jc w:val="center"/>
                </w:pPr>
                <w:r w:rsidRPr="000610E3">
                  <w:rPr>
                    <w:rFonts w:ascii="MS Gothic" w:eastAsia="MS Gothic" w:hAnsi="MS Gothic"/>
                  </w:rPr>
                  <w:t>☐</w:t>
                </w:r>
              </w:p>
            </w:tc>
          </w:sdtContent>
        </w:sdt>
        <w:sdt>
          <w:sdtPr>
            <w:id w:val="-108051989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6F5A42" w14:textId="77777777" w:rsidR="00D64377" w:rsidRPr="00664788" w:rsidRDefault="00D64377" w:rsidP="00437F5F">
                <w:pPr>
                  <w:pStyle w:val="table"/>
                  <w:jc w:val="center"/>
                </w:pPr>
                <w:r w:rsidRPr="000610E3">
                  <w:rPr>
                    <w:rFonts w:ascii="MS Gothic" w:eastAsia="MS Gothic" w:hAnsi="MS Gothic"/>
                  </w:rPr>
                  <w:t>☐</w:t>
                </w:r>
              </w:p>
            </w:tc>
          </w:sdtContent>
        </w:sdt>
        <w:sdt>
          <w:sdtPr>
            <w:id w:val="-59124062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E676A2" w14:textId="77777777" w:rsidR="00D64377" w:rsidRPr="00664788" w:rsidRDefault="00D64377"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1620AD4" w14:textId="77777777" w:rsidR="00D64377" w:rsidRPr="00664788" w:rsidRDefault="00D64377" w:rsidP="00437F5F">
            <w:pPr>
              <w:spacing w:line="240" w:lineRule="auto"/>
            </w:pPr>
          </w:p>
        </w:tc>
        <w:tc>
          <w:tcPr>
            <w:tcW w:w="3554" w:type="dxa"/>
            <w:vMerge/>
            <w:tcBorders>
              <w:top w:val="nil"/>
              <w:left w:val="nil"/>
              <w:bottom w:val="nil"/>
              <w:right w:val="nil"/>
            </w:tcBorders>
            <w:shd w:val="clear" w:color="auto" w:fill="91A8AE" w:themeFill="accent3"/>
            <w:vAlign w:val="center"/>
          </w:tcPr>
          <w:p w14:paraId="69464905" w14:textId="77777777" w:rsidR="00D64377" w:rsidRPr="00664788" w:rsidRDefault="00D64377" w:rsidP="00437F5F">
            <w:pPr>
              <w:spacing w:before="40" w:after="40" w:line="240" w:lineRule="auto"/>
              <w:rPr>
                <w:color w:val="FFFFFF" w:themeColor="background1"/>
              </w:rPr>
            </w:pPr>
          </w:p>
        </w:tc>
      </w:tr>
      <w:tr w:rsidR="00D64377" w:rsidRPr="00664788" w14:paraId="30B0AD98"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A3F3DE7" w14:textId="3D682D53" w:rsidR="00D64377" w:rsidRPr="00664788" w:rsidRDefault="00D64377" w:rsidP="00437F5F">
            <w:pPr>
              <w:pStyle w:val="table"/>
            </w:pPr>
          </w:p>
        </w:tc>
        <w:sdt>
          <w:sdtPr>
            <w:id w:val="147934421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36BDFA" w14:textId="77777777" w:rsidR="00D64377" w:rsidRPr="00664788" w:rsidRDefault="00D64377" w:rsidP="00437F5F">
                <w:pPr>
                  <w:pStyle w:val="table"/>
                  <w:jc w:val="center"/>
                </w:pPr>
                <w:r w:rsidRPr="0008747B">
                  <w:rPr>
                    <w:rFonts w:ascii="MS Gothic" w:eastAsia="MS Gothic" w:hAnsi="MS Gothic"/>
                  </w:rPr>
                  <w:t>☐</w:t>
                </w:r>
              </w:p>
            </w:tc>
          </w:sdtContent>
        </w:sdt>
        <w:sdt>
          <w:sdtPr>
            <w:id w:val="-75797572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A2311C9" w14:textId="77777777" w:rsidR="00D64377" w:rsidRPr="00664788" w:rsidRDefault="00D64377" w:rsidP="00437F5F">
                <w:pPr>
                  <w:pStyle w:val="table"/>
                  <w:jc w:val="center"/>
                </w:pPr>
                <w:r w:rsidRPr="000610E3">
                  <w:rPr>
                    <w:rFonts w:ascii="MS Gothic" w:eastAsia="MS Gothic" w:hAnsi="MS Gothic"/>
                  </w:rPr>
                  <w:t>☐</w:t>
                </w:r>
              </w:p>
            </w:tc>
          </w:sdtContent>
        </w:sdt>
        <w:sdt>
          <w:sdtPr>
            <w:id w:val="137041424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E6E306C" w14:textId="77777777" w:rsidR="00D64377" w:rsidRPr="00664788" w:rsidRDefault="00D64377" w:rsidP="00437F5F">
                <w:pPr>
                  <w:pStyle w:val="table"/>
                  <w:jc w:val="center"/>
                </w:pPr>
                <w:r w:rsidRPr="000610E3">
                  <w:rPr>
                    <w:rFonts w:ascii="MS Gothic" w:eastAsia="MS Gothic" w:hAnsi="MS Gothic"/>
                  </w:rPr>
                  <w:t>☐</w:t>
                </w:r>
              </w:p>
            </w:tc>
          </w:sdtContent>
        </w:sdt>
        <w:sdt>
          <w:sdtPr>
            <w:id w:val="192768700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444885D" w14:textId="77777777" w:rsidR="00D64377" w:rsidRPr="00664788" w:rsidRDefault="00D64377" w:rsidP="00437F5F">
                <w:pPr>
                  <w:pStyle w:val="table"/>
                  <w:jc w:val="center"/>
                </w:pPr>
                <w:r w:rsidRPr="000610E3">
                  <w:rPr>
                    <w:rFonts w:ascii="MS Gothic" w:eastAsia="MS Gothic" w:hAnsi="MS Gothic"/>
                  </w:rPr>
                  <w:t>☐</w:t>
                </w:r>
              </w:p>
            </w:tc>
          </w:sdtContent>
        </w:sdt>
        <w:sdt>
          <w:sdtPr>
            <w:id w:val="-209770208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4300545" w14:textId="77777777" w:rsidR="00D64377" w:rsidRPr="00664788" w:rsidRDefault="00D64377" w:rsidP="00437F5F">
                <w:pPr>
                  <w:pStyle w:val="table"/>
                  <w:jc w:val="center"/>
                </w:pPr>
                <w:r w:rsidRPr="000610E3">
                  <w:rPr>
                    <w:rFonts w:ascii="MS Gothic" w:eastAsia="MS Gothic" w:hAnsi="MS Gothic"/>
                  </w:rPr>
                  <w:t>☐</w:t>
                </w:r>
              </w:p>
            </w:tc>
          </w:sdtContent>
        </w:sdt>
        <w:sdt>
          <w:sdtPr>
            <w:id w:val="32786411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146E55B" w14:textId="77777777" w:rsidR="00D64377" w:rsidRPr="00664788" w:rsidRDefault="00D64377" w:rsidP="00437F5F">
                <w:pPr>
                  <w:pStyle w:val="table"/>
                  <w:jc w:val="center"/>
                </w:pPr>
                <w:r w:rsidRPr="000610E3">
                  <w:rPr>
                    <w:rFonts w:ascii="MS Gothic" w:eastAsia="MS Gothic" w:hAnsi="MS Gothic"/>
                  </w:rPr>
                  <w:t>☐</w:t>
                </w:r>
              </w:p>
            </w:tc>
          </w:sdtContent>
        </w:sdt>
        <w:sdt>
          <w:sdtPr>
            <w:id w:val="128584731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D9C439" w14:textId="77777777" w:rsidR="00D64377" w:rsidRPr="00664788" w:rsidRDefault="00D64377"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849BBAF" w14:textId="77777777" w:rsidR="00D64377" w:rsidRPr="00664788" w:rsidRDefault="00D64377" w:rsidP="00437F5F">
            <w:pPr>
              <w:spacing w:line="240" w:lineRule="auto"/>
            </w:pPr>
          </w:p>
        </w:tc>
        <w:tc>
          <w:tcPr>
            <w:tcW w:w="3554" w:type="dxa"/>
            <w:vMerge w:val="restart"/>
            <w:tcBorders>
              <w:top w:val="nil"/>
              <w:left w:val="nil"/>
              <w:bottom w:val="nil"/>
              <w:right w:val="nil"/>
            </w:tcBorders>
            <w:shd w:val="clear" w:color="auto" w:fill="91A8AE" w:themeFill="accent3"/>
            <w:vAlign w:val="center"/>
          </w:tcPr>
          <w:p w14:paraId="3FB227E1" w14:textId="77777777" w:rsidR="00D64377" w:rsidRPr="00664788" w:rsidRDefault="00D64377" w:rsidP="00437F5F">
            <w:pPr>
              <w:spacing w:before="0" w:after="80" w:line="240" w:lineRule="auto"/>
              <w:rPr>
                <w:color w:val="FFFFFF" w:themeColor="background1"/>
              </w:rPr>
            </w:pPr>
          </w:p>
        </w:tc>
      </w:tr>
      <w:tr w:rsidR="00D64377" w:rsidRPr="00664788" w14:paraId="2BAB20A8"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500654E" w14:textId="609FA52A" w:rsidR="00D64377" w:rsidRPr="00664788" w:rsidRDefault="00D64377" w:rsidP="00437F5F">
            <w:pPr>
              <w:pStyle w:val="table"/>
            </w:pPr>
          </w:p>
        </w:tc>
        <w:sdt>
          <w:sdtPr>
            <w:id w:val="-20787033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B3B26F1" w14:textId="77777777" w:rsidR="00D64377" w:rsidRPr="00664788" w:rsidRDefault="00D64377" w:rsidP="00437F5F">
                <w:pPr>
                  <w:pStyle w:val="table"/>
                  <w:jc w:val="center"/>
                </w:pPr>
                <w:r w:rsidRPr="0008747B">
                  <w:rPr>
                    <w:rFonts w:ascii="MS Gothic" w:eastAsia="MS Gothic" w:hAnsi="MS Gothic"/>
                  </w:rPr>
                  <w:t>☐</w:t>
                </w:r>
              </w:p>
            </w:tc>
          </w:sdtContent>
        </w:sdt>
        <w:sdt>
          <w:sdtPr>
            <w:id w:val="22596069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51E1F0" w14:textId="77777777" w:rsidR="00D64377" w:rsidRPr="00664788" w:rsidRDefault="00D64377" w:rsidP="00437F5F">
                <w:pPr>
                  <w:pStyle w:val="table"/>
                  <w:jc w:val="center"/>
                </w:pPr>
                <w:r w:rsidRPr="000610E3">
                  <w:rPr>
                    <w:rFonts w:ascii="MS Gothic" w:eastAsia="MS Gothic" w:hAnsi="MS Gothic"/>
                  </w:rPr>
                  <w:t>☐</w:t>
                </w:r>
              </w:p>
            </w:tc>
          </w:sdtContent>
        </w:sdt>
        <w:sdt>
          <w:sdtPr>
            <w:id w:val="208595881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558DBB" w14:textId="77777777" w:rsidR="00D64377" w:rsidRPr="00664788" w:rsidRDefault="00D64377" w:rsidP="00437F5F">
                <w:pPr>
                  <w:pStyle w:val="table"/>
                  <w:jc w:val="center"/>
                </w:pPr>
                <w:r w:rsidRPr="000610E3">
                  <w:rPr>
                    <w:rFonts w:ascii="MS Gothic" w:eastAsia="MS Gothic" w:hAnsi="MS Gothic"/>
                  </w:rPr>
                  <w:t>☐</w:t>
                </w:r>
              </w:p>
            </w:tc>
          </w:sdtContent>
        </w:sdt>
        <w:sdt>
          <w:sdtPr>
            <w:id w:val="-82327467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C2AF4BB" w14:textId="77777777" w:rsidR="00D64377" w:rsidRPr="00664788" w:rsidRDefault="00D64377" w:rsidP="00437F5F">
                <w:pPr>
                  <w:pStyle w:val="table"/>
                  <w:jc w:val="center"/>
                </w:pPr>
                <w:r w:rsidRPr="000610E3">
                  <w:rPr>
                    <w:rFonts w:ascii="MS Gothic" w:eastAsia="MS Gothic" w:hAnsi="MS Gothic"/>
                  </w:rPr>
                  <w:t>☐</w:t>
                </w:r>
              </w:p>
            </w:tc>
          </w:sdtContent>
        </w:sdt>
        <w:sdt>
          <w:sdtPr>
            <w:id w:val="119226708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FB93CF" w14:textId="77777777" w:rsidR="00D64377" w:rsidRPr="00664788" w:rsidRDefault="00D64377" w:rsidP="00437F5F">
                <w:pPr>
                  <w:pStyle w:val="table"/>
                  <w:jc w:val="center"/>
                </w:pPr>
                <w:r w:rsidRPr="000610E3">
                  <w:rPr>
                    <w:rFonts w:ascii="MS Gothic" w:eastAsia="MS Gothic" w:hAnsi="MS Gothic"/>
                  </w:rPr>
                  <w:t>☐</w:t>
                </w:r>
              </w:p>
            </w:tc>
          </w:sdtContent>
        </w:sdt>
        <w:sdt>
          <w:sdtPr>
            <w:id w:val="17423523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623900" w14:textId="77777777" w:rsidR="00D64377" w:rsidRPr="00664788" w:rsidRDefault="00D64377" w:rsidP="00437F5F">
                <w:pPr>
                  <w:pStyle w:val="table"/>
                  <w:jc w:val="center"/>
                </w:pPr>
                <w:r w:rsidRPr="000610E3">
                  <w:rPr>
                    <w:rFonts w:ascii="MS Gothic" w:eastAsia="MS Gothic" w:hAnsi="MS Gothic"/>
                  </w:rPr>
                  <w:t>☐</w:t>
                </w:r>
              </w:p>
            </w:tc>
          </w:sdtContent>
        </w:sdt>
        <w:sdt>
          <w:sdtPr>
            <w:id w:val="2822725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3195CF" w14:textId="77777777" w:rsidR="00D64377" w:rsidRPr="00664788" w:rsidRDefault="00D64377"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C4CF3C0" w14:textId="77777777" w:rsidR="00D64377" w:rsidRPr="00664788" w:rsidRDefault="00D64377" w:rsidP="00437F5F">
            <w:pPr>
              <w:spacing w:line="240" w:lineRule="auto"/>
            </w:pPr>
          </w:p>
        </w:tc>
        <w:tc>
          <w:tcPr>
            <w:tcW w:w="3554" w:type="dxa"/>
            <w:vMerge/>
            <w:tcBorders>
              <w:top w:val="nil"/>
              <w:left w:val="nil"/>
              <w:bottom w:val="nil"/>
              <w:right w:val="nil"/>
            </w:tcBorders>
            <w:shd w:val="clear" w:color="auto" w:fill="91A8AE" w:themeFill="accent3"/>
            <w:vAlign w:val="center"/>
          </w:tcPr>
          <w:p w14:paraId="3F2FE684" w14:textId="77777777" w:rsidR="00D64377" w:rsidRPr="00664788" w:rsidRDefault="00D64377" w:rsidP="00437F5F">
            <w:pPr>
              <w:spacing w:before="40" w:after="40" w:line="240" w:lineRule="auto"/>
            </w:pPr>
          </w:p>
        </w:tc>
      </w:tr>
      <w:tr w:rsidR="00D64377" w:rsidRPr="00664788" w14:paraId="6BBB8FCD"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F10AA8A" w14:textId="67901831" w:rsidR="00D64377" w:rsidRPr="00664788" w:rsidRDefault="00D64377" w:rsidP="00437F5F">
            <w:pPr>
              <w:pStyle w:val="table"/>
            </w:pPr>
          </w:p>
        </w:tc>
        <w:sdt>
          <w:sdtPr>
            <w:id w:val="152505551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6B6459" w14:textId="77777777" w:rsidR="00D64377" w:rsidRPr="00664788" w:rsidRDefault="00D64377" w:rsidP="00437F5F">
                <w:pPr>
                  <w:pStyle w:val="table"/>
                  <w:jc w:val="center"/>
                </w:pPr>
                <w:r w:rsidRPr="0008747B">
                  <w:rPr>
                    <w:rFonts w:ascii="MS Gothic" w:eastAsia="MS Gothic" w:hAnsi="MS Gothic"/>
                  </w:rPr>
                  <w:t>☐</w:t>
                </w:r>
              </w:p>
            </w:tc>
          </w:sdtContent>
        </w:sdt>
        <w:sdt>
          <w:sdtPr>
            <w:id w:val="88206716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BF5799B" w14:textId="77777777" w:rsidR="00D64377" w:rsidRPr="00664788" w:rsidRDefault="00D64377" w:rsidP="00437F5F">
                <w:pPr>
                  <w:pStyle w:val="table"/>
                  <w:jc w:val="center"/>
                </w:pPr>
                <w:r w:rsidRPr="000610E3">
                  <w:rPr>
                    <w:rFonts w:ascii="MS Gothic" w:eastAsia="MS Gothic" w:hAnsi="MS Gothic"/>
                  </w:rPr>
                  <w:t>☐</w:t>
                </w:r>
              </w:p>
            </w:tc>
          </w:sdtContent>
        </w:sdt>
        <w:sdt>
          <w:sdtPr>
            <w:id w:val="-188416750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3470FE4" w14:textId="77777777" w:rsidR="00D64377" w:rsidRPr="00664788" w:rsidRDefault="00D64377" w:rsidP="00437F5F">
                <w:pPr>
                  <w:pStyle w:val="table"/>
                  <w:jc w:val="center"/>
                </w:pPr>
                <w:r w:rsidRPr="000610E3">
                  <w:rPr>
                    <w:rFonts w:ascii="MS Gothic" w:eastAsia="MS Gothic" w:hAnsi="MS Gothic"/>
                  </w:rPr>
                  <w:t>☐</w:t>
                </w:r>
              </w:p>
            </w:tc>
          </w:sdtContent>
        </w:sdt>
        <w:sdt>
          <w:sdtPr>
            <w:id w:val="83719357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397CD6" w14:textId="77777777" w:rsidR="00D64377" w:rsidRPr="00664788" w:rsidRDefault="00D64377" w:rsidP="00437F5F">
                <w:pPr>
                  <w:pStyle w:val="table"/>
                  <w:jc w:val="center"/>
                </w:pPr>
                <w:r w:rsidRPr="000610E3">
                  <w:rPr>
                    <w:rFonts w:ascii="MS Gothic" w:eastAsia="MS Gothic" w:hAnsi="MS Gothic"/>
                  </w:rPr>
                  <w:t>☐</w:t>
                </w:r>
              </w:p>
            </w:tc>
          </w:sdtContent>
        </w:sdt>
        <w:sdt>
          <w:sdtPr>
            <w:id w:val="211138903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07703E0" w14:textId="77777777" w:rsidR="00D64377" w:rsidRPr="00664788" w:rsidRDefault="00D64377" w:rsidP="00437F5F">
                <w:pPr>
                  <w:pStyle w:val="table"/>
                  <w:jc w:val="center"/>
                </w:pPr>
                <w:r w:rsidRPr="000610E3">
                  <w:rPr>
                    <w:rFonts w:ascii="MS Gothic" w:eastAsia="MS Gothic" w:hAnsi="MS Gothic"/>
                  </w:rPr>
                  <w:t>☐</w:t>
                </w:r>
              </w:p>
            </w:tc>
          </w:sdtContent>
        </w:sdt>
        <w:sdt>
          <w:sdtPr>
            <w:id w:val="-164727893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0DC4B97" w14:textId="77777777" w:rsidR="00D64377" w:rsidRPr="00664788" w:rsidRDefault="00D64377" w:rsidP="00437F5F">
                <w:pPr>
                  <w:pStyle w:val="table"/>
                  <w:jc w:val="center"/>
                </w:pPr>
                <w:r w:rsidRPr="000610E3">
                  <w:rPr>
                    <w:rFonts w:ascii="MS Gothic" w:eastAsia="MS Gothic" w:hAnsi="MS Gothic"/>
                  </w:rPr>
                  <w:t>☐</w:t>
                </w:r>
              </w:p>
            </w:tc>
          </w:sdtContent>
        </w:sdt>
        <w:sdt>
          <w:sdtPr>
            <w:id w:val="205419200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4CC7EE" w14:textId="77777777" w:rsidR="00D64377" w:rsidRPr="00664788" w:rsidRDefault="00D64377"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29EE660" w14:textId="77777777" w:rsidR="00D64377" w:rsidRPr="00664788" w:rsidRDefault="00D64377" w:rsidP="00437F5F">
            <w:pPr>
              <w:spacing w:line="240" w:lineRule="auto"/>
            </w:pPr>
          </w:p>
        </w:tc>
        <w:tc>
          <w:tcPr>
            <w:tcW w:w="3554" w:type="dxa"/>
            <w:vMerge/>
            <w:tcBorders>
              <w:top w:val="nil"/>
              <w:left w:val="nil"/>
              <w:bottom w:val="nil"/>
              <w:right w:val="nil"/>
            </w:tcBorders>
            <w:shd w:val="clear" w:color="auto" w:fill="91A8AE" w:themeFill="accent3"/>
            <w:vAlign w:val="center"/>
          </w:tcPr>
          <w:p w14:paraId="54F8E6D0" w14:textId="77777777" w:rsidR="00D64377" w:rsidRPr="00664788" w:rsidRDefault="00D64377" w:rsidP="00437F5F">
            <w:pPr>
              <w:spacing w:before="40" w:after="40" w:line="240" w:lineRule="auto"/>
            </w:pPr>
          </w:p>
        </w:tc>
      </w:tr>
      <w:tr w:rsidR="00D64377" w:rsidRPr="00664788" w14:paraId="2A1BAFF6"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588AE4D" w14:textId="1DFD0B23" w:rsidR="00D64377" w:rsidRPr="00664788" w:rsidRDefault="00D64377" w:rsidP="00437F5F">
            <w:pPr>
              <w:pStyle w:val="table"/>
            </w:pPr>
          </w:p>
        </w:tc>
        <w:sdt>
          <w:sdtPr>
            <w:id w:val="-165960552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7937925" w14:textId="77777777" w:rsidR="00D64377" w:rsidRPr="00664788" w:rsidRDefault="00D64377" w:rsidP="00437F5F">
                <w:pPr>
                  <w:pStyle w:val="table"/>
                  <w:jc w:val="center"/>
                </w:pPr>
                <w:r w:rsidRPr="0008747B">
                  <w:rPr>
                    <w:rFonts w:ascii="MS Gothic" w:eastAsia="MS Gothic" w:hAnsi="MS Gothic"/>
                  </w:rPr>
                  <w:t>☐</w:t>
                </w:r>
              </w:p>
            </w:tc>
          </w:sdtContent>
        </w:sdt>
        <w:sdt>
          <w:sdtPr>
            <w:id w:val="-124024712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9B4A9F" w14:textId="77777777" w:rsidR="00D64377" w:rsidRPr="00664788" w:rsidRDefault="00D64377" w:rsidP="00437F5F">
                <w:pPr>
                  <w:pStyle w:val="table"/>
                  <w:jc w:val="center"/>
                </w:pPr>
                <w:r w:rsidRPr="000610E3">
                  <w:rPr>
                    <w:rFonts w:ascii="MS Gothic" w:eastAsia="MS Gothic" w:hAnsi="MS Gothic"/>
                  </w:rPr>
                  <w:t>☐</w:t>
                </w:r>
              </w:p>
            </w:tc>
          </w:sdtContent>
        </w:sdt>
        <w:sdt>
          <w:sdtPr>
            <w:id w:val="-114173323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8A88DB" w14:textId="77777777" w:rsidR="00D64377" w:rsidRPr="00664788" w:rsidRDefault="00D64377" w:rsidP="00437F5F">
                <w:pPr>
                  <w:pStyle w:val="table"/>
                  <w:jc w:val="center"/>
                </w:pPr>
                <w:r w:rsidRPr="000610E3">
                  <w:rPr>
                    <w:rFonts w:ascii="MS Gothic" w:eastAsia="MS Gothic" w:hAnsi="MS Gothic"/>
                  </w:rPr>
                  <w:t>☐</w:t>
                </w:r>
              </w:p>
            </w:tc>
          </w:sdtContent>
        </w:sdt>
        <w:sdt>
          <w:sdtPr>
            <w:id w:val="-178788063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4B12442" w14:textId="77777777" w:rsidR="00D64377" w:rsidRPr="00664788" w:rsidRDefault="00D64377" w:rsidP="00437F5F">
                <w:pPr>
                  <w:pStyle w:val="table"/>
                  <w:jc w:val="center"/>
                </w:pPr>
                <w:r w:rsidRPr="000610E3">
                  <w:rPr>
                    <w:rFonts w:ascii="MS Gothic" w:eastAsia="MS Gothic" w:hAnsi="MS Gothic"/>
                  </w:rPr>
                  <w:t>☐</w:t>
                </w:r>
              </w:p>
            </w:tc>
          </w:sdtContent>
        </w:sdt>
        <w:sdt>
          <w:sdtPr>
            <w:id w:val="-85165309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AC8C4A1" w14:textId="77777777" w:rsidR="00D64377" w:rsidRPr="00664788" w:rsidRDefault="00D64377" w:rsidP="00437F5F">
                <w:pPr>
                  <w:pStyle w:val="table"/>
                  <w:jc w:val="center"/>
                </w:pPr>
                <w:r w:rsidRPr="000610E3">
                  <w:rPr>
                    <w:rFonts w:ascii="MS Gothic" w:eastAsia="MS Gothic" w:hAnsi="MS Gothic"/>
                  </w:rPr>
                  <w:t>☐</w:t>
                </w:r>
              </w:p>
            </w:tc>
          </w:sdtContent>
        </w:sdt>
        <w:sdt>
          <w:sdtPr>
            <w:id w:val="-165984066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2C275C" w14:textId="77777777" w:rsidR="00D64377" w:rsidRPr="00664788" w:rsidRDefault="00D64377" w:rsidP="00437F5F">
                <w:pPr>
                  <w:pStyle w:val="table"/>
                  <w:jc w:val="center"/>
                </w:pPr>
                <w:r w:rsidRPr="000610E3">
                  <w:rPr>
                    <w:rFonts w:ascii="MS Gothic" w:eastAsia="MS Gothic" w:hAnsi="MS Gothic"/>
                  </w:rPr>
                  <w:t>☐</w:t>
                </w:r>
              </w:p>
            </w:tc>
          </w:sdtContent>
        </w:sdt>
        <w:sdt>
          <w:sdtPr>
            <w:id w:val="104633433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EECA38" w14:textId="77777777" w:rsidR="00D64377" w:rsidRPr="00664788" w:rsidRDefault="00D64377"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6D078FF" w14:textId="77777777" w:rsidR="00D64377" w:rsidRPr="00664788" w:rsidRDefault="00D64377" w:rsidP="00437F5F">
            <w:pPr>
              <w:spacing w:line="240" w:lineRule="auto"/>
            </w:pPr>
          </w:p>
        </w:tc>
        <w:tc>
          <w:tcPr>
            <w:tcW w:w="3554" w:type="dxa"/>
            <w:vMerge/>
            <w:tcBorders>
              <w:top w:val="nil"/>
              <w:left w:val="nil"/>
              <w:bottom w:val="nil"/>
              <w:right w:val="nil"/>
            </w:tcBorders>
            <w:shd w:val="clear" w:color="auto" w:fill="91A8AE" w:themeFill="accent3"/>
            <w:vAlign w:val="center"/>
          </w:tcPr>
          <w:p w14:paraId="16BEA063" w14:textId="77777777" w:rsidR="00D64377" w:rsidRPr="00664788" w:rsidRDefault="00D64377" w:rsidP="00437F5F">
            <w:pPr>
              <w:spacing w:before="40" w:after="40" w:line="240" w:lineRule="auto"/>
            </w:pPr>
          </w:p>
        </w:tc>
      </w:tr>
      <w:tr w:rsidR="00D64377" w:rsidRPr="00664788" w14:paraId="522165AD"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33A3A7A" w14:textId="77777777" w:rsidR="00D64377" w:rsidRPr="00664788" w:rsidRDefault="00D64377" w:rsidP="00437F5F">
            <w:pPr>
              <w:pStyle w:val="table"/>
            </w:pPr>
          </w:p>
        </w:tc>
        <w:sdt>
          <w:sdtPr>
            <w:id w:val="-167772602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E20015" w14:textId="77777777" w:rsidR="00D64377" w:rsidRPr="00664788" w:rsidRDefault="00D64377" w:rsidP="00437F5F">
                <w:pPr>
                  <w:pStyle w:val="table"/>
                  <w:jc w:val="center"/>
                </w:pPr>
                <w:r w:rsidRPr="0008747B">
                  <w:rPr>
                    <w:rFonts w:ascii="MS Gothic" w:eastAsia="MS Gothic" w:hAnsi="MS Gothic"/>
                  </w:rPr>
                  <w:t>☐</w:t>
                </w:r>
              </w:p>
            </w:tc>
          </w:sdtContent>
        </w:sdt>
        <w:sdt>
          <w:sdtPr>
            <w:id w:val="59298701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2A1473" w14:textId="77777777" w:rsidR="00D64377" w:rsidRPr="00664788" w:rsidRDefault="00D64377" w:rsidP="00437F5F">
                <w:pPr>
                  <w:pStyle w:val="table"/>
                  <w:jc w:val="center"/>
                </w:pPr>
                <w:r w:rsidRPr="000610E3">
                  <w:rPr>
                    <w:rFonts w:ascii="MS Gothic" w:eastAsia="MS Gothic" w:hAnsi="MS Gothic"/>
                  </w:rPr>
                  <w:t>☐</w:t>
                </w:r>
              </w:p>
            </w:tc>
          </w:sdtContent>
        </w:sdt>
        <w:sdt>
          <w:sdtPr>
            <w:id w:val="-21096359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15F630E" w14:textId="77777777" w:rsidR="00D64377" w:rsidRPr="00664788" w:rsidRDefault="00D64377" w:rsidP="00437F5F">
                <w:pPr>
                  <w:pStyle w:val="table"/>
                  <w:jc w:val="center"/>
                </w:pPr>
                <w:r w:rsidRPr="000610E3">
                  <w:rPr>
                    <w:rFonts w:ascii="MS Gothic" w:eastAsia="MS Gothic" w:hAnsi="MS Gothic"/>
                  </w:rPr>
                  <w:t>☐</w:t>
                </w:r>
              </w:p>
            </w:tc>
          </w:sdtContent>
        </w:sdt>
        <w:sdt>
          <w:sdtPr>
            <w:id w:val="-35666493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6803C7" w14:textId="77777777" w:rsidR="00D64377" w:rsidRPr="00664788" w:rsidRDefault="00D64377" w:rsidP="00437F5F">
                <w:pPr>
                  <w:pStyle w:val="table"/>
                  <w:jc w:val="center"/>
                </w:pPr>
                <w:r w:rsidRPr="000610E3">
                  <w:rPr>
                    <w:rFonts w:ascii="MS Gothic" w:eastAsia="MS Gothic" w:hAnsi="MS Gothic"/>
                  </w:rPr>
                  <w:t>☐</w:t>
                </w:r>
              </w:p>
            </w:tc>
          </w:sdtContent>
        </w:sdt>
        <w:sdt>
          <w:sdtPr>
            <w:id w:val="-32312176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65AE26" w14:textId="77777777" w:rsidR="00D64377" w:rsidRPr="00664788" w:rsidRDefault="00D64377" w:rsidP="00437F5F">
                <w:pPr>
                  <w:pStyle w:val="table"/>
                  <w:jc w:val="center"/>
                </w:pPr>
                <w:r w:rsidRPr="000610E3">
                  <w:rPr>
                    <w:rFonts w:ascii="MS Gothic" w:eastAsia="MS Gothic" w:hAnsi="MS Gothic"/>
                  </w:rPr>
                  <w:t>☐</w:t>
                </w:r>
              </w:p>
            </w:tc>
          </w:sdtContent>
        </w:sdt>
        <w:sdt>
          <w:sdtPr>
            <w:id w:val="-170824532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D6E53D" w14:textId="77777777" w:rsidR="00D64377" w:rsidRPr="00664788" w:rsidRDefault="00D64377" w:rsidP="00437F5F">
                <w:pPr>
                  <w:pStyle w:val="table"/>
                  <w:jc w:val="center"/>
                </w:pPr>
                <w:r w:rsidRPr="000610E3">
                  <w:rPr>
                    <w:rFonts w:ascii="MS Gothic" w:eastAsia="MS Gothic" w:hAnsi="MS Gothic"/>
                  </w:rPr>
                  <w:t>☐</w:t>
                </w:r>
              </w:p>
            </w:tc>
          </w:sdtContent>
        </w:sdt>
        <w:sdt>
          <w:sdtPr>
            <w:id w:val="88068022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250B30" w14:textId="77777777" w:rsidR="00D64377" w:rsidRPr="00664788" w:rsidRDefault="00D64377"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22AE27E" w14:textId="77777777" w:rsidR="00D64377" w:rsidRPr="00664788" w:rsidRDefault="00D64377" w:rsidP="00437F5F">
            <w:pPr>
              <w:spacing w:line="240" w:lineRule="auto"/>
            </w:pPr>
          </w:p>
        </w:tc>
        <w:tc>
          <w:tcPr>
            <w:tcW w:w="3554" w:type="dxa"/>
            <w:vMerge/>
            <w:tcBorders>
              <w:top w:val="nil"/>
              <w:left w:val="nil"/>
              <w:bottom w:val="nil"/>
              <w:right w:val="nil"/>
            </w:tcBorders>
            <w:shd w:val="clear" w:color="auto" w:fill="91A8AE" w:themeFill="accent3"/>
            <w:vAlign w:val="center"/>
          </w:tcPr>
          <w:p w14:paraId="323FBC23" w14:textId="77777777" w:rsidR="00D64377" w:rsidRPr="00664788" w:rsidRDefault="00D64377" w:rsidP="00437F5F">
            <w:pPr>
              <w:spacing w:before="40" w:after="40" w:line="240" w:lineRule="auto"/>
            </w:pPr>
          </w:p>
        </w:tc>
      </w:tr>
    </w:tbl>
    <w:p w14:paraId="1804D5C3" w14:textId="0ACB976B" w:rsidR="00D64377" w:rsidRDefault="00D64377" w:rsidP="00723015"/>
    <w:p w14:paraId="3F7C9540" w14:textId="29769D9F" w:rsidR="00437F5F" w:rsidRDefault="00437F5F" w:rsidP="00723015"/>
    <w:p w14:paraId="46899E19" w14:textId="28830DE9" w:rsidR="00437F5F" w:rsidRPr="00437F5F" w:rsidRDefault="00437F5F" w:rsidP="00723015">
      <w:pPr>
        <w:rPr>
          <w:sz w:val="10"/>
          <w:szCs w:val="12"/>
        </w:rPr>
      </w:pPr>
    </w:p>
    <w:p w14:paraId="0486555A" w14:textId="77777777" w:rsidR="00437F5F" w:rsidRDefault="00437F5F" w:rsidP="00437F5F">
      <w:pPr>
        <w:pStyle w:val="Title"/>
      </w:pPr>
      <w:r w:rsidRPr="00664788">
        <mc:AlternateContent>
          <mc:Choice Requires="wpg">
            <w:drawing>
              <wp:anchor distT="0" distB="0" distL="114300" distR="114300" simplePos="0" relativeHeight="251685888" behindDoc="1" locked="1" layoutInCell="1" allowOverlap="1" wp14:anchorId="26701D70" wp14:editId="36261220">
                <wp:simplePos x="0" y="0"/>
                <wp:positionH relativeFrom="page">
                  <wp:posOffset>-118745</wp:posOffset>
                </wp:positionH>
                <wp:positionV relativeFrom="page">
                  <wp:posOffset>347345</wp:posOffset>
                </wp:positionV>
                <wp:extent cx="10325100" cy="1143000"/>
                <wp:effectExtent l="0" t="33020" r="4445" b="33655"/>
                <wp:wrapNone/>
                <wp:docPr id="2" name="Group 7" descr="Decorative header background with arrow" title="Background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25100" cy="1143000"/>
                          <a:chOff x="-187" y="547"/>
                          <a:chExt cx="16260" cy="1800"/>
                        </a:xfrm>
                      </wpg:grpSpPr>
                      <wps:wsp>
                        <wps:cNvPr id="6" name="Rectangle 2"/>
                        <wps:cNvSpPr>
                          <a:spLocks noChangeArrowheads="1"/>
                        </wps:cNvSpPr>
                        <wps:spPr bwMode="auto">
                          <a:xfrm>
                            <a:off x="-187" y="727"/>
                            <a:ext cx="16260" cy="144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7" name="AutoShape 4"/>
                        <wps:cNvSpPr>
                          <a:spLocks noChangeArrowheads="1"/>
                        </wps:cNvSpPr>
                        <wps:spPr bwMode="auto">
                          <a:xfrm>
                            <a:off x="533" y="547"/>
                            <a:ext cx="5380" cy="1800"/>
                          </a:xfrm>
                          <a:prstGeom prst="chevron">
                            <a:avLst>
                              <a:gd name="adj" fmla="val 35839"/>
                            </a:avLst>
                          </a:prstGeom>
                          <a:solidFill>
                            <a:schemeClr val="accent1">
                              <a:lumMod val="40000"/>
                              <a:lumOff val="60000"/>
                            </a:schemeClr>
                          </a:solidFill>
                          <a:ln w="508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C137B8" id="Group 7" o:spid="_x0000_s1026" alt="Title: Background  - Description: Decorative header background with arrow" style="position:absolute;margin-left:-9.35pt;margin-top:27.35pt;width:813pt;height:90pt;z-index:-251630592;mso-position-horizontal-relative:page;mso-position-vertical-relative:page" coordorigin="-187,547" coordsize="162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">
                <v:rect id="Rectangle 2" o:spid="_x0000_s1027" style="position:absolute;left:-187;top:727;width:162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" fillcolor="#336380 [3215]" stroked="f" strokecolor="#4a7ebb" strokeweight="1.5pt">
                  <v:shadow opacity="22938f" offset="0"/>
                  <v:textbox inset=",7.2pt,,7.2pt"/>
                </v: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4" o:spid="_x0000_s1028" type="#_x0000_t55" style="position:absolute;left:533;top:547;width:53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" adj="19010" fillcolor="#b5d6d7 [1300]" strokecolor="white [3212]" strokeweight="4pt">
                  <v:shadow opacity="22938f" offset="0"/>
                  <v:textbox inset=",7.2pt,,7.2pt"/>
                </v:shape>
                <w10:wrap anchorx="page" anchory="page"/>
                <w10:anchorlock/>
              </v:group>
            </w:pict>
          </mc:Fallback>
        </mc:AlternateContent>
      </w:r>
      <w:r w:rsidRPr="00664788">
        <mc:AlternateContent>
          <mc:Choice Requires="wps">
            <w:drawing>
              <wp:anchor distT="0" distB="0" distL="114300" distR="114300" simplePos="0" relativeHeight="251684864" behindDoc="0" locked="1" layoutInCell="1" allowOverlap="1" wp14:anchorId="6D92378E" wp14:editId="1D6A2BF0">
                <wp:simplePos x="0" y="0"/>
                <wp:positionH relativeFrom="page">
                  <wp:posOffset>3870325</wp:posOffset>
                </wp:positionH>
                <wp:positionV relativeFrom="page">
                  <wp:posOffset>384175</wp:posOffset>
                </wp:positionV>
                <wp:extent cx="5767200" cy="10296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200" cy="10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EA80E" w14:textId="77777777" w:rsidR="00437F5F" w:rsidRPr="00AA7322" w:rsidRDefault="00437F5F" w:rsidP="00437F5F">
                            <w:pPr>
                              <w:pStyle w:val="Titlebartext"/>
                              <w:rPr>
                                <w:i/>
                                <w:iCs/>
                                <w:lang w:val="en-CA"/>
                              </w:rPr>
                            </w:pPr>
                            <w:r w:rsidRPr="00AA7322">
                              <w:rPr>
                                <w:i/>
                                <w:iCs/>
                                <w:lang w:val="en-CA"/>
                              </w:rPr>
                              <w:t>To help prevent the spread of COVID-19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92378E" id="_x0000_s1033" type="#_x0000_t202" style="position:absolute;left:0;text-align:left;margin-left:304.75pt;margin-top:30.25pt;width:454.1pt;height:81.0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" filled="f" stroked="f">
                <v:textbox inset=",7.2pt,,7.2pt">
                  <w:txbxContent>
                    <w:p w14:paraId="33AEA80E" w14:textId="77777777" w:rsidR="00437F5F" w:rsidRPr="00AA7322" w:rsidRDefault="00437F5F" w:rsidP="00437F5F">
                      <w:pPr>
                        <w:pStyle w:val="Titlebartext"/>
                        <w:rPr>
                          <w:i/>
                          <w:iCs/>
                          <w:lang w:val="en-CA"/>
                        </w:rPr>
                      </w:pPr>
                      <w:r w:rsidRPr="00AA7322">
                        <w:rPr>
                          <w:i/>
                          <w:iCs/>
                          <w:lang w:val="en-CA"/>
                        </w:rPr>
                        <w:t>To help prevent the spread of COVID-19</w:t>
                      </w:r>
                    </w:p>
                  </w:txbxContent>
                </v:textbox>
                <w10:wrap anchorx="page" anchory="page"/>
                <w10:anchorlock/>
              </v:shape>
            </w:pict>
          </mc:Fallback>
        </mc:AlternateContent>
      </w:r>
      <w:r>
        <w:t>Cleaning &amp; Sanitizing</w:t>
      </w:r>
    </w:p>
    <w:tbl>
      <w:tblPr>
        <w:tblStyle w:val="TableGrid"/>
        <w:tblW w:w="0" w:type="auto"/>
        <w:tblLook w:val="04A0" w:firstRow="1" w:lastRow="0" w:firstColumn="1" w:lastColumn="0" w:noHBand="0" w:noVBand="1"/>
        <w:tblCaption w:val="Table"/>
        <w:tblDescription w:val="Table with checklist for a healthy lifestyle plan for each day of the week"/>
      </w:tblPr>
      <w:tblGrid>
        <w:gridCol w:w="5299"/>
        <w:gridCol w:w="770"/>
        <w:gridCol w:w="749"/>
        <w:gridCol w:w="809"/>
        <w:gridCol w:w="750"/>
        <w:gridCol w:w="735"/>
        <w:gridCol w:w="744"/>
        <w:gridCol w:w="750"/>
        <w:gridCol w:w="235"/>
        <w:gridCol w:w="3554"/>
      </w:tblGrid>
      <w:tr w:rsidR="00437F5F" w:rsidRPr="00664788" w14:paraId="2E7908EA" w14:textId="77777777" w:rsidTr="00437F5F">
        <w:trPr>
          <w:trHeight w:val="360"/>
          <w:tblHeader/>
        </w:trPr>
        <w:tc>
          <w:tcPr>
            <w:tcW w:w="10606" w:type="dxa"/>
            <w:gridSpan w:val="8"/>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52889E" w:themeFill="accent4"/>
          </w:tcPr>
          <w:p w14:paraId="7D7A64EF" w14:textId="77777777" w:rsidR="00437F5F" w:rsidRPr="00664788" w:rsidRDefault="00437F5F" w:rsidP="00437F5F">
            <w:pPr>
              <w:pStyle w:val="tableheaddark"/>
            </w:pPr>
            <w:r>
              <w:t>Daily Cleaning Checklist</w:t>
            </w:r>
          </w:p>
        </w:tc>
        <w:tc>
          <w:tcPr>
            <w:tcW w:w="235" w:type="dxa"/>
            <w:tcBorders>
              <w:top w:val="nil"/>
              <w:left w:val="single" w:sz="4" w:space="0" w:color="A0C3D9" w:themeColor="text2" w:themeTint="66"/>
              <w:bottom w:val="nil"/>
              <w:right w:val="nil"/>
            </w:tcBorders>
            <w:vAlign w:val="center"/>
          </w:tcPr>
          <w:p w14:paraId="5B7F2F71" w14:textId="77777777" w:rsidR="00437F5F" w:rsidRPr="00664788" w:rsidRDefault="00437F5F" w:rsidP="00437F5F">
            <w:pPr>
              <w:spacing w:before="40" w:after="40" w:line="240" w:lineRule="auto"/>
              <w:rPr>
                <w:rFonts w:asciiTheme="majorHAnsi" w:hAnsiTheme="majorHAnsi"/>
                <w:sz w:val="28"/>
              </w:rPr>
            </w:pPr>
          </w:p>
        </w:tc>
        <w:tc>
          <w:tcPr>
            <w:tcW w:w="3554" w:type="dxa"/>
            <w:tcBorders>
              <w:top w:val="nil"/>
              <w:left w:val="nil"/>
              <w:bottom w:val="nil"/>
              <w:right w:val="nil"/>
            </w:tcBorders>
            <w:shd w:val="clear" w:color="auto" w:fill="91A8AE" w:themeFill="accent3"/>
            <w:vAlign w:val="center"/>
          </w:tcPr>
          <w:p w14:paraId="394BDD64" w14:textId="49745D6C" w:rsidR="00437F5F" w:rsidRPr="00664788" w:rsidRDefault="00437F5F" w:rsidP="00437F5F">
            <w:pPr>
              <w:pStyle w:val="tableheadwhite"/>
            </w:pPr>
            <w:r>
              <w:t>RETAIL</w:t>
            </w:r>
          </w:p>
        </w:tc>
      </w:tr>
      <w:tr w:rsidR="00437F5F" w:rsidRPr="00664788" w14:paraId="302CABD9" w14:textId="77777777" w:rsidTr="00437F5F">
        <w:trPr>
          <w:trHeight w:val="36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7457CCB3" w14:textId="77777777" w:rsidR="00437F5F" w:rsidRPr="00664788" w:rsidRDefault="00437F5F" w:rsidP="00437F5F">
            <w:pPr>
              <w:pStyle w:val="largetext"/>
            </w:pPr>
            <w:r>
              <w:t>Week of: ___________ to ____________</w:t>
            </w:r>
          </w:p>
        </w:tc>
        <w:sdt>
          <w:sdtPr>
            <w:id w:val="58677773"/>
            <w:placeholder>
              <w:docPart w:val="EC83177FACE84523A60CEFB5DB7AFD63"/>
            </w:placeholder>
            <w:temporary/>
            <w:showingPlcHdr/>
            <w15:appearance w15:val="hidden"/>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754EB1B" w14:textId="77777777" w:rsidR="00437F5F" w:rsidRPr="00664788" w:rsidRDefault="00437F5F" w:rsidP="00437F5F">
                <w:pPr>
                  <w:pStyle w:val="largetext"/>
                </w:pPr>
                <w:r w:rsidRPr="00664788">
                  <w:t>Mon</w:t>
                </w:r>
              </w:p>
            </w:tc>
          </w:sdtContent>
        </w:sdt>
        <w:sdt>
          <w:sdtPr>
            <w:id w:val="90592588"/>
            <w:placeholder>
              <w:docPart w:val="50ACA9801685427DA101F97781FC3C41"/>
            </w:placeholder>
            <w:temporary/>
            <w:showingPlcHdr/>
            <w15:appearance w15:val="hidden"/>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FCC6338" w14:textId="77777777" w:rsidR="00437F5F" w:rsidRPr="00664788" w:rsidRDefault="00437F5F" w:rsidP="00437F5F">
                <w:pPr>
                  <w:pStyle w:val="largetext"/>
                </w:pPr>
                <w:r w:rsidRPr="00664788">
                  <w:t>Tue</w:t>
                </w:r>
              </w:p>
            </w:tc>
          </w:sdtContent>
        </w:sdt>
        <w:sdt>
          <w:sdtPr>
            <w:id w:val="-1559706001"/>
            <w:placeholder>
              <w:docPart w:val="8A0AE4AD2E63415E9333A403A7766873"/>
            </w:placeholder>
            <w:temporary/>
            <w:showingPlcHdr/>
            <w15:appearance w15:val="hidden"/>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1F073137" w14:textId="77777777" w:rsidR="00437F5F" w:rsidRPr="00664788" w:rsidRDefault="00437F5F" w:rsidP="00437F5F">
                <w:pPr>
                  <w:pStyle w:val="largetext"/>
                </w:pPr>
                <w:r w:rsidRPr="00664788">
                  <w:t>Wed</w:t>
                </w:r>
              </w:p>
            </w:tc>
          </w:sdtContent>
        </w:sdt>
        <w:sdt>
          <w:sdtPr>
            <w:id w:val="-191773179"/>
            <w:placeholder>
              <w:docPart w:val="19F49832A31C4D5C8037672C5B47A5DC"/>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71F7C499" w14:textId="77777777" w:rsidR="00437F5F" w:rsidRPr="00664788" w:rsidRDefault="00437F5F" w:rsidP="00437F5F">
                <w:pPr>
                  <w:pStyle w:val="largetext"/>
                </w:pPr>
                <w:r w:rsidRPr="00664788">
                  <w:t>Thu</w:t>
                </w:r>
              </w:p>
            </w:tc>
          </w:sdtContent>
        </w:sdt>
        <w:sdt>
          <w:sdtPr>
            <w:id w:val="528619215"/>
            <w:placeholder>
              <w:docPart w:val="73ED09CEC1974DC6A10AACB9961266FE"/>
            </w:placeholder>
            <w:temporary/>
            <w:showingPlcHdr/>
            <w15:appearance w15:val="hidden"/>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493E1592" w14:textId="77777777" w:rsidR="00437F5F" w:rsidRPr="00664788" w:rsidRDefault="00437F5F" w:rsidP="00437F5F">
                <w:pPr>
                  <w:pStyle w:val="largetext"/>
                </w:pPr>
                <w:r w:rsidRPr="00664788">
                  <w:t>Fri</w:t>
                </w:r>
              </w:p>
            </w:tc>
          </w:sdtContent>
        </w:sdt>
        <w:sdt>
          <w:sdtPr>
            <w:id w:val="1357696051"/>
            <w:placeholder>
              <w:docPart w:val="F566D2A26575443DB56A29189C9DDAAC"/>
            </w:placeholder>
            <w:temporary/>
            <w:showingPlcHdr/>
            <w15:appearance w15:val="hidden"/>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6DCE62C5" w14:textId="77777777" w:rsidR="00437F5F" w:rsidRPr="00664788" w:rsidRDefault="00437F5F" w:rsidP="00437F5F">
                <w:pPr>
                  <w:pStyle w:val="largetext"/>
                </w:pPr>
                <w:r w:rsidRPr="00664788">
                  <w:t>Sat</w:t>
                </w:r>
              </w:p>
            </w:tc>
          </w:sdtContent>
        </w:sdt>
        <w:sdt>
          <w:sdtPr>
            <w:id w:val="367960695"/>
            <w:placeholder>
              <w:docPart w:val="BCCA726A74EC485B84D602396B57D2A1"/>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21B00C84" w14:textId="77777777" w:rsidR="00437F5F" w:rsidRPr="00664788" w:rsidRDefault="00437F5F" w:rsidP="00437F5F">
                <w:pPr>
                  <w:pStyle w:val="largetext"/>
                </w:pPr>
                <w:r w:rsidRPr="00664788">
                  <w:t>Sun</w:t>
                </w:r>
              </w:p>
            </w:tc>
          </w:sdtContent>
        </w:sdt>
        <w:tc>
          <w:tcPr>
            <w:tcW w:w="235" w:type="dxa"/>
            <w:tcBorders>
              <w:top w:val="nil"/>
              <w:left w:val="single" w:sz="4" w:space="0" w:color="A0C3D9" w:themeColor="text2" w:themeTint="66"/>
              <w:bottom w:val="nil"/>
              <w:right w:val="nil"/>
            </w:tcBorders>
            <w:vAlign w:val="center"/>
          </w:tcPr>
          <w:p w14:paraId="79DCDB9F" w14:textId="77777777" w:rsidR="00437F5F" w:rsidRPr="00664788" w:rsidRDefault="00437F5F" w:rsidP="00437F5F">
            <w:pPr>
              <w:spacing w:before="40" w:after="40" w:line="240" w:lineRule="auto"/>
              <w:rPr>
                <w:rFonts w:asciiTheme="majorHAnsi" w:hAnsiTheme="majorHAnsi"/>
              </w:rPr>
            </w:pPr>
          </w:p>
        </w:tc>
        <w:tc>
          <w:tcPr>
            <w:tcW w:w="3554" w:type="dxa"/>
            <w:vMerge w:val="restart"/>
            <w:tcBorders>
              <w:top w:val="nil"/>
              <w:left w:val="nil"/>
              <w:bottom w:val="nil"/>
              <w:right w:val="nil"/>
            </w:tcBorders>
            <w:shd w:val="clear" w:color="auto" w:fill="91A8AE" w:themeFill="accent3"/>
          </w:tcPr>
          <w:p w14:paraId="3C1A7306" w14:textId="747B46B4" w:rsidR="00437F5F" w:rsidRDefault="00437F5F" w:rsidP="00437F5F">
            <w:pPr>
              <w:pStyle w:val="Titlebartext"/>
              <w:rPr>
                <w:sz w:val="20"/>
                <w:szCs w:val="20"/>
              </w:rPr>
            </w:pPr>
            <w:r w:rsidRPr="00F20C31">
              <w:rPr>
                <w:sz w:val="20"/>
                <w:szCs w:val="20"/>
              </w:rPr>
              <w:t xml:space="preserve">Individuals need to be diligent in cleaning their own offices and workspaces. Shared </w:t>
            </w:r>
            <w:r w:rsidR="00E5012E">
              <w:rPr>
                <w:sz w:val="20"/>
                <w:szCs w:val="20"/>
              </w:rPr>
              <w:t>spaces</w:t>
            </w:r>
            <w:r w:rsidRPr="00F20C31">
              <w:rPr>
                <w:sz w:val="20"/>
                <w:szCs w:val="20"/>
              </w:rPr>
              <w:t xml:space="preserve"> require at least 2m (6ft) distancing between workers &amp; workstations. Workstations must be cleaned before and after each use. </w:t>
            </w:r>
            <w:r>
              <w:rPr>
                <w:sz w:val="20"/>
                <w:szCs w:val="20"/>
              </w:rPr>
              <w:t>T</w:t>
            </w:r>
            <w:r w:rsidRPr="00F20C31">
              <w:rPr>
                <w:sz w:val="20"/>
                <w:szCs w:val="20"/>
              </w:rPr>
              <w:t>he following is a list of items to be sanitized at least once per day.</w:t>
            </w:r>
          </w:p>
          <w:p w14:paraId="38545576" w14:textId="165F6344" w:rsidR="00E5012E" w:rsidRDefault="00E5012E" w:rsidP="00437F5F">
            <w:pPr>
              <w:pStyle w:val="Titlebartext"/>
              <w:rPr>
                <w:sz w:val="20"/>
                <w:szCs w:val="20"/>
              </w:rPr>
            </w:pPr>
          </w:p>
          <w:p w14:paraId="646FE18C" w14:textId="07A24EFD" w:rsidR="00E5012E" w:rsidRPr="00AA7322" w:rsidRDefault="00E5012E" w:rsidP="00437F5F">
            <w:pPr>
              <w:pStyle w:val="Titlebartext"/>
              <w:rPr>
                <w:sz w:val="19"/>
                <w:szCs w:val="18"/>
                <w:lang w:val="en-CA"/>
              </w:rPr>
            </w:pPr>
            <w:r w:rsidRPr="00E5012E">
              <w:rPr>
                <w:sz w:val="19"/>
                <w:szCs w:val="18"/>
                <w:lang w:val="en-CA"/>
              </w:rPr>
              <w:t>The best practice in retail is to close public restrooms. There will always be exceptions to the rule, but the effort to fully sanitize the restroom after each customer use in most cases impractical.</w:t>
            </w:r>
          </w:p>
          <w:p w14:paraId="0FBF1245" w14:textId="77777777" w:rsidR="00437F5F" w:rsidRPr="00664788" w:rsidRDefault="00437F5F" w:rsidP="00437F5F">
            <w:pPr>
              <w:pStyle w:val="numberedtextlight"/>
              <w:numPr>
                <w:ilvl w:val="0"/>
                <w:numId w:val="0"/>
              </w:numPr>
              <w:ind w:left="280" w:hanging="270"/>
            </w:pPr>
          </w:p>
        </w:tc>
      </w:tr>
      <w:tr w:rsidR="00437F5F" w:rsidRPr="00664788" w14:paraId="777B761C"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CC961F3" w14:textId="77777777" w:rsidR="00437F5F" w:rsidRPr="0058143D" w:rsidRDefault="00437F5F" w:rsidP="00437F5F">
            <w:pPr>
              <w:pStyle w:val="table"/>
              <w:rPr>
                <w:b/>
                <w:bCs/>
              </w:rPr>
            </w:pPr>
            <w:r w:rsidRPr="00851B75">
              <w:rPr>
                <w:b/>
                <w:bCs/>
              </w:rPr>
              <w:t xml:space="preserve">SHARED </w:t>
            </w:r>
            <w:r>
              <w:rPr>
                <w:b/>
                <w:bCs/>
              </w:rPr>
              <w:t>AREAS</w:t>
            </w:r>
          </w:p>
        </w:tc>
        <w:sdt>
          <w:sdtPr>
            <w:id w:val="41807450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4BF7102" w14:textId="77777777" w:rsidR="00437F5F" w:rsidRPr="00664788" w:rsidRDefault="00437F5F" w:rsidP="00437F5F">
                <w:pPr>
                  <w:pStyle w:val="table"/>
                  <w:jc w:val="center"/>
                </w:pPr>
                <w:r w:rsidRPr="00664788">
                  <w:rPr>
                    <w:rFonts w:ascii="MS Gothic" w:eastAsia="MS Gothic" w:hAnsi="MS Gothic"/>
                  </w:rPr>
                  <w:t>☐</w:t>
                </w:r>
              </w:p>
            </w:tc>
          </w:sdtContent>
        </w:sdt>
        <w:sdt>
          <w:sdtPr>
            <w:id w:val="18140507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5F2961" w14:textId="77777777" w:rsidR="00437F5F" w:rsidRPr="00664788" w:rsidRDefault="00437F5F" w:rsidP="00437F5F">
                <w:pPr>
                  <w:pStyle w:val="table"/>
                  <w:jc w:val="center"/>
                </w:pPr>
                <w:r w:rsidRPr="000610E3">
                  <w:rPr>
                    <w:rFonts w:ascii="MS Gothic" w:eastAsia="MS Gothic" w:hAnsi="MS Gothic"/>
                  </w:rPr>
                  <w:t>☐</w:t>
                </w:r>
              </w:p>
            </w:tc>
          </w:sdtContent>
        </w:sdt>
        <w:sdt>
          <w:sdtPr>
            <w:id w:val="102806750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C324EF" w14:textId="77777777" w:rsidR="00437F5F" w:rsidRPr="00664788" w:rsidRDefault="00437F5F" w:rsidP="00437F5F">
                <w:pPr>
                  <w:pStyle w:val="table"/>
                  <w:jc w:val="center"/>
                </w:pPr>
                <w:r w:rsidRPr="000610E3">
                  <w:rPr>
                    <w:rFonts w:ascii="MS Gothic" w:eastAsia="MS Gothic" w:hAnsi="MS Gothic"/>
                  </w:rPr>
                  <w:t>☐</w:t>
                </w:r>
              </w:p>
            </w:tc>
          </w:sdtContent>
        </w:sdt>
        <w:sdt>
          <w:sdtPr>
            <w:id w:val="-191553962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6CD597" w14:textId="77777777" w:rsidR="00437F5F" w:rsidRPr="00664788" w:rsidRDefault="00437F5F" w:rsidP="00437F5F">
                <w:pPr>
                  <w:pStyle w:val="table"/>
                  <w:jc w:val="center"/>
                </w:pPr>
                <w:r w:rsidRPr="000610E3">
                  <w:rPr>
                    <w:rFonts w:ascii="MS Gothic" w:eastAsia="MS Gothic" w:hAnsi="MS Gothic"/>
                  </w:rPr>
                  <w:t>☐</w:t>
                </w:r>
              </w:p>
            </w:tc>
          </w:sdtContent>
        </w:sdt>
        <w:sdt>
          <w:sdtPr>
            <w:id w:val="11873006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4AE9DC" w14:textId="77777777" w:rsidR="00437F5F" w:rsidRPr="00664788" w:rsidRDefault="00437F5F" w:rsidP="00437F5F">
                <w:pPr>
                  <w:pStyle w:val="table"/>
                  <w:jc w:val="center"/>
                </w:pPr>
                <w:r w:rsidRPr="000610E3">
                  <w:rPr>
                    <w:rFonts w:ascii="MS Gothic" w:eastAsia="MS Gothic" w:hAnsi="MS Gothic"/>
                  </w:rPr>
                  <w:t>☐</w:t>
                </w:r>
              </w:p>
            </w:tc>
          </w:sdtContent>
        </w:sdt>
        <w:sdt>
          <w:sdtPr>
            <w:id w:val="-108337922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7FA54E5" w14:textId="77777777" w:rsidR="00437F5F" w:rsidRPr="00664788" w:rsidRDefault="00437F5F" w:rsidP="00437F5F">
                <w:pPr>
                  <w:pStyle w:val="table"/>
                  <w:jc w:val="center"/>
                </w:pPr>
                <w:r w:rsidRPr="000610E3">
                  <w:rPr>
                    <w:rFonts w:ascii="MS Gothic" w:eastAsia="MS Gothic" w:hAnsi="MS Gothic"/>
                  </w:rPr>
                  <w:t>☐</w:t>
                </w:r>
              </w:p>
            </w:tc>
          </w:sdtContent>
        </w:sdt>
        <w:sdt>
          <w:sdtPr>
            <w:id w:val="131214067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97A2F7"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953CC65"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1ED549C3" w14:textId="77777777" w:rsidR="00437F5F" w:rsidRPr="00664788" w:rsidRDefault="00437F5F" w:rsidP="00437F5F">
            <w:pPr>
              <w:spacing w:before="40" w:after="40" w:line="240" w:lineRule="auto"/>
              <w:rPr>
                <w:color w:val="FFFFFF" w:themeColor="background1"/>
              </w:rPr>
            </w:pPr>
          </w:p>
        </w:tc>
      </w:tr>
      <w:tr w:rsidR="00437F5F" w:rsidRPr="00664788" w14:paraId="5C336E29"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66EF9D2" w14:textId="77777777" w:rsidR="00437F5F" w:rsidRPr="00664788" w:rsidRDefault="00437F5F" w:rsidP="00437F5F">
            <w:pPr>
              <w:pStyle w:val="table"/>
            </w:pPr>
            <w:r>
              <w:t>Cell phone</w:t>
            </w:r>
          </w:p>
        </w:tc>
        <w:sdt>
          <w:sdtPr>
            <w:id w:val="201734701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72CB9F" w14:textId="77777777" w:rsidR="00437F5F" w:rsidRPr="00664788" w:rsidRDefault="00437F5F" w:rsidP="00437F5F">
                <w:pPr>
                  <w:pStyle w:val="table"/>
                  <w:jc w:val="center"/>
                </w:pPr>
                <w:r w:rsidRPr="0008747B">
                  <w:rPr>
                    <w:rFonts w:ascii="MS Gothic" w:eastAsia="MS Gothic" w:hAnsi="MS Gothic"/>
                  </w:rPr>
                  <w:t>☐</w:t>
                </w:r>
              </w:p>
            </w:tc>
          </w:sdtContent>
        </w:sdt>
        <w:sdt>
          <w:sdtPr>
            <w:id w:val="-131186388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0FA86E7" w14:textId="77777777" w:rsidR="00437F5F" w:rsidRPr="00664788" w:rsidRDefault="00437F5F" w:rsidP="00437F5F">
                <w:pPr>
                  <w:pStyle w:val="table"/>
                  <w:jc w:val="center"/>
                </w:pPr>
                <w:r w:rsidRPr="000610E3">
                  <w:rPr>
                    <w:rFonts w:ascii="MS Gothic" w:eastAsia="MS Gothic" w:hAnsi="MS Gothic"/>
                  </w:rPr>
                  <w:t>☐</w:t>
                </w:r>
              </w:p>
            </w:tc>
          </w:sdtContent>
        </w:sdt>
        <w:sdt>
          <w:sdtPr>
            <w:id w:val="-140775974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161460" w14:textId="77777777" w:rsidR="00437F5F" w:rsidRPr="00664788" w:rsidRDefault="00437F5F" w:rsidP="00437F5F">
                <w:pPr>
                  <w:pStyle w:val="table"/>
                  <w:jc w:val="center"/>
                </w:pPr>
                <w:r w:rsidRPr="000610E3">
                  <w:rPr>
                    <w:rFonts w:ascii="MS Gothic" w:eastAsia="MS Gothic" w:hAnsi="MS Gothic"/>
                  </w:rPr>
                  <w:t>☐</w:t>
                </w:r>
              </w:p>
            </w:tc>
          </w:sdtContent>
        </w:sdt>
        <w:sdt>
          <w:sdtPr>
            <w:id w:val="198967435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187327" w14:textId="77777777" w:rsidR="00437F5F" w:rsidRPr="00664788" w:rsidRDefault="00437F5F" w:rsidP="00437F5F">
                <w:pPr>
                  <w:pStyle w:val="table"/>
                  <w:jc w:val="center"/>
                </w:pPr>
                <w:r w:rsidRPr="000610E3">
                  <w:rPr>
                    <w:rFonts w:ascii="MS Gothic" w:eastAsia="MS Gothic" w:hAnsi="MS Gothic"/>
                  </w:rPr>
                  <w:t>☐</w:t>
                </w:r>
              </w:p>
            </w:tc>
          </w:sdtContent>
        </w:sdt>
        <w:sdt>
          <w:sdtPr>
            <w:id w:val="15797506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067590" w14:textId="77777777" w:rsidR="00437F5F" w:rsidRPr="00664788" w:rsidRDefault="00437F5F" w:rsidP="00437F5F">
                <w:pPr>
                  <w:pStyle w:val="table"/>
                  <w:jc w:val="center"/>
                </w:pPr>
                <w:r w:rsidRPr="000610E3">
                  <w:rPr>
                    <w:rFonts w:ascii="MS Gothic" w:eastAsia="MS Gothic" w:hAnsi="MS Gothic"/>
                  </w:rPr>
                  <w:t>☐</w:t>
                </w:r>
              </w:p>
            </w:tc>
          </w:sdtContent>
        </w:sdt>
        <w:sdt>
          <w:sdtPr>
            <w:id w:val="-96072181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BD8D959" w14:textId="77777777" w:rsidR="00437F5F" w:rsidRPr="00664788" w:rsidRDefault="00437F5F" w:rsidP="00437F5F">
                <w:pPr>
                  <w:pStyle w:val="table"/>
                  <w:jc w:val="center"/>
                </w:pPr>
                <w:r w:rsidRPr="000610E3">
                  <w:rPr>
                    <w:rFonts w:ascii="MS Gothic" w:eastAsia="MS Gothic" w:hAnsi="MS Gothic"/>
                  </w:rPr>
                  <w:t>☐</w:t>
                </w:r>
              </w:p>
            </w:tc>
          </w:sdtContent>
        </w:sdt>
        <w:sdt>
          <w:sdtPr>
            <w:id w:val="68818331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17027A"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2C6BF50"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2DA6345C" w14:textId="77777777" w:rsidR="00437F5F" w:rsidRPr="00664788" w:rsidRDefault="00437F5F" w:rsidP="00437F5F">
            <w:pPr>
              <w:spacing w:before="40" w:after="40" w:line="240" w:lineRule="auto"/>
              <w:rPr>
                <w:color w:val="FFFFFF" w:themeColor="background1"/>
              </w:rPr>
            </w:pPr>
          </w:p>
        </w:tc>
      </w:tr>
      <w:tr w:rsidR="00437F5F" w:rsidRPr="00664788" w14:paraId="2627FFC0"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C15F256" w14:textId="77777777" w:rsidR="00437F5F" w:rsidRPr="00664788" w:rsidRDefault="00437F5F" w:rsidP="00437F5F">
            <w:pPr>
              <w:pStyle w:val="table"/>
            </w:pPr>
            <w:r>
              <w:t>All door handles and deadbolts</w:t>
            </w:r>
          </w:p>
        </w:tc>
        <w:sdt>
          <w:sdtPr>
            <w:id w:val="173380766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0FEA61C" w14:textId="77777777" w:rsidR="00437F5F" w:rsidRPr="00664788" w:rsidRDefault="00437F5F" w:rsidP="00437F5F">
                <w:pPr>
                  <w:pStyle w:val="table"/>
                  <w:jc w:val="center"/>
                </w:pPr>
                <w:r w:rsidRPr="0008747B">
                  <w:rPr>
                    <w:rFonts w:ascii="MS Gothic" w:eastAsia="MS Gothic" w:hAnsi="MS Gothic"/>
                  </w:rPr>
                  <w:t>☐</w:t>
                </w:r>
              </w:p>
            </w:tc>
          </w:sdtContent>
        </w:sdt>
        <w:sdt>
          <w:sdtPr>
            <w:id w:val="74161236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43743FC" w14:textId="77777777" w:rsidR="00437F5F" w:rsidRPr="00664788" w:rsidRDefault="00437F5F" w:rsidP="00437F5F">
                <w:pPr>
                  <w:pStyle w:val="table"/>
                  <w:jc w:val="center"/>
                </w:pPr>
                <w:r w:rsidRPr="000610E3">
                  <w:rPr>
                    <w:rFonts w:ascii="MS Gothic" w:eastAsia="MS Gothic" w:hAnsi="MS Gothic"/>
                  </w:rPr>
                  <w:t>☐</w:t>
                </w:r>
              </w:p>
            </w:tc>
          </w:sdtContent>
        </w:sdt>
        <w:sdt>
          <w:sdtPr>
            <w:id w:val="-120000889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737DCC9" w14:textId="77777777" w:rsidR="00437F5F" w:rsidRPr="00664788" w:rsidRDefault="00437F5F" w:rsidP="00437F5F">
                <w:pPr>
                  <w:pStyle w:val="table"/>
                  <w:jc w:val="center"/>
                </w:pPr>
                <w:r w:rsidRPr="000610E3">
                  <w:rPr>
                    <w:rFonts w:ascii="MS Gothic" w:eastAsia="MS Gothic" w:hAnsi="MS Gothic"/>
                  </w:rPr>
                  <w:t>☐</w:t>
                </w:r>
              </w:p>
            </w:tc>
          </w:sdtContent>
        </w:sdt>
        <w:sdt>
          <w:sdtPr>
            <w:id w:val="-178179536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51DD460" w14:textId="77777777" w:rsidR="00437F5F" w:rsidRPr="00664788" w:rsidRDefault="00437F5F" w:rsidP="00437F5F">
                <w:pPr>
                  <w:pStyle w:val="table"/>
                  <w:jc w:val="center"/>
                </w:pPr>
                <w:r w:rsidRPr="000610E3">
                  <w:rPr>
                    <w:rFonts w:ascii="MS Gothic" w:eastAsia="MS Gothic" w:hAnsi="MS Gothic"/>
                  </w:rPr>
                  <w:t>☐</w:t>
                </w:r>
              </w:p>
            </w:tc>
          </w:sdtContent>
        </w:sdt>
        <w:sdt>
          <w:sdtPr>
            <w:id w:val="-155584741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4693A0C" w14:textId="77777777" w:rsidR="00437F5F" w:rsidRPr="00664788" w:rsidRDefault="00437F5F" w:rsidP="00437F5F">
                <w:pPr>
                  <w:pStyle w:val="table"/>
                  <w:jc w:val="center"/>
                </w:pPr>
                <w:r w:rsidRPr="000610E3">
                  <w:rPr>
                    <w:rFonts w:ascii="MS Gothic" w:eastAsia="MS Gothic" w:hAnsi="MS Gothic"/>
                  </w:rPr>
                  <w:t>☐</w:t>
                </w:r>
              </w:p>
            </w:tc>
          </w:sdtContent>
        </w:sdt>
        <w:sdt>
          <w:sdtPr>
            <w:id w:val="1764955734"/>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E4A9A9" w14:textId="77777777" w:rsidR="00437F5F" w:rsidRPr="00664788" w:rsidRDefault="00437F5F" w:rsidP="00437F5F">
                <w:pPr>
                  <w:pStyle w:val="table"/>
                  <w:jc w:val="center"/>
                </w:pPr>
                <w:r w:rsidRPr="000610E3">
                  <w:rPr>
                    <w:rFonts w:ascii="MS Gothic" w:eastAsia="MS Gothic" w:hAnsi="MS Gothic"/>
                  </w:rPr>
                  <w:t>☐</w:t>
                </w:r>
              </w:p>
            </w:tc>
          </w:sdtContent>
        </w:sdt>
        <w:sdt>
          <w:sdtPr>
            <w:id w:val="53476790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64DA74A"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C179522"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7FC0E542" w14:textId="77777777" w:rsidR="00437F5F" w:rsidRPr="00664788" w:rsidRDefault="00437F5F" w:rsidP="00437F5F">
            <w:pPr>
              <w:spacing w:before="40" w:after="40" w:line="240" w:lineRule="auto"/>
              <w:rPr>
                <w:color w:val="FFFFFF" w:themeColor="background1"/>
              </w:rPr>
            </w:pPr>
          </w:p>
        </w:tc>
      </w:tr>
      <w:tr w:rsidR="00437F5F" w:rsidRPr="00664788" w14:paraId="4DB9410C"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78B3C71" w14:textId="77777777" w:rsidR="00437F5F" w:rsidRPr="00664788" w:rsidRDefault="00437F5F" w:rsidP="00437F5F">
            <w:pPr>
              <w:pStyle w:val="table"/>
            </w:pPr>
            <w:r>
              <w:t>Railings (stairs)</w:t>
            </w:r>
          </w:p>
        </w:tc>
        <w:sdt>
          <w:sdtPr>
            <w:id w:val="-135087082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9AB721" w14:textId="77777777" w:rsidR="00437F5F" w:rsidRPr="00664788" w:rsidRDefault="00437F5F" w:rsidP="00437F5F">
                <w:pPr>
                  <w:pStyle w:val="table"/>
                  <w:jc w:val="center"/>
                </w:pPr>
                <w:r w:rsidRPr="0008747B">
                  <w:rPr>
                    <w:rFonts w:ascii="MS Gothic" w:eastAsia="MS Gothic" w:hAnsi="MS Gothic"/>
                  </w:rPr>
                  <w:t>☐</w:t>
                </w:r>
              </w:p>
            </w:tc>
          </w:sdtContent>
        </w:sdt>
        <w:sdt>
          <w:sdtPr>
            <w:id w:val="76943575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706566" w14:textId="77777777" w:rsidR="00437F5F" w:rsidRPr="00664788" w:rsidRDefault="00437F5F" w:rsidP="00437F5F">
                <w:pPr>
                  <w:pStyle w:val="table"/>
                  <w:jc w:val="center"/>
                </w:pPr>
                <w:r w:rsidRPr="000610E3">
                  <w:rPr>
                    <w:rFonts w:ascii="MS Gothic" w:eastAsia="MS Gothic" w:hAnsi="MS Gothic"/>
                  </w:rPr>
                  <w:t>☐</w:t>
                </w:r>
              </w:p>
            </w:tc>
          </w:sdtContent>
        </w:sdt>
        <w:sdt>
          <w:sdtPr>
            <w:id w:val="-141399460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FEECFED" w14:textId="77777777" w:rsidR="00437F5F" w:rsidRPr="00664788" w:rsidRDefault="00437F5F" w:rsidP="00437F5F">
                <w:pPr>
                  <w:pStyle w:val="table"/>
                  <w:jc w:val="center"/>
                </w:pPr>
                <w:r w:rsidRPr="000610E3">
                  <w:rPr>
                    <w:rFonts w:ascii="MS Gothic" w:eastAsia="MS Gothic" w:hAnsi="MS Gothic"/>
                  </w:rPr>
                  <w:t>☐</w:t>
                </w:r>
              </w:p>
            </w:tc>
          </w:sdtContent>
        </w:sdt>
        <w:sdt>
          <w:sdtPr>
            <w:id w:val="-63186540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AB70B7" w14:textId="77777777" w:rsidR="00437F5F" w:rsidRPr="00664788" w:rsidRDefault="00437F5F" w:rsidP="00437F5F">
                <w:pPr>
                  <w:pStyle w:val="table"/>
                  <w:jc w:val="center"/>
                </w:pPr>
                <w:r w:rsidRPr="000610E3">
                  <w:rPr>
                    <w:rFonts w:ascii="MS Gothic" w:eastAsia="MS Gothic" w:hAnsi="MS Gothic"/>
                  </w:rPr>
                  <w:t>☐</w:t>
                </w:r>
              </w:p>
            </w:tc>
          </w:sdtContent>
        </w:sdt>
        <w:sdt>
          <w:sdtPr>
            <w:id w:val="-127509388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101078" w14:textId="77777777" w:rsidR="00437F5F" w:rsidRPr="00664788" w:rsidRDefault="00437F5F" w:rsidP="00437F5F">
                <w:pPr>
                  <w:pStyle w:val="table"/>
                  <w:jc w:val="center"/>
                </w:pPr>
                <w:r w:rsidRPr="000610E3">
                  <w:rPr>
                    <w:rFonts w:ascii="MS Gothic" w:eastAsia="MS Gothic" w:hAnsi="MS Gothic"/>
                  </w:rPr>
                  <w:t>☐</w:t>
                </w:r>
              </w:p>
            </w:tc>
          </w:sdtContent>
        </w:sdt>
        <w:sdt>
          <w:sdtPr>
            <w:id w:val="-165814770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E54AC53" w14:textId="77777777" w:rsidR="00437F5F" w:rsidRPr="00664788" w:rsidRDefault="00437F5F" w:rsidP="00437F5F">
                <w:pPr>
                  <w:pStyle w:val="table"/>
                  <w:jc w:val="center"/>
                </w:pPr>
                <w:r w:rsidRPr="000610E3">
                  <w:rPr>
                    <w:rFonts w:ascii="MS Gothic" w:eastAsia="MS Gothic" w:hAnsi="MS Gothic"/>
                  </w:rPr>
                  <w:t>☐</w:t>
                </w:r>
              </w:p>
            </w:tc>
          </w:sdtContent>
        </w:sdt>
        <w:sdt>
          <w:sdtPr>
            <w:id w:val="-129898717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63D919"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E8C721E"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5D02C12A" w14:textId="77777777" w:rsidR="00437F5F" w:rsidRPr="00664788" w:rsidRDefault="00437F5F" w:rsidP="00437F5F">
            <w:pPr>
              <w:spacing w:before="40" w:after="40" w:line="240" w:lineRule="auto"/>
              <w:rPr>
                <w:color w:val="FFFFFF" w:themeColor="background1"/>
              </w:rPr>
            </w:pPr>
          </w:p>
        </w:tc>
      </w:tr>
      <w:tr w:rsidR="00437F5F" w:rsidRPr="00664788" w14:paraId="3E4BB986"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7014C90" w14:textId="77777777" w:rsidR="00437F5F" w:rsidRPr="00664788" w:rsidRDefault="00437F5F" w:rsidP="00437F5F">
            <w:pPr>
              <w:pStyle w:val="table"/>
            </w:pPr>
            <w:r>
              <w:t>Coffee machine, fridge handles</w:t>
            </w:r>
          </w:p>
        </w:tc>
        <w:sdt>
          <w:sdtPr>
            <w:id w:val="-162307284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7E31D08" w14:textId="77777777" w:rsidR="00437F5F" w:rsidRPr="00664788" w:rsidRDefault="00437F5F" w:rsidP="00437F5F">
                <w:pPr>
                  <w:pStyle w:val="table"/>
                  <w:jc w:val="center"/>
                </w:pPr>
                <w:r w:rsidRPr="0008747B">
                  <w:rPr>
                    <w:rFonts w:ascii="MS Gothic" w:eastAsia="MS Gothic" w:hAnsi="MS Gothic"/>
                  </w:rPr>
                  <w:t>☐</w:t>
                </w:r>
              </w:p>
            </w:tc>
          </w:sdtContent>
        </w:sdt>
        <w:sdt>
          <w:sdtPr>
            <w:id w:val="-128981355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DDAB41" w14:textId="77777777" w:rsidR="00437F5F" w:rsidRPr="00664788" w:rsidRDefault="00437F5F" w:rsidP="00437F5F">
                <w:pPr>
                  <w:pStyle w:val="table"/>
                  <w:jc w:val="center"/>
                </w:pPr>
                <w:r>
                  <w:rPr>
                    <w:rFonts w:ascii="MS Gothic" w:eastAsia="MS Gothic" w:hAnsi="MS Gothic" w:hint="eastAsia"/>
                  </w:rPr>
                  <w:t>☐</w:t>
                </w:r>
              </w:p>
            </w:tc>
          </w:sdtContent>
        </w:sdt>
        <w:sdt>
          <w:sdtPr>
            <w:id w:val="-173222010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8FF8CF1" w14:textId="77777777" w:rsidR="00437F5F" w:rsidRPr="00664788" w:rsidRDefault="00437F5F" w:rsidP="00437F5F">
                <w:pPr>
                  <w:pStyle w:val="table"/>
                  <w:jc w:val="center"/>
                </w:pPr>
                <w:r w:rsidRPr="000610E3">
                  <w:rPr>
                    <w:rFonts w:ascii="MS Gothic" w:eastAsia="MS Gothic" w:hAnsi="MS Gothic"/>
                  </w:rPr>
                  <w:t>☐</w:t>
                </w:r>
              </w:p>
            </w:tc>
          </w:sdtContent>
        </w:sdt>
        <w:sdt>
          <w:sdtPr>
            <w:id w:val="74746449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ECED976" w14:textId="77777777" w:rsidR="00437F5F" w:rsidRPr="00664788" w:rsidRDefault="00437F5F" w:rsidP="00437F5F">
                <w:pPr>
                  <w:pStyle w:val="table"/>
                  <w:jc w:val="center"/>
                </w:pPr>
                <w:r w:rsidRPr="000610E3">
                  <w:rPr>
                    <w:rFonts w:ascii="MS Gothic" w:eastAsia="MS Gothic" w:hAnsi="MS Gothic"/>
                  </w:rPr>
                  <w:t>☐</w:t>
                </w:r>
              </w:p>
            </w:tc>
          </w:sdtContent>
        </w:sdt>
        <w:sdt>
          <w:sdtPr>
            <w:id w:val="2506658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794A86" w14:textId="77777777" w:rsidR="00437F5F" w:rsidRPr="00664788" w:rsidRDefault="00437F5F" w:rsidP="00437F5F">
                <w:pPr>
                  <w:pStyle w:val="table"/>
                  <w:jc w:val="center"/>
                </w:pPr>
                <w:r w:rsidRPr="000610E3">
                  <w:rPr>
                    <w:rFonts w:ascii="MS Gothic" w:eastAsia="MS Gothic" w:hAnsi="MS Gothic"/>
                  </w:rPr>
                  <w:t>☐</w:t>
                </w:r>
              </w:p>
            </w:tc>
          </w:sdtContent>
        </w:sdt>
        <w:sdt>
          <w:sdtPr>
            <w:id w:val="-189527197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2CDB88" w14:textId="77777777" w:rsidR="00437F5F" w:rsidRPr="00664788" w:rsidRDefault="00437F5F" w:rsidP="00437F5F">
                <w:pPr>
                  <w:pStyle w:val="table"/>
                  <w:jc w:val="center"/>
                </w:pPr>
                <w:r w:rsidRPr="000610E3">
                  <w:rPr>
                    <w:rFonts w:ascii="MS Gothic" w:eastAsia="MS Gothic" w:hAnsi="MS Gothic"/>
                  </w:rPr>
                  <w:t>☐</w:t>
                </w:r>
              </w:p>
            </w:tc>
          </w:sdtContent>
        </w:sdt>
        <w:sdt>
          <w:sdtPr>
            <w:id w:val="150694176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EEDCFA"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5A0443B"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10664402" w14:textId="77777777" w:rsidR="00437F5F" w:rsidRPr="00664788" w:rsidRDefault="00437F5F" w:rsidP="00437F5F">
            <w:pPr>
              <w:spacing w:before="40" w:after="40" w:line="240" w:lineRule="auto"/>
              <w:rPr>
                <w:color w:val="FFFFFF" w:themeColor="background1"/>
              </w:rPr>
            </w:pPr>
          </w:p>
        </w:tc>
      </w:tr>
      <w:tr w:rsidR="00437F5F" w:rsidRPr="00664788" w14:paraId="2C7018AC"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A191761" w14:textId="77777777" w:rsidR="00437F5F" w:rsidRPr="00664788" w:rsidRDefault="00437F5F" w:rsidP="00437F5F">
            <w:pPr>
              <w:pStyle w:val="table"/>
            </w:pPr>
            <w:r>
              <w:t>Cupboards and drawer handles</w:t>
            </w:r>
          </w:p>
        </w:tc>
        <w:sdt>
          <w:sdtPr>
            <w:id w:val="68033105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A2CBF1" w14:textId="77777777" w:rsidR="00437F5F" w:rsidRPr="00664788" w:rsidRDefault="00437F5F" w:rsidP="00437F5F">
                <w:pPr>
                  <w:pStyle w:val="table"/>
                  <w:jc w:val="center"/>
                </w:pPr>
                <w:r w:rsidRPr="0008747B">
                  <w:rPr>
                    <w:rFonts w:ascii="MS Gothic" w:eastAsia="MS Gothic" w:hAnsi="MS Gothic"/>
                  </w:rPr>
                  <w:t>☐</w:t>
                </w:r>
              </w:p>
            </w:tc>
          </w:sdtContent>
        </w:sdt>
        <w:sdt>
          <w:sdtPr>
            <w:id w:val="51974753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769F04" w14:textId="77777777" w:rsidR="00437F5F" w:rsidRPr="00664788" w:rsidRDefault="00437F5F" w:rsidP="00437F5F">
                <w:pPr>
                  <w:pStyle w:val="table"/>
                  <w:jc w:val="center"/>
                </w:pPr>
                <w:r w:rsidRPr="000610E3">
                  <w:rPr>
                    <w:rFonts w:ascii="MS Gothic" w:eastAsia="MS Gothic" w:hAnsi="MS Gothic"/>
                  </w:rPr>
                  <w:t>☐</w:t>
                </w:r>
              </w:p>
            </w:tc>
          </w:sdtContent>
        </w:sdt>
        <w:sdt>
          <w:sdtPr>
            <w:id w:val="51550952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BF1459" w14:textId="77777777" w:rsidR="00437F5F" w:rsidRPr="00664788" w:rsidRDefault="00437F5F" w:rsidP="00437F5F">
                <w:pPr>
                  <w:pStyle w:val="table"/>
                  <w:jc w:val="center"/>
                </w:pPr>
                <w:r w:rsidRPr="000610E3">
                  <w:rPr>
                    <w:rFonts w:ascii="MS Gothic" w:eastAsia="MS Gothic" w:hAnsi="MS Gothic"/>
                  </w:rPr>
                  <w:t>☐</w:t>
                </w:r>
              </w:p>
            </w:tc>
          </w:sdtContent>
        </w:sdt>
        <w:sdt>
          <w:sdtPr>
            <w:id w:val="-19306769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7C8780" w14:textId="77777777" w:rsidR="00437F5F" w:rsidRPr="00664788" w:rsidRDefault="00437F5F" w:rsidP="00437F5F">
                <w:pPr>
                  <w:pStyle w:val="table"/>
                  <w:jc w:val="center"/>
                </w:pPr>
                <w:r w:rsidRPr="000610E3">
                  <w:rPr>
                    <w:rFonts w:ascii="MS Gothic" w:eastAsia="MS Gothic" w:hAnsi="MS Gothic"/>
                  </w:rPr>
                  <w:t>☐</w:t>
                </w:r>
              </w:p>
            </w:tc>
          </w:sdtContent>
        </w:sdt>
        <w:sdt>
          <w:sdtPr>
            <w:id w:val="-112915649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5672C4A" w14:textId="77777777" w:rsidR="00437F5F" w:rsidRPr="00664788" w:rsidRDefault="00437F5F" w:rsidP="00437F5F">
                <w:pPr>
                  <w:pStyle w:val="table"/>
                  <w:jc w:val="center"/>
                </w:pPr>
                <w:r w:rsidRPr="000610E3">
                  <w:rPr>
                    <w:rFonts w:ascii="MS Gothic" w:eastAsia="MS Gothic" w:hAnsi="MS Gothic"/>
                  </w:rPr>
                  <w:t>☐</w:t>
                </w:r>
              </w:p>
            </w:tc>
          </w:sdtContent>
        </w:sdt>
        <w:sdt>
          <w:sdtPr>
            <w:id w:val="-87832021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1AF737" w14:textId="77777777" w:rsidR="00437F5F" w:rsidRPr="00664788" w:rsidRDefault="00437F5F" w:rsidP="00437F5F">
                <w:pPr>
                  <w:pStyle w:val="table"/>
                  <w:jc w:val="center"/>
                </w:pPr>
                <w:r w:rsidRPr="000610E3">
                  <w:rPr>
                    <w:rFonts w:ascii="MS Gothic" w:eastAsia="MS Gothic" w:hAnsi="MS Gothic"/>
                  </w:rPr>
                  <w:t>☐</w:t>
                </w:r>
              </w:p>
            </w:tc>
          </w:sdtContent>
        </w:sdt>
        <w:sdt>
          <w:sdtPr>
            <w:id w:val="-46397042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8AB4D9"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748C7B0"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3E21A97E" w14:textId="77777777" w:rsidR="00437F5F" w:rsidRPr="00664788" w:rsidRDefault="00437F5F" w:rsidP="00437F5F">
            <w:pPr>
              <w:spacing w:before="40" w:after="40" w:line="240" w:lineRule="auto"/>
              <w:rPr>
                <w:color w:val="FFFFFF" w:themeColor="background1"/>
              </w:rPr>
            </w:pPr>
          </w:p>
        </w:tc>
      </w:tr>
      <w:tr w:rsidR="00437F5F" w:rsidRPr="00664788" w14:paraId="71C39F4D"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36F466A" w14:textId="77777777" w:rsidR="00437F5F" w:rsidRPr="00664788" w:rsidRDefault="00437F5F" w:rsidP="00437F5F">
            <w:pPr>
              <w:pStyle w:val="table"/>
            </w:pPr>
            <w:r>
              <w:t>Printer buttons</w:t>
            </w:r>
          </w:p>
        </w:tc>
        <w:sdt>
          <w:sdtPr>
            <w:id w:val="-39020194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ED38BC" w14:textId="77777777" w:rsidR="00437F5F" w:rsidRPr="00664788" w:rsidRDefault="00437F5F" w:rsidP="00437F5F">
                <w:pPr>
                  <w:pStyle w:val="table"/>
                  <w:jc w:val="center"/>
                </w:pPr>
                <w:r w:rsidRPr="0008747B">
                  <w:rPr>
                    <w:rFonts w:ascii="MS Gothic" w:eastAsia="MS Gothic" w:hAnsi="MS Gothic"/>
                  </w:rPr>
                  <w:t>☐</w:t>
                </w:r>
              </w:p>
            </w:tc>
          </w:sdtContent>
        </w:sdt>
        <w:sdt>
          <w:sdtPr>
            <w:id w:val="134952521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A6512D" w14:textId="77777777" w:rsidR="00437F5F" w:rsidRPr="00664788" w:rsidRDefault="00437F5F" w:rsidP="00437F5F">
                <w:pPr>
                  <w:pStyle w:val="table"/>
                  <w:jc w:val="center"/>
                </w:pPr>
                <w:r w:rsidRPr="000610E3">
                  <w:rPr>
                    <w:rFonts w:ascii="MS Gothic" w:eastAsia="MS Gothic" w:hAnsi="MS Gothic"/>
                  </w:rPr>
                  <w:t>☐</w:t>
                </w:r>
              </w:p>
            </w:tc>
          </w:sdtContent>
        </w:sdt>
        <w:sdt>
          <w:sdtPr>
            <w:id w:val="127320849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84ECC2" w14:textId="77777777" w:rsidR="00437F5F" w:rsidRPr="00664788" w:rsidRDefault="00437F5F" w:rsidP="00437F5F">
                <w:pPr>
                  <w:pStyle w:val="table"/>
                  <w:jc w:val="center"/>
                </w:pPr>
                <w:r w:rsidRPr="000610E3">
                  <w:rPr>
                    <w:rFonts w:ascii="MS Gothic" w:eastAsia="MS Gothic" w:hAnsi="MS Gothic"/>
                  </w:rPr>
                  <w:t>☐</w:t>
                </w:r>
              </w:p>
            </w:tc>
          </w:sdtContent>
        </w:sdt>
        <w:sdt>
          <w:sdtPr>
            <w:id w:val="-48694002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67BBE44" w14:textId="77777777" w:rsidR="00437F5F" w:rsidRPr="00664788" w:rsidRDefault="00437F5F" w:rsidP="00437F5F">
                <w:pPr>
                  <w:pStyle w:val="table"/>
                  <w:jc w:val="center"/>
                </w:pPr>
                <w:r w:rsidRPr="000610E3">
                  <w:rPr>
                    <w:rFonts w:ascii="MS Gothic" w:eastAsia="MS Gothic" w:hAnsi="MS Gothic"/>
                  </w:rPr>
                  <w:t>☐</w:t>
                </w:r>
              </w:p>
            </w:tc>
          </w:sdtContent>
        </w:sdt>
        <w:sdt>
          <w:sdtPr>
            <w:id w:val="-85387985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43F3735" w14:textId="77777777" w:rsidR="00437F5F" w:rsidRPr="00664788" w:rsidRDefault="00437F5F" w:rsidP="00437F5F">
                <w:pPr>
                  <w:pStyle w:val="table"/>
                  <w:jc w:val="center"/>
                </w:pPr>
                <w:r w:rsidRPr="000610E3">
                  <w:rPr>
                    <w:rFonts w:ascii="MS Gothic" w:eastAsia="MS Gothic" w:hAnsi="MS Gothic"/>
                  </w:rPr>
                  <w:t>☐</w:t>
                </w:r>
              </w:p>
            </w:tc>
          </w:sdtContent>
        </w:sdt>
        <w:sdt>
          <w:sdtPr>
            <w:id w:val="-32135083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35B36F" w14:textId="77777777" w:rsidR="00437F5F" w:rsidRPr="00664788" w:rsidRDefault="00437F5F" w:rsidP="00437F5F">
                <w:pPr>
                  <w:pStyle w:val="table"/>
                  <w:jc w:val="center"/>
                </w:pPr>
                <w:r w:rsidRPr="000610E3">
                  <w:rPr>
                    <w:rFonts w:ascii="MS Gothic" w:eastAsia="MS Gothic" w:hAnsi="MS Gothic"/>
                  </w:rPr>
                  <w:t>☐</w:t>
                </w:r>
              </w:p>
            </w:tc>
          </w:sdtContent>
        </w:sdt>
        <w:sdt>
          <w:sdtPr>
            <w:id w:val="12984128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319898"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CB7CF04"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628DB773" w14:textId="77777777" w:rsidR="00437F5F" w:rsidRPr="00664788" w:rsidRDefault="00437F5F" w:rsidP="00437F5F">
            <w:pPr>
              <w:spacing w:before="40" w:after="40" w:line="240" w:lineRule="auto"/>
              <w:rPr>
                <w:color w:val="FFFFFF" w:themeColor="background1"/>
              </w:rPr>
            </w:pPr>
          </w:p>
        </w:tc>
      </w:tr>
      <w:tr w:rsidR="00437F5F" w:rsidRPr="00664788" w14:paraId="00751268"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8C335B8" w14:textId="77777777" w:rsidR="00437F5F" w:rsidRPr="00664788" w:rsidRDefault="00437F5F" w:rsidP="00437F5F">
            <w:pPr>
              <w:pStyle w:val="table"/>
            </w:pPr>
            <w:r>
              <w:t>Garbage can lids</w:t>
            </w:r>
          </w:p>
        </w:tc>
        <w:sdt>
          <w:sdtPr>
            <w:id w:val="144797226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F0D1A5" w14:textId="77777777" w:rsidR="00437F5F" w:rsidRPr="00664788" w:rsidRDefault="00437F5F" w:rsidP="00437F5F">
                <w:pPr>
                  <w:pStyle w:val="table"/>
                  <w:jc w:val="center"/>
                </w:pPr>
                <w:r w:rsidRPr="0008747B">
                  <w:rPr>
                    <w:rFonts w:ascii="MS Gothic" w:eastAsia="MS Gothic" w:hAnsi="MS Gothic"/>
                  </w:rPr>
                  <w:t>☐</w:t>
                </w:r>
              </w:p>
            </w:tc>
          </w:sdtContent>
        </w:sdt>
        <w:sdt>
          <w:sdtPr>
            <w:id w:val="148627772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8A7A63E" w14:textId="77777777" w:rsidR="00437F5F" w:rsidRPr="00664788" w:rsidRDefault="00437F5F" w:rsidP="00437F5F">
                <w:pPr>
                  <w:pStyle w:val="table"/>
                  <w:jc w:val="center"/>
                </w:pPr>
                <w:r w:rsidRPr="000610E3">
                  <w:rPr>
                    <w:rFonts w:ascii="MS Gothic" w:eastAsia="MS Gothic" w:hAnsi="MS Gothic"/>
                  </w:rPr>
                  <w:t>☐</w:t>
                </w:r>
              </w:p>
            </w:tc>
          </w:sdtContent>
        </w:sdt>
        <w:sdt>
          <w:sdtPr>
            <w:id w:val="-169652852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2A189BD" w14:textId="77777777" w:rsidR="00437F5F" w:rsidRPr="00664788" w:rsidRDefault="00437F5F" w:rsidP="00437F5F">
                <w:pPr>
                  <w:pStyle w:val="table"/>
                  <w:jc w:val="center"/>
                </w:pPr>
                <w:r w:rsidRPr="000610E3">
                  <w:rPr>
                    <w:rFonts w:ascii="MS Gothic" w:eastAsia="MS Gothic" w:hAnsi="MS Gothic"/>
                  </w:rPr>
                  <w:t>☐</w:t>
                </w:r>
              </w:p>
            </w:tc>
          </w:sdtContent>
        </w:sdt>
        <w:sdt>
          <w:sdtPr>
            <w:id w:val="111780014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2E032F" w14:textId="77777777" w:rsidR="00437F5F" w:rsidRPr="00664788" w:rsidRDefault="00437F5F" w:rsidP="00437F5F">
                <w:pPr>
                  <w:pStyle w:val="table"/>
                  <w:jc w:val="center"/>
                </w:pPr>
                <w:r w:rsidRPr="000610E3">
                  <w:rPr>
                    <w:rFonts w:ascii="MS Gothic" w:eastAsia="MS Gothic" w:hAnsi="MS Gothic"/>
                  </w:rPr>
                  <w:t>☐</w:t>
                </w:r>
              </w:p>
            </w:tc>
          </w:sdtContent>
        </w:sdt>
        <w:sdt>
          <w:sdtPr>
            <w:id w:val="-30053270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3CEEA6" w14:textId="77777777" w:rsidR="00437F5F" w:rsidRPr="00664788" w:rsidRDefault="00437F5F" w:rsidP="00437F5F">
                <w:pPr>
                  <w:pStyle w:val="table"/>
                  <w:jc w:val="center"/>
                </w:pPr>
                <w:r w:rsidRPr="000610E3">
                  <w:rPr>
                    <w:rFonts w:ascii="MS Gothic" w:eastAsia="MS Gothic" w:hAnsi="MS Gothic"/>
                  </w:rPr>
                  <w:t>☐</w:t>
                </w:r>
              </w:p>
            </w:tc>
          </w:sdtContent>
        </w:sdt>
        <w:sdt>
          <w:sdtPr>
            <w:id w:val="159397322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69C4892" w14:textId="77777777" w:rsidR="00437F5F" w:rsidRPr="00664788" w:rsidRDefault="00437F5F" w:rsidP="00437F5F">
                <w:pPr>
                  <w:pStyle w:val="table"/>
                  <w:jc w:val="center"/>
                </w:pPr>
                <w:r w:rsidRPr="000610E3">
                  <w:rPr>
                    <w:rFonts w:ascii="MS Gothic" w:eastAsia="MS Gothic" w:hAnsi="MS Gothic"/>
                  </w:rPr>
                  <w:t>☐</w:t>
                </w:r>
              </w:p>
            </w:tc>
          </w:sdtContent>
        </w:sdt>
        <w:sdt>
          <w:sdtPr>
            <w:id w:val="-150551154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498E307"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84A6328"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28CAA051" w14:textId="77777777" w:rsidR="00437F5F" w:rsidRPr="00664788" w:rsidRDefault="00437F5F" w:rsidP="00437F5F">
            <w:pPr>
              <w:spacing w:before="40" w:after="40" w:line="240" w:lineRule="auto"/>
              <w:rPr>
                <w:color w:val="FFFFFF" w:themeColor="background1"/>
              </w:rPr>
            </w:pPr>
          </w:p>
        </w:tc>
      </w:tr>
      <w:tr w:rsidR="00437F5F" w:rsidRPr="00664788" w14:paraId="4C107BE1"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64FBE21" w14:textId="77777777" w:rsidR="00437F5F" w:rsidRPr="00664788" w:rsidRDefault="00437F5F" w:rsidP="00437F5F">
            <w:pPr>
              <w:pStyle w:val="table"/>
            </w:pPr>
            <w:r>
              <w:t>Recycle bins</w:t>
            </w:r>
          </w:p>
        </w:tc>
        <w:sdt>
          <w:sdtPr>
            <w:id w:val="-1212190963"/>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C3DC11E" w14:textId="77777777" w:rsidR="00437F5F" w:rsidRPr="00664788" w:rsidRDefault="00437F5F" w:rsidP="00437F5F">
                <w:pPr>
                  <w:pStyle w:val="table"/>
                  <w:jc w:val="center"/>
                </w:pPr>
                <w:r w:rsidRPr="0008747B">
                  <w:rPr>
                    <w:rFonts w:ascii="MS Gothic" w:eastAsia="MS Gothic" w:hAnsi="MS Gothic"/>
                  </w:rPr>
                  <w:t>☐</w:t>
                </w:r>
              </w:p>
            </w:tc>
          </w:sdtContent>
        </w:sdt>
        <w:sdt>
          <w:sdtPr>
            <w:id w:val="-188108399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268C07" w14:textId="77777777" w:rsidR="00437F5F" w:rsidRPr="00664788" w:rsidRDefault="00437F5F" w:rsidP="00437F5F">
                <w:pPr>
                  <w:pStyle w:val="table"/>
                  <w:jc w:val="center"/>
                </w:pPr>
                <w:r w:rsidRPr="000610E3">
                  <w:rPr>
                    <w:rFonts w:ascii="MS Gothic" w:eastAsia="MS Gothic" w:hAnsi="MS Gothic"/>
                  </w:rPr>
                  <w:t>☐</w:t>
                </w:r>
              </w:p>
            </w:tc>
          </w:sdtContent>
        </w:sdt>
        <w:sdt>
          <w:sdtPr>
            <w:id w:val="13546402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D6CEE6" w14:textId="77777777" w:rsidR="00437F5F" w:rsidRPr="00664788" w:rsidRDefault="00437F5F" w:rsidP="00437F5F">
                <w:pPr>
                  <w:pStyle w:val="table"/>
                  <w:jc w:val="center"/>
                </w:pPr>
                <w:r w:rsidRPr="000610E3">
                  <w:rPr>
                    <w:rFonts w:ascii="MS Gothic" w:eastAsia="MS Gothic" w:hAnsi="MS Gothic"/>
                  </w:rPr>
                  <w:t>☐</w:t>
                </w:r>
              </w:p>
            </w:tc>
          </w:sdtContent>
        </w:sdt>
        <w:sdt>
          <w:sdtPr>
            <w:id w:val="-74132890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CC05AE" w14:textId="77777777" w:rsidR="00437F5F" w:rsidRPr="00664788" w:rsidRDefault="00437F5F" w:rsidP="00437F5F">
                <w:pPr>
                  <w:pStyle w:val="table"/>
                  <w:jc w:val="center"/>
                </w:pPr>
                <w:r w:rsidRPr="000610E3">
                  <w:rPr>
                    <w:rFonts w:ascii="MS Gothic" w:eastAsia="MS Gothic" w:hAnsi="MS Gothic"/>
                  </w:rPr>
                  <w:t>☐</w:t>
                </w:r>
              </w:p>
            </w:tc>
          </w:sdtContent>
        </w:sdt>
        <w:sdt>
          <w:sdtPr>
            <w:id w:val="178229244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E02998E" w14:textId="77777777" w:rsidR="00437F5F" w:rsidRPr="00664788" w:rsidRDefault="00437F5F" w:rsidP="00437F5F">
                <w:pPr>
                  <w:pStyle w:val="table"/>
                  <w:jc w:val="center"/>
                </w:pPr>
                <w:r w:rsidRPr="000610E3">
                  <w:rPr>
                    <w:rFonts w:ascii="MS Gothic" w:eastAsia="MS Gothic" w:hAnsi="MS Gothic"/>
                  </w:rPr>
                  <w:t>☐</w:t>
                </w:r>
              </w:p>
            </w:tc>
          </w:sdtContent>
        </w:sdt>
        <w:sdt>
          <w:sdtPr>
            <w:id w:val="112288282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4C9E960" w14:textId="77777777" w:rsidR="00437F5F" w:rsidRPr="00664788" w:rsidRDefault="00437F5F" w:rsidP="00437F5F">
                <w:pPr>
                  <w:pStyle w:val="table"/>
                  <w:jc w:val="center"/>
                </w:pPr>
                <w:r w:rsidRPr="000610E3">
                  <w:rPr>
                    <w:rFonts w:ascii="MS Gothic" w:eastAsia="MS Gothic" w:hAnsi="MS Gothic"/>
                  </w:rPr>
                  <w:t>☐</w:t>
                </w:r>
              </w:p>
            </w:tc>
          </w:sdtContent>
        </w:sdt>
        <w:sdt>
          <w:sdtPr>
            <w:id w:val="-178704239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10AED68"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B4266FA"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6D756780" w14:textId="77777777" w:rsidR="00437F5F" w:rsidRPr="00664788" w:rsidRDefault="00437F5F" w:rsidP="00437F5F">
            <w:pPr>
              <w:spacing w:before="40" w:after="40" w:line="240" w:lineRule="auto"/>
              <w:rPr>
                <w:color w:val="FFFFFF" w:themeColor="background1"/>
              </w:rPr>
            </w:pPr>
          </w:p>
        </w:tc>
      </w:tr>
      <w:tr w:rsidR="00437F5F" w:rsidRPr="00664788" w14:paraId="0D94730C"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F6D539C" w14:textId="77777777" w:rsidR="00437F5F" w:rsidRPr="00664788" w:rsidRDefault="00437F5F" w:rsidP="00437F5F">
            <w:pPr>
              <w:pStyle w:val="table"/>
            </w:pPr>
            <w:r>
              <w:t>Filing cabinets</w:t>
            </w:r>
          </w:p>
        </w:tc>
        <w:sdt>
          <w:sdtPr>
            <w:id w:val="146970150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2D5E98" w14:textId="77777777" w:rsidR="00437F5F" w:rsidRPr="00664788" w:rsidRDefault="00437F5F" w:rsidP="00437F5F">
                <w:pPr>
                  <w:pStyle w:val="table"/>
                  <w:jc w:val="center"/>
                </w:pPr>
                <w:r w:rsidRPr="0008747B">
                  <w:rPr>
                    <w:rFonts w:ascii="MS Gothic" w:eastAsia="MS Gothic" w:hAnsi="MS Gothic"/>
                  </w:rPr>
                  <w:t>☐</w:t>
                </w:r>
              </w:p>
            </w:tc>
          </w:sdtContent>
        </w:sdt>
        <w:sdt>
          <w:sdtPr>
            <w:id w:val="-68150408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792954E" w14:textId="77777777" w:rsidR="00437F5F" w:rsidRPr="00664788" w:rsidRDefault="00437F5F" w:rsidP="00437F5F">
                <w:pPr>
                  <w:pStyle w:val="table"/>
                  <w:jc w:val="center"/>
                </w:pPr>
                <w:r w:rsidRPr="000610E3">
                  <w:rPr>
                    <w:rFonts w:ascii="MS Gothic" w:eastAsia="MS Gothic" w:hAnsi="MS Gothic"/>
                  </w:rPr>
                  <w:t>☐</w:t>
                </w:r>
              </w:p>
            </w:tc>
          </w:sdtContent>
        </w:sdt>
        <w:sdt>
          <w:sdtPr>
            <w:id w:val="112998556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D76B1FF" w14:textId="77777777" w:rsidR="00437F5F" w:rsidRPr="00664788" w:rsidRDefault="00437F5F" w:rsidP="00437F5F">
                <w:pPr>
                  <w:pStyle w:val="table"/>
                  <w:jc w:val="center"/>
                </w:pPr>
                <w:r w:rsidRPr="000610E3">
                  <w:rPr>
                    <w:rFonts w:ascii="MS Gothic" w:eastAsia="MS Gothic" w:hAnsi="MS Gothic"/>
                  </w:rPr>
                  <w:t>☐</w:t>
                </w:r>
              </w:p>
            </w:tc>
          </w:sdtContent>
        </w:sdt>
        <w:sdt>
          <w:sdtPr>
            <w:id w:val="-38742097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974341" w14:textId="77777777" w:rsidR="00437F5F" w:rsidRPr="00664788" w:rsidRDefault="00437F5F" w:rsidP="00437F5F">
                <w:pPr>
                  <w:pStyle w:val="table"/>
                  <w:jc w:val="center"/>
                </w:pPr>
                <w:r w:rsidRPr="000610E3">
                  <w:rPr>
                    <w:rFonts w:ascii="MS Gothic" w:eastAsia="MS Gothic" w:hAnsi="MS Gothic"/>
                  </w:rPr>
                  <w:t>☐</w:t>
                </w:r>
              </w:p>
            </w:tc>
          </w:sdtContent>
        </w:sdt>
        <w:sdt>
          <w:sdtPr>
            <w:id w:val="-174663565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FBD041" w14:textId="77777777" w:rsidR="00437F5F" w:rsidRPr="00664788" w:rsidRDefault="00437F5F" w:rsidP="00437F5F">
                <w:pPr>
                  <w:pStyle w:val="table"/>
                  <w:jc w:val="center"/>
                </w:pPr>
                <w:r w:rsidRPr="000610E3">
                  <w:rPr>
                    <w:rFonts w:ascii="MS Gothic" w:eastAsia="MS Gothic" w:hAnsi="MS Gothic"/>
                  </w:rPr>
                  <w:t>☐</w:t>
                </w:r>
              </w:p>
            </w:tc>
          </w:sdtContent>
        </w:sdt>
        <w:sdt>
          <w:sdtPr>
            <w:id w:val="-47422809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713DEF" w14:textId="77777777" w:rsidR="00437F5F" w:rsidRPr="00664788" w:rsidRDefault="00437F5F" w:rsidP="00437F5F">
                <w:pPr>
                  <w:pStyle w:val="table"/>
                  <w:jc w:val="center"/>
                </w:pPr>
                <w:r w:rsidRPr="000610E3">
                  <w:rPr>
                    <w:rFonts w:ascii="MS Gothic" w:eastAsia="MS Gothic" w:hAnsi="MS Gothic"/>
                  </w:rPr>
                  <w:t>☐</w:t>
                </w:r>
              </w:p>
            </w:tc>
          </w:sdtContent>
        </w:sdt>
        <w:sdt>
          <w:sdtPr>
            <w:id w:val="82801731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C61B803"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BDD4226"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723F9DC5" w14:textId="77777777" w:rsidR="00437F5F" w:rsidRPr="00664788" w:rsidRDefault="00437F5F" w:rsidP="00437F5F">
            <w:pPr>
              <w:spacing w:before="40" w:after="40" w:line="240" w:lineRule="auto"/>
              <w:rPr>
                <w:color w:val="FFFFFF" w:themeColor="background1"/>
              </w:rPr>
            </w:pPr>
          </w:p>
        </w:tc>
      </w:tr>
      <w:tr w:rsidR="00437F5F" w:rsidRPr="00664788" w14:paraId="65911670"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30E5D2B" w14:textId="77777777" w:rsidR="00437F5F" w:rsidRPr="00664788" w:rsidRDefault="00437F5F" w:rsidP="00437F5F">
            <w:pPr>
              <w:pStyle w:val="table"/>
            </w:pPr>
            <w:r>
              <w:t>Chair arm rests</w:t>
            </w:r>
          </w:p>
        </w:tc>
        <w:sdt>
          <w:sdtPr>
            <w:id w:val="11472446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918EAE0" w14:textId="77777777" w:rsidR="00437F5F" w:rsidRPr="00664788" w:rsidRDefault="00437F5F" w:rsidP="00437F5F">
                <w:pPr>
                  <w:pStyle w:val="table"/>
                  <w:jc w:val="center"/>
                </w:pPr>
                <w:r w:rsidRPr="0008747B">
                  <w:rPr>
                    <w:rFonts w:ascii="MS Gothic" w:eastAsia="MS Gothic" w:hAnsi="MS Gothic"/>
                  </w:rPr>
                  <w:t>☐</w:t>
                </w:r>
              </w:p>
            </w:tc>
          </w:sdtContent>
        </w:sdt>
        <w:sdt>
          <w:sdtPr>
            <w:id w:val="1370026462"/>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BF76C51" w14:textId="77777777" w:rsidR="00437F5F" w:rsidRPr="00664788" w:rsidRDefault="00437F5F" w:rsidP="00437F5F">
                <w:pPr>
                  <w:pStyle w:val="table"/>
                  <w:jc w:val="center"/>
                </w:pPr>
                <w:r w:rsidRPr="000610E3">
                  <w:rPr>
                    <w:rFonts w:ascii="MS Gothic" w:eastAsia="MS Gothic" w:hAnsi="MS Gothic"/>
                  </w:rPr>
                  <w:t>☐</w:t>
                </w:r>
              </w:p>
            </w:tc>
          </w:sdtContent>
        </w:sdt>
        <w:sdt>
          <w:sdtPr>
            <w:id w:val="103963358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E032A35" w14:textId="77777777" w:rsidR="00437F5F" w:rsidRPr="00664788" w:rsidRDefault="00437F5F" w:rsidP="00437F5F">
                <w:pPr>
                  <w:pStyle w:val="table"/>
                  <w:jc w:val="center"/>
                </w:pPr>
                <w:r w:rsidRPr="000610E3">
                  <w:rPr>
                    <w:rFonts w:ascii="MS Gothic" w:eastAsia="MS Gothic" w:hAnsi="MS Gothic"/>
                  </w:rPr>
                  <w:t>☐</w:t>
                </w:r>
              </w:p>
            </w:tc>
          </w:sdtContent>
        </w:sdt>
        <w:sdt>
          <w:sdtPr>
            <w:id w:val="95106135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76F15E" w14:textId="77777777" w:rsidR="00437F5F" w:rsidRPr="00664788" w:rsidRDefault="00437F5F" w:rsidP="00437F5F">
                <w:pPr>
                  <w:pStyle w:val="table"/>
                  <w:jc w:val="center"/>
                </w:pPr>
                <w:r w:rsidRPr="000610E3">
                  <w:rPr>
                    <w:rFonts w:ascii="MS Gothic" w:eastAsia="MS Gothic" w:hAnsi="MS Gothic"/>
                  </w:rPr>
                  <w:t>☐</w:t>
                </w:r>
              </w:p>
            </w:tc>
          </w:sdtContent>
        </w:sdt>
        <w:sdt>
          <w:sdtPr>
            <w:id w:val="-118490405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16933E" w14:textId="77777777" w:rsidR="00437F5F" w:rsidRPr="00664788" w:rsidRDefault="00437F5F" w:rsidP="00437F5F">
                <w:pPr>
                  <w:pStyle w:val="table"/>
                  <w:jc w:val="center"/>
                </w:pPr>
                <w:r w:rsidRPr="000610E3">
                  <w:rPr>
                    <w:rFonts w:ascii="MS Gothic" w:eastAsia="MS Gothic" w:hAnsi="MS Gothic"/>
                  </w:rPr>
                  <w:t>☐</w:t>
                </w:r>
              </w:p>
            </w:tc>
          </w:sdtContent>
        </w:sdt>
        <w:sdt>
          <w:sdtPr>
            <w:id w:val="-994720409"/>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1B812C" w14:textId="77777777" w:rsidR="00437F5F" w:rsidRPr="00664788" w:rsidRDefault="00437F5F" w:rsidP="00437F5F">
                <w:pPr>
                  <w:pStyle w:val="table"/>
                  <w:jc w:val="center"/>
                </w:pPr>
                <w:r w:rsidRPr="000610E3">
                  <w:rPr>
                    <w:rFonts w:ascii="MS Gothic" w:eastAsia="MS Gothic" w:hAnsi="MS Gothic"/>
                  </w:rPr>
                  <w:t>☐</w:t>
                </w:r>
              </w:p>
            </w:tc>
          </w:sdtContent>
        </w:sdt>
        <w:sdt>
          <w:sdtPr>
            <w:id w:val="182216334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37520B"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C5360C3"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05B400D8" w14:textId="77777777" w:rsidR="00437F5F" w:rsidRPr="00664788" w:rsidRDefault="00437F5F" w:rsidP="00437F5F">
            <w:pPr>
              <w:spacing w:before="40" w:after="40" w:line="240" w:lineRule="auto"/>
              <w:rPr>
                <w:color w:val="FFFFFF" w:themeColor="background1"/>
              </w:rPr>
            </w:pPr>
          </w:p>
        </w:tc>
      </w:tr>
      <w:tr w:rsidR="00437F5F" w:rsidRPr="00664788" w14:paraId="0AE0102F"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A16BAD4" w14:textId="77777777" w:rsidR="00437F5F" w:rsidRPr="00664788" w:rsidRDefault="00437F5F" w:rsidP="00437F5F">
            <w:pPr>
              <w:pStyle w:val="table"/>
            </w:pPr>
            <w:r>
              <w:t>Laptop, surface, keyboard, mouse</w:t>
            </w:r>
          </w:p>
        </w:tc>
        <w:sdt>
          <w:sdtPr>
            <w:id w:val="-61713520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50A1F53" w14:textId="77777777" w:rsidR="00437F5F" w:rsidRPr="00664788" w:rsidRDefault="00437F5F" w:rsidP="00437F5F">
                <w:pPr>
                  <w:pStyle w:val="table"/>
                  <w:jc w:val="center"/>
                </w:pPr>
                <w:r w:rsidRPr="0008747B">
                  <w:rPr>
                    <w:rFonts w:ascii="MS Gothic" w:eastAsia="MS Gothic" w:hAnsi="MS Gothic"/>
                  </w:rPr>
                  <w:t>☐</w:t>
                </w:r>
              </w:p>
            </w:tc>
          </w:sdtContent>
        </w:sdt>
        <w:sdt>
          <w:sdtPr>
            <w:id w:val="-123038001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060717F" w14:textId="77777777" w:rsidR="00437F5F" w:rsidRPr="00664788" w:rsidRDefault="00437F5F" w:rsidP="00437F5F">
                <w:pPr>
                  <w:pStyle w:val="table"/>
                  <w:jc w:val="center"/>
                </w:pPr>
                <w:r w:rsidRPr="000610E3">
                  <w:rPr>
                    <w:rFonts w:ascii="MS Gothic" w:eastAsia="MS Gothic" w:hAnsi="MS Gothic"/>
                  </w:rPr>
                  <w:t>☐</w:t>
                </w:r>
              </w:p>
            </w:tc>
          </w:sdtContent>
        </w:sdt>
        <w:sdt>
          <w:sdtPr>
            <w:id w:val="52268056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EECD68" w14:textId="77777777" w:rsidR="00437F5F" w:rsidRPr="00664788" w:rsidRDefault="00437F5F" w:rsidP="00437F5F">
                <w:pPr>
                  <w:pStyle w:val="table"/>
                  <w:jc w:val="center"/>
                </w:pPr>
                <w:r w:rsidRPr="000610E3">
                  <w:rPr>
                    <w:rFonts w:ascii="MS Gothic" w:eastAsia="MS Gothic" w:hAnsi="MS Gothic"/>
                  </w:rPr>
                  <w:t>☐</w:t>
                </w:r>
              </w:p>
            </w:tc>
          </w:sdtContent>
        </w:sdt>
        <w:sdt>
          <w:sdtPr>
            <w:id w:val="-29922579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A4AF86F" w14:textId="77777777" w:rsidR="00437F5F" w:rsidRPr="00664788" w:rsidRDefault="00437F5F" w:rsidP="00437F5F">
                <w:pPr>
                  <w:pStyle w:val="table"/>
                  <w:jc w:val="center"/>
                </w:pPr>
                <w:r w:rsidRPr="000610E3">
                  <w:rPr>
                    <w:rFonts w:ascii="MS Gothic" w:eastAsia="MS Gothic" w:hAnsi="MS Gothic"/>
                  </w:rPr>
                  <w:t>☐</w:t>
                </w:r>
              </w:p>
            </w:tc>
          </w:sdtContent>
        </w:sdt>
        <w:sdt>
          <w:sdtPr>
            <w:id w:val="90750685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9297225" w14:textId="77777777" w:rsidR="00437F5F" w:rsidRPr="00664788" w:rsidRDefault="00437F5F" w:rsidP="00437F5F">
                <w:pPr>
                  <w:pStyle w:val="table"/>
                  <w:jc w:val="center"/>
                </w:pPr>
                <w:r w:rsidRPr="000610E3">
                  <w:rPr>
                    <w:rFonts w:ascii="MS Gothic" w:eastAsia="MS Gothic" w:hAnsi="MS Gothic"/>
                  </w:rPr>
                  <w:t>☐</w:t>
                </w:r>
              </w:p>
            </w:tc>
          </w:sdtContent>
        </w:sdt>
        <w:sdt>
          <w:sdtPr>
            <w:id w:val="-142224591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60CDBA5" w14:textId="77777777" w:rsidR="00437F5F" w:rsidRPr="00664788" w:rsidRDefault="00437F5F" w:rsidP="00437F5F">
                <w:pPr>
                  <w:pStyle w:val="table"/>
                  <w:jc w:val="center"/>
                </w:pPr>
                <w:r w:rsidRPr="000610E3">
                  <w:rPr>
                    <w:rFonts w:ascii="MS Gothic" w:eastAsia="MS Gothic" w:hAnsi="MS Gothic"/>
                  </w:rPr>
                  <w:t>☐</w:t>
                </w:r>
              </w:p>
            </w:tc>
          </w:sdtContent>
        </w:sdt>
        <w:sdt>
          <w:sdtPr>
            <w:id w:val="1873962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53197D"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D05B45D"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0EE5399E" w14:textId="77777777" w:rsidR="00437F5F" w:rsidRPr="00664788" w:rsidRDefault="00437F5F" w:rsidP="00437F5F">
            <w:pPr>
              <w:spacing w:before="40" w:after="40" w:line="240" w:lineRule="auto"/>
              <w:rPr>
                <w:color w:val="FFFFFF" w:themeColor="background1"/>
              </w:rPr>
            </w:pPr>
          </w:p>
        </w:tc>
      </w:tr>
      <w:tr w:rsidR="00437F5F" w:rsidRPr="00664788" w14:paraId="045EE282"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0D98DE0" w14:textId="77777777" w:rsidR="00437F5F" w:rsidRPr="00664788" w:rsidRDefault="00437F5F" w:rsidP="00437F5F">
            <w:pPr>
              <w:pStyle w:val="table"/>
            </w:pPr>
            <w:r>
              <w:t>Telephones</w:t>
            </w:r>
          </w:p>
        </w:tc>
        <w:sdt>
          <w:sdtPr>
            <w:id w:val="-116616361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524AA0F" w14:textId="77777777" w:rsidR="00437F5F" w:rsidRPr="00664788" w:rsidRDefault="00437F5F" w:rsidP="00437F5F">
                <w:pPr>
                  <w:pStyle w:val="table"/>
                  <w:jc w:val="center"/>
                </w:pPr>
                <w:r w:rsidRPr="0008747B">
                  <w:rPr>
                    <w:rFonts w:ascii="MS Gothic" w:eastAsia="MS Gothic" w:hAnsi="MS Gothic"/>
                  </w:rPr>
                  <w:t>☐</w:t>
                </w:r>
              </w:p>
            </w:tc>
          </w:sdtContent>
        </w:sdt>
        <w:sdt>
          <w:sdtPr>
            <w:id w:val="-105022892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9CD991" w14:textId="77777777" w:rsidR="00437F5F" w:rsidRPr="00664788" w:rsidRDefault="00437F5F" w:rsidP="00437F5F">
                <w:pPr>
                  <w:pStyle w:val="table"/>
                  <w:jc w:val="center"/>
                </w:pPr>
                <w:r w:rsidRPr="000610E3">
                  <w:rPr>
                    <w:rFonts w:ascii="MS Gothic" w:eastAsia="MS Gothic" w:hAnsi="MS Gothic"/>
                  </w:rPr>
                  <w:t>☐</w:t>
                </w:r>
              </w:p>
            </w:tc>
          </w:sdtContent>
        </w:sdt>
        <w:sdt>
          <w:sdtPr>
            <w:id w:val="-20131996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535A87" w14:textId="77777777" w:rsidR="00437F5F" w:rsidRPr="00664788" w:rsidRDefault="00437F5F" w:rsidP="00437F5F">
                <w:pPr>
                  <w:pStyle w:val="table"/>
                  <w:jc w:val="center"/>
                </w:pPr>
                <w:r w:rsidRPr="000610E3">
                  <w:rPr>
                    <w:rFonts w:ascii="MS Gothic" w:eastAsia="MS Gothic" w:hAnsi="MS Gothic"/>
                  </w:rPr>
                  <w:t>☐</w:t>
                </w:r>
              </w:p>
            </w:tc>
          </w:sdtContent>
        </w:sdt>
        <w:sdt>
          <w:sdtPr>
            <w:id w:val="-77901948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C4D87E" w14:textId="77777777" w:rsidR="00437F5F" w:rsidRPr="00664788" w:rsidRDefault="00437F5F" w:rsidP="00437F5F">
                <w:pPr>
                  <w:pStyle w:val="table"/>
                  <w:jc w:val="center"/>
                </w:pPr>
                <w:r w:rsidRPr="000610E3">
                  <w:rPr>
                    <w:rFonts w:ascii="MS Gothic" w:eastAsia="MS Gothic" w:hAnsi="MS Gothic"/>
                  </w:rPr>
                  <w:t>☐</w:t>
                </w:r>
              </w:p>
            </w:tc>
          </w:sdtContent>
        </w:sdt>
        <w:sdt>
          <w:sdtPr>
            <w:id w:val="-1007210857"/>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0B21F62" w14:textId="77777777" w:rsidR="00437F5F" w:rsidRPr="00664788" w:rsidRDefault="00437F5F" w:rsidP="00437F5F">
                <w:pPr>
                  <w:pStyle w:val="table"/>
                  <w:jc w:val="center"/>
                </w:pPr>
                <w:r w:rsidRPr="000610E3">
                  <w:rPr>
                    <w:rFonts w:ascii="MS Gothic" w:eastAsia="MS Gothic" w:hAnsi="MS Gothic"/>
                  </w:rPr>
                  <w:t>☐</w:t>
                </w:r>
              </w:p>
            </w:tc>
          </w:sdtContent>
        </w:sdt>
        <w:sdt>
          <w:sdtPr>
            <w:id w:val="-168258792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C6AC29F" w14:textId="77777777" w:rsidR="00437F5F" w:rsidRPr="00664788" w:rsidRDefault="00437F5F" w:rsidP="00437F5F">
                <w:pPr>
                  <w:pStyle w:val="table"/>
                  <w:jc w:val="center"/>
                </w:pPr>
                <w:r w:rsidRPr="000610E3">
                  <w:rPr>
                    <w:rFonts w:ascii="MS Gothic" w:eastAsia="MS Gothic" w:hAnsi="MS Gothic"/>
                  </w:rPr>
                  <w:t>☐</w:t>
                </w:r>
              </w:p>
            </w:tc>
          </w:sdtContent>
        </w:sdt>
        <w:sdt>
          <w:sdtPr>
            <w:id w:val="2006097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6B94DAA"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DE54EFF"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0114571F" w14:textId="77777777" w:rsidR="00437F5F" w:rsidRPr="00664788" w:rsidRDefault="00437F5F" w:rsidP="00437F5F">
            <w:pPr>
              <w:spacing w:before="40" w:after="40" w:line="240" w:lineRule="auto"/>
              <w:rPr>
                <w:color w:val="FFFFFF" w:themeColor="background1"/>
              </w:rPr>
            </w:pPr>
          </w:p>
        </w:tc>
      </w:tr>
      <w:tr w:rsidR="00437F5F" w:rsidRPr="00664788" w14:paraId="74131BB3"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7244914" w14:textId="77777777" w:rsidR="00437F5F" w:rsidRPr="00664788" w:rsidRDefault="00437F5F" w:rsidP="00437F5F">
            <w:pPr>
              <w:pStyle w:val="table"/>
            </w:pPr>
            <w:r>
              <w:t>Whiteboards, markers, brush</w:t>
            </w:r>
          </w:p>
        </w:tc>
        <w:sdt>
          <w:sdtPr>
            <w:id w:val="184381239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6145DE9" w14:textId="77777777" w:rsidR="00437F5F" w:rsidRPr="00664788" w:rsidRDefault="00437F5F" w:rsidP="00437F5F">
                <w:pPr>
                  <w:pStyle w:val="table"/>
                  <w:jc w:val="center"/>
                </w:pPr>
                <w:r w:rsidRPr="0008747B">
                  <w:rPr>
                    <w:rFonts w:ascii="MS Gothic" w:eastAsia="MS Gothic" w:hAnsi="MS Gothic"/>
                  </w:rPr>
                  <w:t>☐</w:t>
                </w:r>
              </w:p>
            </w:tc>
          </w:sdtContent>
        </w:sdt>
        <w:sdt>
          <w:sdtPr>
            <w:id w:val="142346111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663A5D5" w14:textId="77777777" w:rsidR="00437F5F" w:rsidRPr="00664788" w:rsidRDefault="00437F5F" w:rsidP="00437F5F">
                <w:pPr>
                  <w:pStyle w:val="table"/>
                  <w:jc w:val="center"/>
                </w:pPr>
                <w:r w:rsidRPr="000610E3">
                  <w:rPr>
                    <w:rFonts w:ascii="MS Gothic" w:eastAsia="MS Gothic" w:hAnsi="MS Gothic"/>
                  </w:rPr>
                  <w:t>☐</w:t>
                </w:r>
              </w:p>
            </w:tc>
          </w:sdtContent>
        </w:sdt>
        <w:sdt>
          <w:sdtPr>
            <w:id w:val="211384826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7DDD5B1" w14:textId="77777777" w:rsidR="00437F5F" w:rsidRPr="00664788" w:rsidRDefault="00437F5F" w:rsidP="00437F5F">
                <w:pPr>
                  <w:pStyle w:val="table"/>
                  <w:jc w:val="center"/>
                </w:pPr>
                <w:r w:rsidRPr="000610E3">
                  <w:rPr>
                    <w:rFonts w:ascii="MS Gothic" w:eastAsia="MS Gothic" w:hAnsi="MS Gothic"/>
                  </w:rPr>
                  <w:t>☐</w:t>
                </w:r>
              </w:p>
            </w:tc>
          </w:sdtContent>
        </w:sdt>
        <w:sdt>
          <w:sdtPr>
            <w:id w:val="-42434030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45B9DB3" w14:textId="77777777" w:rsidR="00437F5F" w:rsidRPr="00664788" w:rsidRDefault="00437F5F" w:rsidP="00437F5F">
                <w:pPr>
                  <w:pStyle w:val="table"/>
                  <w:jc w:val="center"/>
                </w:pPr>
                <w:r w:rsidRPr="000610E3">
                  <w:rPr>
                    <w:rFonts w:ascii="MS Gothic" w:eastAsia="MS Gothic" w:hAnsi="MS Gothic"/>
                  </w:rPr>
                  <w:t>☐</w:t>
                </w:r>
              </w:p>
            </w:tc>
          </w:sdtContent>
        </w:sdt>
        <w:sdt>
          <w:sdtPr>
            <w:id w:val="30621420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9BDB0EC" w14:textId="77777777" w:rsidR="00437F5F" w:rsidRPr="00664788" w:rsidRDefault="00437F5F" w:rsidP="00437F5F">
                <w:pPr>
                  <w:pStyle w:val="table"/>
                  <w:jc w:val="center"/>
                </w:pPr>
                <w:r w:rsidRPr="000610E3">
                  <w:rPr>
                    <w:rFonts w:ascii="MS Gothic" w:eastAsia="MS Gothic" w:hAnsi="MS Gothic"/>
                  </w:rPr>
                  <w:t>☐</w:t>
                </w:r>
              </w:p>
            </w:tc>
          </w:sdtContent>
        </w:sdt>
        <w:sdt>
          <w:sdtPr>
            <w:id w:val="54742730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391FDB" w14:textId="77777777" w:rsidR="00437F5F" w:rsidRPr="00664788" w:rsidRDefault="00437F5F" w:rsidP="00437F5F">
                <w:pPr>
                  <w:pStyle w:val="table"/>
                  <w:jc w:val="center"/>
                </w:pPr>
                <w:r w:rsidRPr="000610E3">
                  <w:rPr>
                    <w:rFonts w:ascii="MS Gothic" w:eastAsia="MS Gothic" w:hAnsi="MS Gothic"/>
                  </w:rPr>
                  <w:t>☐</w:t>
                </w:r>
              </w:p>
            </w:tc>
          </w:sdtContent>
        </w:sdt>
        <w:sdt>
          <w:sdtPr>
            <w:id w:val="-211750943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387F165"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1448B8E"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5DAA9496" w14:textId="77777777" w:rsidR="00437F5F" w:rsidRPr="00664788" w:rsidRDefault="00437F5F" w:rsidP="00437F5F">
            <w:pPr>
              <w:spacing w:before="40" w:after="40" w:line="240" w:lineRule="auto"/>
              <w:rPr>
                <w:color w:val="FFFFFF" w:themeColor="background1"/>
              </w:rPr>
            </w:pPr>
          </w:p>
        </w:tc>
      </w:tr>
      <w:tr w:rsidR="00437F5F" w:rsidRPr="00664788" w14:paraId="3F6EAE64"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C1AA0BC" w14:textId="77777777" w:rsidR="00437F5F" w:rsidRPr="00664788" w:rsidRDefault="00437F5F" w:rsidP="00437F5F">
            <w:pPr>
              <w:pStyle w:val="table"/>
            </w:pPr>
            <w:r>
              <w:t>Pens, pencils and other stationary</w:t>
            </w:r>
          </w:p>
        </w:tc>
        <w:sdt>
          <w:sdtPr>
            <w:id w:val="121015000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49505C4" w14:textId="77777777" w:rsidR="00437F5F" w:rsidRPr="00664788" w:rsidRDefault="00437F5F" w:rsidP="00437F5F">
                <w:pPr>
                  <w:pStyle w:val="table"/>
                  <w:jc w:val="center"/>
                </w:pPr>
                <w:r w:rsidRPr="0008747B">
                  <w:rPr>
                    <w:rFonts w:ascii="MS Gothic" w:eastAsia="MS Gothic" w:hAnsi="MS Gothic"/>
                  </w:rPr>
                  <w:t>☐</w:t>
                </w:r>
              </w:p>
            </w:tc>
          </w:sdtContent>
        </w:sdt>
        <w:sdt>
          <w:sdtPr>
            <w:id w:val="-35288130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40B1642" w14:textId="77777777" w:rsidR="00437F5F" w:rsidRPr="00664788" w:rsidRDefault="00437F5F" w:rsidP="00437F5F">
                <w:pPr>
                  <w:pStyle w:val="table"/>
                  <w:jc w:val="center"/>
                </w:pPr>
                <w:r w:rsidRPr="000610E3">
                  <w:rPr>
                    <w:rFonts w:ascii="MS Gothic" w:eastAsia="MS Gothic" w:hAnsi="MS Gothic"/>
                  </w:rPr>
                  <w:t>☐</w:t>
                </w:r>
              </w:p>
            </w:tc>
          </w:sdtContent>
        </w:sdt>
        <w:sdt>
          <w:sdtPr>
            <w:id w:val="-9595415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61A496" w14:textId="77777777" w:rsidR="00437F5F" w:rsidRPr="00664788" w:rsidRDefault="00437F5F" w:rsidP="00437F5F">
                <w:pPr>
                  <w:pStyle w:val="table"/>
                  <w:jc w:val="center"/>
                </w:pPr>
                <w:r w:rsidRPr="000610E3">
                  <w:rPr>
                    <w:rFonts w:ascii="MS Gothic" w:eastAsia="MS Gothic" w:hAnsi="MS Gothic"/>
                  </w:rPr>
                  <w:t>☐</w:t>
                </w:r>
              </w:p>
            </w:tc>
          </w:sdtContent>
        </w:sdt>
        <w:sdt>
          <w:sdtPr>
            <w:id w:val="-85726796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4F3FAB1" w14:textId="77777777" w:rsidR="00437F5F" w:rsidRPr="00664788" w:rsidRDefault="00437F5F" w:rsidP="00437F5F">
                <w:pPr>
                  <w:pStyle w:val="table"/>
                  <w:jc w:val="center"/>
                </w:pPr>
                <w:r w:rsidRPr="000610E3">
                  <w:rPr>
                    <w:rFonts w:ascii="MS Gothic" w:eastAsia="MS Gothic" w:hAnsi="MS Gothic"/>
                  </w:rPr>
                  <w:t>☐</w:t>
                </w:r>
              </w:p>
            </w:tc>
          </w:sdtContent>
        </w:sdt>
        <w:sdt>
          <w:sdtPr>
            <w:id w:val="-200921238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E516DF" w14:textId="77777777" w:rsidR="00437F5F" w:rsidRPr="00664788" w:rsidRDefault="00437F5F" w:rsidP="00437F5F">
                <w:pPr>
                  <w:pStyle w:val="table"/>
                  <w:jc w:val="center"/>
                </w:pPr>
                <w:r w:rsidRPr="000610E3">
                  <w:rPr>
                    <w:rFonts w:ascii="MS Gothic" w:eastAsia="MS Gothic" w:hAnsi="MS Gothic"/>
                  </w:rPr>
                  <w:t>☐</w:t>
                </w:r>
              </w:p>
            </w:tc>
          </w:sdtContent>
        </w:sdt>
        <w:sdt>
          <w:sdtPr>
            <w:id w:val="-117155686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AB0FD4" w14:textId="77777777" w:rsidR="00437F5F" w:rsidRPr="00664788" w:rsidRDefault="00437F5F" w:rsidP="00437F5F">
                <w:pPr>
                  <w:pStyle w:val="table"/>
                  <w:jc w:val="center"/>
                </w:pPr>
                <w:r w:rsidRPr="000610E3">
                  <w:rPr>
                    <w:rFonts w:ascii="MS Gothic" w:eastAsia="MS Gothic" w:hAnsi="MS Gothic"/>
                  </w:rPr>
                  <w:t>☐</w:t>
                </w:r>
              </w:p>
            </w:tc>
          </w:sdtContent>
        </w:sdt>
        <w:sdt>
          <w:sdtPr>
            <w:id w:val="206382423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8AEEF1"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2FD4C80" w14:textId="77777777" w:rsidR="00437F5F" w:rsidRPr="00664788" w:rsidRDefault="00437F5F" w:rsidP="00437F5F">
            <w:pPr>
              <w:spacing w:line="240" w:lineRule="auto"/>
            </w:pPr>
          </w:p>
        </w:tc>
        <w:tc>
          <w:tcPr>
            <w:tcW w:w="3554" w:type="dxa"/>
            <w:vMerge w:val="restart"/>
            <w:tcBorders>
              <w:top w:val="nil"/>
              <w:left w:val="nil"/>
              <w:bottom w:val="nil"/>
              <w:right w:val="nil"/>
            </w:tcBorders>
            <w:shd w:val="clear" w:color="auto" w:fill="91A8AE" w:themeFill="accent3"/>
            <w:vAlign w:val="center"/>
          </w:tcPr>
          <w:p w14:paraId="4A6C7FC6" w14:textId="77777777" w:rsidR="00437F5F" w:rsidRPr="00664788" w:rsidRDefault="00437F5F" w:rsidP="00437F5F">
            <w:pPr>
              <w:spacing w:before="0" w:after="80" w:line="240" w:lineRule="auto"/>
              <w:rPr>
                <w:color w:val="FFFFFF" w:themeColor="background1"/>
              </w:rPr>
            </w:pPr>
          </w:p>
        </w:tc>
      </w:tr>
      <w:tr w:rsidR="00437F5F" w:rsidRPr="00664788" w14:paraId="1B0FF018"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4250C8B" w14:textId="63D5D525" w:rsidR="00437F5F" w:rsidRPr="00664788" w:rsidRDefault="00437F5F" w:rsidP="00437F5F">
            <w:pPr>
              <w:pStyle w:val="table"/>
            </w:pPr>
            <w:r>
              <w:t>Light switches</w:t>
            </w:r>
          </w:p>
        </w:tc>
        <w:sdt>
          <w:sdtPr>
            <w:id w:val="-55030061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C5EFEA5" w14:textId="77777777" w:rsidR="00437F5F" w:rsidRPr="00664788" w:rsidRDefault="00437F5F" w:rsidP="00437F5F">
                <w:pPr>
                  <w:pStyle w:val="table"/>
                  <w:jc w:val="center"/>
                </w:pPr>
                <w:r w:rsidRPr="0008747B">
                  <w:rPr>
                    <w:rFonts w:ascii="MS Gothic" w:eastAsia="MS Gothic" w:hAnsi="MS Gothic"/>
                  </w:rPr>
                  <w:t>☐</w:t>
                </w:r>
              </w:p>
            </w:tc>
          </w:sdtContent>
        </w:sdt>
        <w:sdt>
          <w:sdtPr>
            <w:id w:val="-409234073"/>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5BEB18" w14:textId="77777777" w:rsidR="00437F5F" w:rsidRPr="00664788" w:rsidRDefault="00437F5F" w:rsidP="00437F5F">
                <w:pPr>
                  <w:pStyle w:val="table"/>
                  <w:jc w:val="center"/>
                </w:pPr>
                <w:r w:rsidRPr="000610E3">
                  <w:rPr>
                    <w:rFonts w:ascii="MS Gothic" w:eastAsia="MS Gothic" w:hAnsi="MS Gothic"/>
                  </w:rPr>
                  <w:t>☐</w:t>
                </w:r>
              </w:p>
            </w:tc>
          </w:sdtContent>
        </w:sdt>
        <w:sdt>
          <w:sdtPr>
            <w:id w:val="-10943795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56A19A" w14:textId="77777777" w:rsidR="00437F5F" w:rsidRPr="00664788" w:rsidRDefault="00437F5F" w:rsidP="00437F5F">
                <w:pPr>
                  <w:pStyle w:val="table"/>
                  <w:jc w:val="center"/>
                </w:pPr>
                <w:r w:rsidRPr="000610E3">
                  <w:rPr>
                    <w:rFonts w:ascii="MS Gothic" w:eastAsia="MS Gothic" w:hAnsi="MS Gothic"/>
                  </w:rPr>
                  <w:t>☐</w:t>
                </w:r>
              </w:p>
            </w:tc>
          </w:sdtContent>
        </w:sdt>
        <w:sdt>
          <w:sdtPr>
            <w:id w:val="151149168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827F64" w14:textId="77777777" w:rsidR="00437F5F" w:rsidRPr="00664788" w:rsidRDefault="00437F5F" w:rsidP="00437F5F">
                <w:pPr>
                  <w:pStyle w:val="table"/>
                  <w:jc w:val="center"/>
                </w:pPr>
                <w:r w:rsidRPr="000610E3">
                  <w:rPr>
                    <w:rFonts w:ascii="MS Gothic" w:eastAsia="MS Gothic" w:hAnsi="MS Gothic"/>
                  </w:rPr>
                  <w:t>☐</w:t>
                </w:r>
              </w:p>
            </w:tc>
          </w:sdtContent>
        </w:sdt>
        <w:sdt>
          <w:sdtPr>
            <w:id w:val="162650104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5DEF21" w14:textId="77777777" w:rsidR="00437F5F" w:rsidRPr="00664788" w:rsidRDefault="00437F5F" w:rsidP="00437F5F">
                <w:pPr>
                  <w:pStyle w:val="table"/>
                  <w:jc w:val="center"/>
                </w:pPr>
                <w:r w:rsidRPr="000610E3">
                  <w:rPr>
                    <w:rFonts w:ascii="MS Gothic" w:eastAsia="MS Gothic" w:hAnsi="MS Gothic"/>
                  </w:rPr>
                  <w:t>☐</w:t>
                </w:r>
              </w:p>
            </w:tc>
          </w:sdtContent>
        </w:sdt>
        <w:sdt>
          <w:sdtPr>
            <w:id w:val="-167579527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1AB899F" w14:textId="77777777" w:rsidR="00437F5F" w:rsidRPr="00664788" w:rsidRDefault="00437F5F" w:rsidP="00437F5F">
                <w:pPr>
                  <w:pStyle w:val="table"/>
                  <w:jc w:val="center"/>
                </w:pPr>
                <w:r w:rsidRPr="000610E3">
                  <w:rPr>
                    <w:rFonts w:ascii="MS Gothic" w:eastAsia="MS Gothic" w:hAnsi="MS Gothic"/>
                  </w:rPr>
                  <w:t>☐</w:t>
                </w:r>
              </w:p>
            </w:tc>
          </w:sdtContent>
        </w:sdt>
        <w:sdt>
          <w:sdtPr>
            <w:id w:val="18270667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CCB8149"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62BB645"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65FC4C81" w14:textId="77777777" w:rsidR="00437F5F" w:rsidRPr="00664788" w:rsidRDefault="00437F5F" w:rsidP="00437F5F">
            <w:pPr>
              <w:spacing w:before="40" w:after="40" w:line="240" w:lineRule="auto"/>
            </w:pPr>
          </w:p>
        </w:tc>
      </w:tr>
      <w:tr w:rsidR="00437F5F" w:rsidRPr="00664788" w14:paraId="7E83937E"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4D7A8C87" w14:textId="7C7CF067" w:rsidR="00437F5F" w:rsidRPr="00664788" w:rsidRDefault="00437F5F" w:rsidP="00437F5F">
            <w:pPr>
              <w:pStyle w:val="table"/>
            </w:pPr>
          </w:p>
        </w:tc>
        <w:sdt>
          <w:sdtPr>
            <w:id w:val="-30878945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6DFFA4" w14:textId="77777777" w:rsidR="00437F5F" w:rsidRPr="00664788" w:rsidRDefault="00437F5F" w:rsidP="00437F5F">
                <w:pPr>
                  <w:pStyle w:val="table"/>
                  <w:jc w:val="center"/>
                </w:pPr>
                <w:r w:rsidRPr="0008747B">
                  <w:rPr>
                    <w:rFonts w:ascii="MS Gothic" w:eastAsia="MS Gothic" w:hAnsi="MS Gothic"/>
                  </w:rPr>
                  <w:t>☐</w:t>
                </w:r>
              </w:p>
            </w:tc>
          </w:sdtContent>
        </w:sdt>
        <w:sdt>
          <w:sdtPr>
            <w:id w:val="-23447316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F5264C" w14:textId="77777777" w:rsidR="00437F5F" w:rsidRPr="00664788" w:rsidRDefault="00437F5F" w:rsidP="00437F5F">
                <w:pPr>
                  <w:pStyle w:val="table"/>
                  <w:jc w:val="center"/>
                </w:pPr>
                <w:r w:rsidRPr="000610E3">
                  <w:rPr>
                    <w:rFonts w:ascii="MS Gothic" w:eastAsia="MS Gothic" w:hAnsi="MS Gothic"/>
                  </w:rPr>
                  <w:t>☐</w:t>
                </w:r>
              </w:p>
            </w:tc>
          </w:sdtContent>
        </w:sdt>
        <w:sdt>
          <w:sdtPr>
            <w:id w:val="207862410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CB04DC" w14:textId="77777777" w:rsidR="00437F5F" w:rsidRPr="00664788" w:rsidRDefault="00437F5F" w:rsidP="00437F5F">
                <w:pPr>
                  <w:pStyle w:val="table"/>
                  <w:jc w:val="center"/>
                </w:pPr>
                <w:r w:rsidRPr="000610E3">
                  <w:rPr>
                    <w:rFonts w:ascii="MS Gothic" w:eastAsia="MS Gothic" w:hAnsi="MS Gothic"/>
                  </w:rPr>
                  <w:t>☐</w:t>
                </w:r>
              </w:p>
            </w:tc>
          </w:sdtContent>
        </w:sdt>
        <w:sdt>
          <w:sdtPr>
            <w:id w:val="88413593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D8617D5" w14:textId="77777777" w:rsidR="00437F5F" w:rsidRPr="00664788" w:rsidRDefault="00437F5F" w:rsidP="00437F5F">
                <w:pPr>
                  <w:pStyle w:val="table"/>
                  <w:jc w:val="center"/>
                </w:pPr>
                <w:r w:rsidRPr="000610E3">
                  <w:rPr>
                    <w:rFonts w:ascii="MS Gothic" w:eastAsia="MS Gothic" w:hAnsi="MS Gothic"/>
                  </w:rPr>
                  <w:t>☐</w:t>
                </w:r>
              </w:p>
            </w:tc>
          </w:sdtContent>
        </w:sdt>
        <w:sdt>
          <w:sdtPr>
            <w:id w:val="17484454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4D0ACA" w14:textId="77777777" w:rsidR="00437F5F" w:rsidRPr="00664788" w:rsidRDefault="00437F5F" w:rsidP="00437F5F">
                <w:pPr>
                  <w:pStyle w:val="table"/>
                  <w:jc w:val="center"/>
                </w:pPr>
                <w:r w:rsidRPr="000610E3">
                  <w:rPr>
                    <w:rFonts w:ascii="MS Gothic" w:eastAsia="MS Gothic" w:hAnsi="MS Gothic"/>
                  </w:rPr>
                  <w:t>☐</w:t>
                </w:r>
              </w:p>
            </w:tc>
          </w:sdtContent>
        </w:sdt>
        <w:sdt>
          <w:sdtPr>
            <w:id w:val="-527573228"/>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A3BB00" w14:textId="77777777" w:rsidR="00437F5F" w:rsidRPr="00664788" w:rsidRDefault="00437F5F" w:rsidP="00437F5F">
                <w:pPr>
                  <w:pStyle w:val="table"/>
                  <w:jc w:val="center"/>
                </w:pPr>
                <w:r w:rsidRPr="000610E3">
                  <w:rPr>
                    <w:rFonts w:ascii="MS Gothic" w:eastAsia="MS Gothic" w:hAnsi="MS Gothic"/>
                  </w:rPr>
                  <w:t>☐</w:t>
                </w:r>
              </w:p>
            </w:tc>
          </w:sdtContent>
        </w:sdt>
        <w:sdt>
          <w:sdtPr>
            <w:id w:val="213012241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E49E41E"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3C102C7"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5E9468C1" w14:textId="77777777" w:rsidR="00437F5F" w:rsidRPr="00664788" w:rsidRDefault="00437F5F" w:rsidP="00437F5F">
            <w:pPr>
              <w:spacing w:before="40" w:after="40" w:line="240" w:lineRule="auto"/>
            </w:pPr>
          </w:p>
        </w:tc>
      </w:tr>
      <w:tr w:rsidR="00437F5F" w:rsidRPr="00664788" w14:paraId="15636D8C"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8BE51BF" w14:textId="5DBB7B7A" w:rsidR="00437F5F" w:rsidRPr="00664788" w:rsidRDefault="00437F5F" w:rsidP="00437F5F">
            <w:pPr>
              <w:pStyle w:val="table"/>
            </w:pPr>
          </w:p>
        </w:tc>
        <w:sdt>
          <w:sdtPr>
            <w:id w:val="2023422827"/>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52C15C" w14:textId="77777777" w:rsidR="00437F5F" w:rsidRPr="00664788" w:rsidRDefault="00437F5F" w:rsidP="00437F5F">
                <w:pPr>
                  <w:pStyle w:val="table"/>
                  <w:jc w:val="center"/>
                </w:pPr>
                <w:r w:rsidRPr="0008747B">
                  <w:rPr>
                    <w:rFonts w:ascii="MS Gothic" w:eastAsia="MS Gothic" w:hAnsi="MS Gothic"/>
                  </w:rPr>
                  <w:t>☐</w:t>
                </w:r>
              </w:p>
            </w:tc>
          </w:sdtContent>
        </w:sdt>
        <w:sdt>
          <w:sdtPr>
            <w:id w:val="-1339683342"/>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9D0D05E" w14:textId="77777777" w:rsidR="00437F5F" w:rsidRPr="00664788" w:rsidRDefault="00437F5F" w:rsidP="00437F5F">
                <w:pPr>
                  <w:pStyle w:val="table"/>
                  <w:jc w:val="center"/>
                </w:pPr>
                <w:r w:rsidRPr="000610E3">
                  <w:rPr>
                    <w:rFonts w:ascii="MS Gothic" w:eastAsia="MS Gothic" w:hAnsi="MS Gothic"/>
                  </w:rPr>
                  <w:t>☐</w:t>
                </w:r>
              </w:p>
            </w:tc>
          </w:sdtContent>
        </w:sdt>
        <w:sdt>
          <w:sdtPr>
            <w:id w:val="115049075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AD6A035" w14:textId="77777777" w:rsidR="00437F5F" w:rsidRPr="00664788" w:rsidRDefault="00437F5F" w:rsidP="00437F5F">
                <w:pPr>
                  <w:pStyle w:val="table"/>
                  <w:jc w:val="center"/>
                </w:pPr>
                <w:r w:rsidRPr="000610E3">
                  <w:rPr>
                    <w:rFonts w:ascii="MS Gothic" w:eastAsia="MS Gothic" w:hAnsi="MS Gothic"/>
                  </w:rPr>
                  <w:t>☐</w:t>
                </w:r>
              </w:p>
            </w:tc>
          </w:sdtContent>
        </w:sdt>
        <w:sdt>
          <w:sdtPr>
            <w:id w:val="7601682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CCE70B" w14:textId="77777777" w:rsidR="00437F5F" w:rsidRPr="00664788" w:rsidRDefault="00437F5F" w:rsidP="00437F5F">
                <w:pPr>
                  <w:pStyle w:val="table"/>
                  <w:jc w:val="center"/>
                </w:pPr>
                <w:r w:rsidRPr="000610E3">
                  <w:rPr>
                    <w:rFonts w:ascii="MS Gothic" w:eastAsia="MS Gothic" w:hAnsi="MS Gothic"/>
                  </w:rPr>
                  <w:t>☐</w:t>
                </w:r>
              </w:p>
            </w:tc>
          </w:sdtContent>
        </w:sdt>
        <w:sdt>
          <w:sdtPr>
            <w:id w:val="-81348418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C89060" w14:textId="77777777" w:rsidR="00437F5F" w:rsidRPr="00664788" w:rsidRDefault="00437F5F" w:rsidP="00437F5F">
                <w:pPr>
                  <w:pStyle w:val="table"/>
                  <w:jc w:val="center"/>
                </w:pPr>
                <w:r w:rsidRPr="000610E3">
                  <w:rPr>
                    <w:rFonts w:ascii="MS Gothic" w:eastAsia="MS Gothic" w:hAnsi="MS Gothic"/>
                  </w:rPr>
                  <w:t>☐</w:t>
                </w:r>
              </w:p>
            </w:tc>
          </w:sdtContent>
        </w:sdt>
        <w:sdt>
          <w:sdtPr>
            <w:id w:val="104934249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25784A0" w14:textId="77777777" w:rsidR="00437F5F" w:rsidRPr="00664788" w:rsidRDefault="00437F5F" w:rsidP="00437F5F">
                <w:pPr>
                  <w:pStyle w:val="table"/>
                  <w:jc w:val="center"/>
                </w:pPr>
                <w:r w:rsidRPr="000610E3">
                  <w:rPr>
                    <w:rFonts w:ascii="MS Gothic" w:eastAsia="MS Gothic" w:hAnsi="MS Gothic"/>
                  </w:rPr>
                  <w:t>☐</w:t>
                </w:r>
              </w:p>
            </w:tc>
          </w:sdtContent>
        </w:sdt>
        <w:sdt>
          <w:sdtPr>
            <w:id w:val="98451591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87A81E"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949775E"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72753447" w14:textId="77777777" w:rsidR="00437F5F" w:rsidRPr="00664788" w:rsidRDefault="00437F5F" w:rsidP="00437F5F">
            <w:pPr>
              <w:spacing w:before="40" w:after="40" w:line="240" w:lineRule="auto"/>
            </w:pPr>
          </w:p>
        </w:tc>
      </w:tr>
      <w:tr w:rsidR="00437F5F" w:rsidRPr="00664788" w14:paraId="76B47625"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26E611D" w14:textId="601F8DA3" w:rsidR="00437F5F" w:rsidRPr="00664788" w:rsidRDefault="00437F5F" w:rsidP="00437F5F">
            <w:pPr>
              <w:pStyle w:val="table"/>
            </w:pPr>
          </w:p>
        </w:tc>
        <w:sdt>
          <w:sdtPr>
            <w:id w:val="65025931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90536C" w14:textId="77777777" w:rsidR="00437F5F" w:rsidRPr="00664788" w:rsidRDefault="00437F5F" w:rsidP="00437F5F">
                <w:pPr>
                  <w:pStyle w:val="table"/>
                  <w:jc w:val="center"/>
                </w:pPr>
                <w:r w:rsidRPr="0008747B">
                  <w:rPr>
                    <w:rFonts w:ascii="MS Gothic" w:eastAsia="MS Gothic" w:hAnsi="MS Gothic"/>
                  </w:rPr>
                  <w:t>☐</w:t>
                </w:r>
              </w:p>
            </w:tc>
          </w:sdtContent>
        </w:sdt>
        <w:sdt>
          <w:sdtPr>
            <w:id w:val="84035390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EDD57C9" w14:textId="77777777" w:rsidR="00437F5F" w:rsidRPr="00664788" w:rsidRDefault="00437F5F" w:rsidP="00437F5F">
                <w:pPr>
                  <w:pStyle w:val="table"/>
                  <w:jc w:val="center"/>
                </w:pPr>
                <w:r w:rsidRPr="000610E3">
                  <w:rPr>
                    <w:rFonts w:ascii="MS Gothic" w:eastAsia="MS Gothic" w:hAnsi="MS Gothic"/>
                  </w:rPr>
                  <w:t>☐</w:t>
                </w:r>
              </w:p>
            </w:tc>
          </w:sdtContent>
        </w:sdt>
        <w:sdt>
          <w:sdtPr>
            <w:id w:val="184226607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C7D961B" w14:textId="77777777" w:rsidR="00437F5F" w:rsidRPr="00664788" w:rsidRDefault="00437F5F" w:rsidP="00437F5F">
                <w:pPr>
                  <w:pStyle w:val="table"/>
                  <w:jc w:val="center"/>
                </w:pPr>
                <w:r w:rsidRPr="000610E3">
                  <w:rPr>
                    <w:rFonts w:ascii="MS Gothic" w:eastAsia="MS Gothic" w:hAnsi="MS Gothic"/>
                  </w:rPr>
                  <w:t>☐</w:t>
                </w:r>
              </w:p>
            </w:tc>
          </w:sdtContent>
        </w:sdt>
        <w:sdt>
          <w:sdtPr>
            <w:id w:val="6168618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8F46CB7" w14:textId="77777777" w:rsidR="00437F5F" w:rsidRPr="00664788" w:rsidRDefault="00437F5F" w:rsidP="00437F5F">
                <w:pPr>
                  <w:pStyle w:val="table"/>
                  <w:jc w:val="center"/>
                </w:pPr>
                <w:r w:rsidRPr="000610E3">
                  <w:rPr>
                    <w:rFonts w:ascii="MS Gothic" w:eastAsia="MS Gothic" w:hAnsi="MS Gothic"/>
                  </w:rPr>
                  <w:t>☐</w:t>
                </w:r>
              </w:p>
            </w:tc>
          </w:sdtContent>
        </w:sdt>
        <w:sdt>
          <w:sdtPr>
            <w:id w:val="28570566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FB7954" w14:textId="77777777" w:rsidR="00437F5F" w:rsidRPr="00664788" w:rsidRDefault="00437F5F" w:rsidP="00437F5F">
                <w:pPr>
                  <w:pStyle w:val="table"/>
                  <w:jc w:val="center"/>
                </w:pPr>
                <w:r w:rsidRPr="000610E3">
                  <w:rPr>
                    <w:rFonts w:ascii="MS Gothic" w:eastAsia="MS Gothic" w:hAnsi="MS Gothic"/>
                  </w:rPr>
                  <w:t>☐</w:t>
                </w:r>
              </w:p>
            </w:tc>
          </w:sdtContent>
        </w:sdt>
        <w:sdt>
          <w:sdtPr>
            <w:id w:val="100431695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6A64FB" w14:textId="77777777" w:rsidR="00437F5F" w:rsidRPr="00664788" w:rsidRDefault="00437F5F" w:rsidP="00437F5F">
                <w:pPr>
                  <w:pStyle w:val="table"/>
                  <w:jc w:val="center"/>
                </w:pPr>
                <w:r w:rsidRPr="000610E3">
                  <w:rPr>
                    <w:rFonts w:ascii="MS Gothic" w:eastAsia="MS Gothic" w:hAnsi="MS Gothic"/>
                  </w:rPr>
                  <w:t>☐</w:t>
                </w:r>
              </w:p>
            </w:tc>
          </w:sdtContent>
        </w:sdt>
        <w:sdt>
          <w:sdtPr>
            <w:id w:val="-57266899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9B0C661"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5DB73EDE"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59F3BD5D" w14:textId="77777777" w:rsidR="00437F5F" w:rsidRPr="00664788" w:rsidRDefault="00437F5F" w:rsidP="00437F5F">
            <w:pPr>
              <w:spacing w:before="40" w:after="40" w:line="240" w:lineRule="auto"/>
            </w:pPr>
          </w:p>
        </w:tc>
      </w:tr>
    </w:tbl>
    <w:p w14:paraId="46B95B8A" w14:textId="4EBB5C6F" w:rsidR="00437F5F" w:rsidRDefault="00437F5F" w:rsidP="00723015"/>
    <w:p w14:paraId="04D5FAF9" w14:textId="2009E479" w:rsidR="00437F5F" w:rsidRDefault="00437F5F" w:rsidP="00723015"/>
    <w:p w14:paraId="368EAA68" w14:textId="1A2C3751" w:rsidR="00437F5F" w:rsidRPr="00437F5F" w:rsidRDefault="00437F5F" w:rsidP="00723015">
      <w:pPr>
        <w:rPr>
          <w:sz w:val="8"/>
          <w:szCs w:val="10"/>
        </w:rPr>
      </w:pPr>
    </w:p>
    <w:p w14:paraId="60861E2B" w14:textId="77777777" w:rsidR="00437F5F" w:rsidRDefault="00437F5F" w:rsidP="00437F5F">
      <w:pPr>
        <w:pStyle w:val="Title"/>
      </w:pPr>
      <w:r w:rsidRPr="00664788">
        <mc:AlternateContent>
          <mc:Choice Requires="wpg">
            <w:drawing>
              <wp:anchor distT="0" distB="0" distL="114300" distR="114300" simplePos="0" relativeHeight="251688960" behindDoc="1" locked="1" layoutInCell="1" allowOverlap="1" wp14:anchorId="7B34E54A" wp14:editId="374D5307">
                <wp:simplePos x="0" y="0"/>
                <wp:positionH relativeFrom="page">
                  <wp:posOffset>-118745</wp:posOffset>
                </wp:positionH>
                <wp:positionV relativeFrom="page">
                  <wp:posOffset>347345</wp:posOffset>
                </wp:positionV>
                <wp:extent cx="10325100" cy="1143000"/>
                <wp:effectExtent l="0" t="33020" r="4445" b="33655"/>
                <wp:wrapNone/>
                <wp:docPr id="9" name="Group 7" descr="Decorative header background with arrow" title="Background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25100" cy="1143000"/>
                          <a:chOff x="-187" y="547"/>
                          <a:chExt cx="16260" cy="1800"/>
                        </a:xfrm>
                      </wpg:grpSpPr>
                      <wps:wsp>
                        <wps:cNvPr id="22" name="Rectangle 2"/>
                        <wps:cNvSpPr>
                          <a:spLocks noChangeArrowheads="1"/>
                        </wps:cNvSpPr>
                        <wps:spPr bwMode="auto">
                          <a:xfrm>
                            <a:off x="-187" y="727"/>
                            <a:ext cx="16260" cy="1440"/>
                          </a:xfrm>
                          <a:prstGeom prst="rect">
                            <a:avLst/>
                          </a:prstGeom>
                          <a:solidFill>
                            <a:schemeClr val="tx2">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23" name="AutoShape 4"/>
                        <wps:cNvSpPr>
                          <a:spLocks noChangeArrowheads="1"/>
                        </wps:cNvSpPr>
                        <wps:spPr bwMode="auto">
                          <a:xfrm>
                            <a:off x="533" y="547"/>
                            <a:ext cx="5380" cy="1800"/>
                          </a:xfrm>
                          <a:prstGeom prst="chevron">
                            <a:avLst>
                              <a:gd name="adj" fmla="val 35839"/>
                            </a:avLst>
                          </a:prstGeom>
                          <a:solidFill>
                            <a:schemeClr val="accent1">
                              <a:lumMod val="40000"/>
                              <a:lumOff val="60000"/>
                            </a:schemeClr>
                          </a:solidFill>
                          <a:ln w="508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20F18C" id="Group 7" o:spid="_x0000_s1026" alt="Title: Background  - Description: Decorative header background with arrow" style="position:absolute;margin-left:-9.35pt;margin-top:27.35pt;width:813pt;height:90pt;z-index:-251627520;mso-position-horizontal-relative:page;mso-position-vertical-relative:page" coordorigin="-187,547" coordsize="162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">
                <v:rect id="Rectangle 2" o:spid="_x0000_s1027" style="position:absolute;left:-187;top:727;width:162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" fillcolor="#336380 [3215]" stroked="f" strokecolor="#4a7ebb" strokeweight="1.5pt">
                  <v:shadow opacity="22938f" offset="0"/>
                  <v:textbox inset=",7.2pt,,7.2pt"/>
                </v:rect>
                <v:shape id="AutoShape 4" o:spid="_x0000_s1028" type="#_x0000_t55" style="position:absolute;left:533;top:547;width:53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" adj="19010" fillcolor="#b5d6d7 [1300]" strokecolor="white [3212]" strokeweight="4pt">
                  <v:shadow opacity="22938f" offset="0"/>
                  <v:textbox inset=",7.2pt,,7.2pt"/>
                </v:shape>
                <w10:wrap anchorx="page" anchory="page"/>
                <w10:anchorlock/>
              </v:group>
            </w:pict>
          </mc:Fallback>
        </mc:AlternateContent>
      </w:r>
      <w:r w:rsidRPr="00664788">
        <mc:AlternateContent>
          <mc:Choice Requires="wps">
            <w:drawing>
              <wp:anchor distT="0" distB="0" distL="114300" distR="114300" simplePos="0" relativeHeight="251687936" behindDoc="0" locked="1" layoutInCell="1" allowOverlap="1" wp14:anchorId="2C76F2DC" wp14:editId="6A4FA80D">
                <wp:simplePos x="0" y="0"/>
                <wp:positionH relativeFrom="page">
                  <wp:posOffset>3870325</wp:posOffset>
                </wp:positionH>
                <wp:positionV relativeFrom="page">
                  <wp:posOffset>384175</wp:posOffset>
                </wp:positionV>
                <wp:extent cx="5767200" cy="1029600"/>
                <wp:effectExtent l="0" t="0" r="0" b="0"/>
                <wp:wrapNone/>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200" cy="10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7032E" w14:textId="77777777" w:rsidR="00437F5F" w:rsidRPr="00AA7322" w:rsidRDefault="00437F5F" w:rsidP="00437F5F">
                            <w:pPr>
                              <w:pStyle w:val="Titlebartext"/>
                              <w:rPr>
                                <w:i/>
                                <w:iCs/>
                                <w:lang w:val="en-CA"/>
                              </w:rPr>
                            </w:pPr>
                            <w:r w:rsidRPr="00AA7322">
                              <w:rPr>
                                <w:i/>
                                <w:iCs/>
                                <w:lang w:val="en-CA"/>
                              </w:rPr>
                              <w:t>To help prevent the spread of COVID-19</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76F2DC" id="_x0000_s1034" type="#_x0000_t202" style="position:absolute;left:0;text-align:left;margin-left:304.75pt;margin-top:30.25pt;width:454.1pt;height:81.0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" filled="f" stroked="f">
                <v:textbox inset=",7.2pt,,7.2pt">
                  <w:txbxContent>
                    <w:p w14:paraId="77A7032E" w14:textId="77777777" w:rsidR="00437F5F" w:rsidRPr="00AA7322" w:rsidRDefault="00437F5F" w:rsidP="00437F5F">
                      <w:pPr>
                        <w:pStyle w:val="Titlebartext"/>
                        <w:rPr>
                          <w:i/>
                          <w:iCs/>
                          <w:lang w:val="en-CA"/>
                        </w:rPr>
                      </w:pPr>
                      <w:r w:rsidRPr="00AA7322">
                        <w:rPr>
                          <w:i/>
                          <w:iCs/>
                          <w:lang w:val="en-CA"/>
                        </w:rPr>
                        <w:t>To help prevent the spread of COVID-19</w:t>
                      </w:r>
                    </w:p>
                  </w:txbxContent>
                </v:textbox>
                <w10:wrap anchorx="page" anchory="page"/>
                <w10:anchorlock/>
              </v:shape>
            </w:pict>
          </mc:Fallback>
        </mc:AlternateContent>
      </w:r>
      <w:r>
        <w:t>Cleaning &amp; Sanitizing</w:t>
      </w:r>
    </w:p>
    <w:tbl>
      <w:tblPr>
        <w:tblStyle w:val="TableGrid"/>
        <w:tblW w:w="0" w:type="auto"/>
        <w:tblLook w:val="04A0" w:firstRow="1" w:lastRow="0" w:firstColumn="1" w:lastColumn="0" w:noHBand="0" w:noVBand="1"/>
        <w:tblCaption w:val="Table"/>
        <w:tblDescription w:val="Table with checklist for a healthy lifestyle plan for each day of the week"/>
      </w:tblPr>
      <w:tblGrid>
        <w:gridCol w:w="5299"/>
        <w:gridCol w:w="770"/>
        <w:gridCol w:w="749"/>
        <w:gridCol w:w="809"/>
        <w:gridCol w:w="750"/>
        <w:gridCol w:w="735"/>
        <w:gridCol w:w="744"/>
        <w:gridCol w:w="750"/>
        <w:gridCol w:w="235"/>
        <w:gridCol w:w="3554"/>
      </w:tblGrid>
      <w:tr w:rsidR="00437F5F" w:rsidRPr="00664788" w14:paraId="5CF5C4FD" w14:textId="77777777" w:rsidTr="00437F5F">
        <w:trPr>
          <w:trHeight w:val="360"/>
          <w:tblHeader/>
        </w:trPr>
        <w:tc>
          <w:tcPr>
            <w:tcW w:w="10606" w:type="dxa"/>
            <w:gridSpan w:val="8"/>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52889E" w:themeFill="accent4"/>
          </w:tcPr>
          <w:p w14:paraId="144043F8" w14:textId="77777777" w:rsidR="00437F5F" w:rsidRPr="00664788" w:rsidRDefault="00437F5F" w:rsidP="00437F5F">
            <w:pPr>
              <w:pStyle w:val="tableheaddark"/>
            </w:pPr>
            <w:r>
              <w:t>Daily Cleaning Checklist</w:t>
            </w:r>
          </w:p>
        </w:tc>
        <w:tc>
          <w:tcPr>
            <w:tcW w:w="235" w:type="dxa"/>
            <w:tcBorders>
              <w:top w:val="nil"/>
              <w:left w:val="single" w:sz="4" w:space="0" w:color="A0C3D9" w:themeColor="text2" w:themeTint="66"/>
              <w:bottom w:val="nil"/>
              <w:right w:val="nil"/>
            </w:tcBorders>
            <w:vAlign w:val="center"/>
          </w:tcPr>
          <w:p w14:paraId="007C4D9A" w14:textId="77777777" w:rsidR="00437F5F" w:rsidRPr="00664788" w:rsidRDefault="00437F5F" w:rsidP="00437F5F">
            <w:pPr>
              <w:spacing w:before="40" w:after="40" w:line="240" w:lineRule="auto"/>
              <w:rPr>
                <w:rFonts w:asciiTheme="majorHAnsi" w:hAnsiTheme="majorHAnsi"/>
                <w:sz w:val="28"/>
              </w:rPr>
            </w:pPr>
          </w:p>
        </w:tc>
        <w:tc>
          <w:tcPr>
            <w:tcW w:w="3554" w:type="dxa"/>
            <w:tcBorders>
              <w:top w:val="nil"/>
              <w:left w:val="nil"/>
              <w:bottom w:val="nil"/>
              <w:right w:val="nil"/>
            </w:tcBorders>
            <w:shd w:val="clear" w:color="auto" w:fill="91A8AE" w:themeFill="accent3"/>
            <w:vAlign w:val="center"/>
          </w:tcPr>
          <w:p w14:paraId="3BB9AB84" w14:textId="77777777" w:rsidR="00437F5F" w:rsidRPr="00664788" w:rsidRDefault="00437F5F" w:rsidP="00437F5F">
            <w:pPr>
              <w:pStyle w:val="tableheadwhite"/>
            </w:pPr>
            <w:r>
              <w:t>RETAIL</w:t>
            </w:r>
          </w:p>
        </w:tc>
      </w:tr>
      <w:tr w:rsidR="00437F5F" w:rsidRPr="00664788" w14:paraId="1A648FB9" w14:textId="77777777" w:rsidTr="00437F5F">
        <w:trPr>
          <w:trHeight w:val="36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5B9301A3" w14:textId="77777777" w:rsidR="00437F5F" w:rsidRPr="00664788" w:rsidRDefault="00437F5F" w:rsidP="00437F5F">
            <w:pPr>
              <w:pStyle w:val="largetext"/>
            </w:pPr>
            <w:r>
              <w:t>Week of: ___________ to ____________</w:t>
            </w:r>
          </w:p>
        </w:tc>
        <w:sdt>
          <w:sdtPr>
            <w:id w:val="-1050449658"/>
            <w:placeholder>
              <w:docPart w:val="49C13A6522384612AC98C381DC86A6A1"/>
            </w:placeholder>
            <w:temporary/>
            <w:showingPlcHdr/>
            <w15:appearance w15:val="hidden"/>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1B2C15A" w14:textId="77777777" w:rsidR="00437F5F" w:rsidRPr="00664788" w:rsidRDefault="00437F5F" w:rsidP="00437F5F">
                <w:pPr>
                  <w:pStyle w:val="largetext"/>
                </w:pPr>
                <w:r w:rsidRPr="00664788">
                  <w:t>Mon</w:t>
                </w:r>
              </w:p>
            </w:tc>
          </w:sdtContent>
        </w:sdt>
        <w:sdt>
          <w:sdtPr>
            <w:id w:val="1392461896"/>
            <w:placeholder>
              <w:docPart w:val="C66C1436FBB0426498AD71ED9AE46AB7"/>
            </w:placeholder>
            <w:temporary/>
            <w:showingPlcHdr/>
            <w15:appearance w15:val="hidden"/>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1B06C31" w14:textId="77777777" w:rsidR="00437F5F" w:rsidRPr="00664788" w:rsidRDefault="00437F5F" w:rsidP="00437F5F">
                <w:pPr>
                  <w:pStyle w:val="largetext"/>
                </w:pPr>
                <w:r w:rsidRPr="00664788">
                  <w:t>Tue</w:t>
                </w:r>
              </w:p>
            </w:tc>
          </w:sdtContent>
        </w:sdt>
        <w:sdt>
          <w:sdtPr>
            <w:id w:val="1349608462"/>
            <w:placeholder>
              <w:docPart w:val="066E9C63C7EC4F738A3E41278A952C40"/>
            </w:placeholder>
            <w:temporary/>
            <w:showingPlcHdr/>
            <w15:appearance w15:val="hidden"/>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58336D1D" w14:textId="77777777" w:rsidR="00437F5F" w:rsidRPr="00664788" w:rsidRDefault="00437F5F" w:rsidP="00437F5F">
                <w:pPr>
                  <w:pStyle w:val="largetext"/>
                </w:pPr>
                <w:r w:rsidRPr="00664788">
                  <w:t>Wed</w:t>
                </w:r>
              </w:p>
            </w:tc>
          </w:sdtContent>
        </w:sdt>
        <w:sdt>
          <w:sdtPr>
            <w:id w:val="-719507203"/>
            <w:placeholder>
              <w:docPart w:val="896E4464EACB441E860F62BDFCA10D5B"/>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47EDDF28" w14:textId="77777777" w:rsidR="00437F5F" w:rsidRPr="00664788" w:rsidRDefault="00437F5F" w:rsidP="00437F5F">
                <w:pPr>
                  <w:pStyle w:val="largetext"/>
                </w:pPr>
                <w:r w:rsidRPr="00664788">
                  <w:t>Thu</w:t>
                </w:r>
              </w:p>
            </w:tc>
          </w:sdtContent>
        </w:sdt>
        <w:sdt>
          <w:sdtPr>
            <w:id w:val="-1660456561"/>
            <w:placeholder>
              <w:docPart w:val="0D6AFD2F263949A5BF8251DB0D4478BF"/>
            </w:placeholder>
            <w:temporary/>
            <w:showingPlcHdr/>
            <w15:appearance w15:val="hidden"/>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B96D169" w14:textId="77777777" w:rsidR="00437F5F" w:rsidRPr="00664788" w:rsidRDefault="00437F5F" w:rsidP="00437F5F">
                <w:pPr>
                  <w:pStyle w:val="largetext"/>
                </w:pPr>
                <w:r w:rsidRPr="00664788">
                  <w:t>Fri</w:t>
                </w:r>
              </w:p>
            </w:tc>
          </w:sdtContent>
        </w:sdt>
        <w:sdt>
          <w:sdtPr>
            <w:id w:val="-678805062"/>
            <w:placeholder>
              <w:docPart w:val="3D2EF2C09AAE4E909CED5E8F0D2CDAF5"/>
            </w:placeholder>
            <w:temporary/>
            <w:showingPlcHdr/>
            <w15:appearance w15:val="hidden"/>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33EC4E63" w14:textId="77777777" w:rsidR="00437F5F" w:rsidRPr="00664788" w:rsidRDefault="00437F5F" w:rsidP="00437F5F">
                <w:pPr>
                  <w:pStyle w:val="largetext"/>
                </w:pPr>
                <w:r w:rsidRPr="00664788">
                  <w:t>Sat</w:t>
                </w:r>
              </w:p>
            </w:tc>
          </w:sdtContent>
        </w:sdt>
        <w:sdt>
          <w:sdtPr>
            <w:id w:val="-652301622"/>
            <w:placeholder>
              <w:docPart w:val="2E173DFE2590451F938BE168CCD07EFB"/>
            </w:placeholder>
            <w:temporary/>
            <w:showingPlcHdr/>
            <w15:appearance w15:val="hidden"/>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shd w:val="clear" w:color="auto" w:fill="DAEAEB" w:themeFill="accent1" w:themeFillTint="33"/>
                <w:vAlign w:val="center"/>
              </w:tcPr>
              <w:p w14:paraId="0B87EA02" w14:textId="77777777" w:rsidR="00437F5F" w:rsidRPr="00664788" w:rsidRDefault="00437F5F" w:rsidP="00437F5F">
                <w:pPr>
                  <w:pStyle w:val="largetext"/>
                </w:pPr>
                <w:r w:rsidRPr="00664788">
                  <w:t>Sun</w:t>
                </w:r>
              </w:p>
            </w:tc>
          </w:sdtContent>
        </w:sdt>
        <w:tc>
          <w:tcPr>
            <w:tcW w:w="235" w:type="dxa"/>
            <w:tcBorders>
              <w:top w:val="nil"/>
              <w:left w:val="single" w:sz="4" w:space="0" w:color="A0C3D9" w:themeColor="text2" w:themeTint="66"/>
              <w:bottom w:val="nil"/>
              <w:right w:val="nil"/>
            </w:tcBorders>
            <w:vAlign w:val="center"/>
          </w:tcPr>
          <w:p w14:paraId="7829117C" w14:textId="77777777" w:rsidR="00437F5F" w:rsidRPr="00664788" w:rsidRDefault="00437F5F" w:rsidP="00437F5F">
            <w:pPr>
              <w:spacing w:before="40" w:after="40" w:line="240" w:lineRule="auto"/>
              <w:rPr>
                <w:rFonts w:asciiTheme="majorHAnsi" w:hAnsiTheme="majorHAnsi"/>
              </w:rPr>
            </w:pPr>
          </w:p>
        </w:tc>
        <w:tc>
          <w:tcPr>
            <w:tcW w:w="3554" w:type="dxa"/>
            <w:vMerge w:val="restart"/>
            <w:tcBorders>
              <w:top w:val="nil"/>
              <w:left w:val="nil"/>
              <w:bottom w:val="nil"/>
              <w:right w:val="nil"/>
            </w:tcBorders>
            <w:shd w:val="clear" w:color="auto" w:fill="91A8AE" w:themeFill="accent3"/>
          </w:tcPr>
          <w:p w14:paraId="35E1962D" w14:textId="78BD013F" w:rsidR="00437F5F" w:rsidRDefault="00437F5F" w:rsidP="00437F5F">
            <w:pPr>
              <w:pStyle w:val="Titlebartext"/>
              <w:rPr>
                <w:sz w:val="20"/>
                <w:szCs w:val="20"/>
              </w:rPr>
            </w:pPr>
            <w:r w:rsidRPr="00F20C31">
              <w:rPr>
                <w:sz w:val="20"/>
                <w:szCs w:val="20"/>
              </w:rPr>
              <w:t xml:space="preserve">Individuals need to be diligent in cleaning their own offices and workspaces. Shared </w:t>
            </w:r>
            <w:r w:rsidR="00E5012E">
              <w:rPr>
                <w:sz w:val="20"/>
                <w:szCs w:val="20"/>
              </w:rPr>
              <w:t>spaces</w:t>
            </w:r>
            <w:r w:rsidRPr="00F20C31">
              <w:rPr>
                <w:sz w:val="20"/>
                <w:szCs w:val="20"/>
              </w:rPr>
              <w:t xml:space="preserve"> require at least 2m (6ft) distancing between workers &amp; workstations. Workstations must be cleaned before and after each use. </w:t>
            </w:r>
            <w:r>
              <w:rPr>
                <w:sz w:val="20"/>
                <w:szCs w:val="20"/>
              </w:rPr>
              <w:t>T</w:t>
            </w:r>
            <w:r w:rsidRPr="00F20C31">
              <w:rPr>
                <w:sz w:val="20"/>
                <w:szCs w:val="20"/>
              </w:rPr>
              <w:t>he following is a list of items to be sanitized at least once per day.</w:t>
            </w:r>
          </w:p>
          <w:p w14:paraId="05E5B6B7" w14:textId="589F4273" w:rsidR="00E5012E" w:rsidRDefault="00E5012E" w:rsidP="00437F5F">
            <w:pPr>
              <w:pStyle w:val="Titlebartext"/>
              <w:rPr>
                <w:sz w:val="20"/>
                <w:szCs w:val="20"/>
              </w:rPr>
            </w:pPr>
          </w:p>
          <w:p w14:paraId="70C529EA" w14:textId="2C913D2F" w:rsidR="00E5012E" w:rsidRPr="00AA7322" w:rsidRDefault="00E5012E" w:rsidP="00437F5F">
            <w:pPr>
              <w:pStyle w:val="Titlebartext"/>
              <w:rPr>
                <w:sz w:val="19"/>
                <w:szCs w:val="18"/>
                <w:lang w:val="en-CA"/>
              </w:rPr>
            </w:pPr>
            <w:r w:rsidRPr="00E5012E">
              <w:rPr>
                <w:sz w:val="19"/>
                <w:szCs w:val="18"/>
                <w:lang w:val="en-CA"/>
              </w:rPr>
              <w:t>The best practice in retail is to close public restrooms. There will always be exceptions to the rule, but the effort to fully sanitize the restroom after each customer use in most cases impractical.</w:t>
            </w:r>
          </w:p>
          <w:p w14:paraId="7D900D8B" w14:textId="77777777" w:rsidR="00437F5F" w:rsidRPr="00664788" w:rsidRDefault="00437F5F" w:rsidP="00437F5F">
            <w:pPr>
              <w:pStyle w:val="numberedtextlight"/>
              <w:numPr>
                <w:ilvl w:val="0"/>
                <w:numId w:val="0"/>
              </w:numPr>
              <w:ind w:left="280" w:hanging="270"/>
            </w:pPr>
          </w:p>
        </w:tc>
      </w:tr>
      <w:tr w:rsidR="00437F5F" w:rsidRPr="00664788" w14:paraId="6FEA4CBE"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EEA7A5C" w14:textId="06AA62A7" w:rsidR="00437F5F" w:rsidRPr="0058143D" w:rsidRDefault="00437F5F" w:rsidP="00437F5F">
            <w:pPr>
              <w:pStyle w:val="table"/>
              <w:rPr>
                <w:b/>
                <w:bCs/>
              </w:rPr>
            </w:pPr>
            <w:r>
              <w:rPr>
                <w:b/>
                <w:bCs/>
              </w:rPr>
              <w:t>CHECKOUTS/CUSTOMER</w:t>
            </w:r>
          </w:p>
        </w:tc>
        <w:sdt>
          <w:sdtPr>
            <w:id w:val="1999769819"/>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464E035" w14:textId="77777777" w:rsidR="00437F5F" w:rsidRPr="00664788" w:rsidRDefault="00437F5F" w:rsidP="00437F5F">
                <w:pPr>
                  <w:pStyle w:val="table"/>
                  <w:jc w:val="center"/>
                </w:pPr>
                <w:r w:rsidRPr="00664788">
                  <w:rPr>
                    <w:rFonts w:ascii="MS Gothic" w:eastAsia="MS Gothic" w:hAnsi="MS Gothic"/>
                  </w:rPr>
                  <w:t>☐</w:t>
                </w:r>
              </w:p>
            </w:tc>
          </w:sdtContent>
        </w:sdt>
        <w:sdt>
          <w:sdtPr>
            <w:id w:val="-12355138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CFA215A" w14:textId="77777777" w:rsidR="00437F5F" w:rsidRPr="00664788" w:rsidRDefault="00437F5F" w:rsidP="00437F5F">
                <w:pPr>
                  <w:pStyle w:val="table"/>
                  <w:jc w:val="center"/>
                </w:pPr>
                <w:r w:rsidRPr="000610E3">
                  <w:rPr>
                    <w:rFonts w:ascii="MS Gothic" w:eastAsia="MS Gothic" w:hAnsi="MS Gothic"/>
                  </w:rPr>
                  <w:t>☐</w:t>
                </w:r>
              </w:p>
            </w:tc>
          </w:sdtContent>
        </w:sdt>
        <w:sdt>
          <w:sdtPr>
            <w:id w:val="1718704688"/>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2DE5A34" w14:textId="77777777" w:rsidR="00437F5F" w:rsidRPr="00664788" w:rsidRDefault="00437F5F" w:rsidP="00437F5F">
                <w:pPr>
                  <w:pStyle w:val="table"/>
                  <w:jc w:val="center"/>
                </w:pPr>
                <w:r w:rsidRPr="000610E3">
                  <w:rPr>
                    <w:rFonts w:ascii="MS Gothic" w:eastAsia="MS Gothic" w:hAnsi="MS Gothic"/>
                  </w:rPr>
                  <w:t>☐</w:t>
                </w:r>
              </w:p>
            </w:tc>
          </w:sdtContent>
        </w:sdt>
        <w:sdt>
          <w:sdtPr>
            <w:id w:val="83464761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73754EF" w14:textId="77777777" w:rsidR="00437F5F" w:rsidRPr="00664788" w:rsidRDefault="00437F5F" w:rsidP="00437F5F">
                <w:pPr>
                  <w:pStyle w:val="table"/>
                  <w:jc w:val="center"/>
                </w:pPr>
                <w:r w:rsidRPr="000610E3">
                  <w:rPr>
                    <w:rFonts w:ascii="MS Gothic" w:eastAsia="MS Gothic" w:hAnsi="MS Gothic"/>
                  </w:rPr>
                  <w:t>☐</w:t>
                </w:r>
              </w:p>
            </w:tc>
          </w:sdtContent>
        </w:sdt>
        <w:sdt>
          <w:sdtPr>
            <w:id w:val="148350914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C218B6" w14:textId="77777777" w:rsidR="00437F5F" w:rsidRPr="00664788" w:rsidRDefault="00437F5F" w:rsidP="00437F5F">
                <w:pPr>
                  <w:pStyle w:val="table"/>
                  <w:jc w:val="center"/>
                </w:pPr>
                <w:r w:rsidRPr="000610E3">
                  <w:rPr>
                    <w:rFonts w:ascii="MS Gothic" w:eastAsia="MS Gothic" w:hAnsi="MS Gothic"/>
                  </w:rPr>
                  <w:t>☐</w:t>
                </w:r>
              </w:p>
            </w:tc>
          </w:sdtContent>
        </w:sdt>
        <w:sdt>
          <w:sdtPr>
            <w:id w:val="207824635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3AC752" w14:textId="77777777" w:rsidR="00437F5F" w:rsidRPr="00664788" w:rsidRDefault="00437F5F" w:rsidP="00437F5F">
                <w:pPr>
                  <w:pStyle w:val="table"/>
                  <w:jc w:val="center"/>
                </w:pPr>
                <w:r w:rsidRPr="000610E3">
                  <w:rPr>
                    <w:rFonts w:ascii="MS Gothic" w:eastAsia="MS Gothic" w:hAnsi="MS Gothic"/>
                  </w:rPr>
                  <w:t>☐</w:t>
                </w:r>
              </w:p>
            </w:tc>
          </w:sdtContent>
        </w:sdt>
        <w:sdt>
          <w:sdtPr>
            <w:id w:val="189639123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FD8062"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76332982"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23CC4E73" w14:textId="77777777" w:rsidR="00437F5F" w:rsidRPr="00664788" w:rsidRDefault="00437F5F" w:rsidP="00437F5F">
            <w:pPr>
              <w:spacing w:before="40" w:after="40" w:line="240" w:lineRule="auto"/>
              <w:rPr>
                <w:color w:val="FFFFFF" w:themeColor="background1"/>
              </w:rPr>
            </w:pPr>
          </w:p>
        </w:tc>
      </w:tr>
      <w:tr w:rsidR="00437F5F" w:rsidRPr="00664788" w14:paraId="01B49587"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A8F135B" w14:textId="77777777" w:rsidR="00437F5F" w:rsidRPr="00664788" w:rsidRDefault="00437F5F" w:rsidP="00437F5F">
            <w:pPr>
              <w:pStyle w:val="table"/>
            </w:pPr>
            <w:r>
              <w:t>Cell phone</w:t>
            </w:r>
          </w:p>
        </w:tc>
        <w:sdt>
          <w:sdtPr>
            <w:id w:val="-175789209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DE64720" w14:textId="77777777" w:rsidR="00437F5F" w:rsidRPr="00664788" w:rsidRDefault="00437F5F" w:rsidP="00437F5F">
                <w:pPr>
                  <w:pStyle w:val="table"/>
                  <w:jc w:val="center"/>
                </w:pPr>
                <w:r w:rsidRPr="0008747B">
                  <w:rPr>
                    <w:rFonts w:ascii="MS Gothic" w:eastAsia="MS Gothic" w:hAnsi="MS Gothic"/>
                  </w:rPr>
                  <w:t>☐</w:t>
                </w:r>
              </w:p>
            </w:tc>
          </w:sdtContent>
        </w:sdt>
        <w:sdt>
          <w:sdtPr>
            <w:id w:val="-94576733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4371E2" w14:textId="77777777" w:rsidR="00437F5F" w:rsidRPr="00664788" w:rsidRDefault="00437F5F" w:rsidP="00437F5F">
                <w:pPr>
                  <w:pStyle w:val="table"/>
                  <w:jc w:val="center"/>
                </w:pPr>
                <w:r w:rsidRPr="000610E3">
                  <w:rPr>
                    <w:rFonts w:ascii="MS Gothic" w:eastAsia="MS Gothic" w:hAnsi="MS Gothic"/>
                  </w:rPr>
                  <w:t>☐</w:t>
                </w:r>
              </w:p>
            </w:tc>
          </w:sdtContent>
        </w:sdt>
        <w:sdt>
          <w:sdtPr>
            <w:id w:val="-170470133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474F473" w14:textId="77777777" w:rsidR="00437F5F" w:rsidRPr="00664788" w:rsidRDefault="00437F5F" w:rsidP="00437F5F">
                <w:pPr>
                  <w:pStyle w:val="table"/>
                  <w:jc w:val="center"/>
                </w:pPr>
                <w:r w:rsidRPr="000610E3">
                  <w:rPr>
                    <w:rFonts w:ascii="MS Gothic" w:eastAsia="MS Gothic" w:hAnsi="MS Gothic"/>
                  </w:rPr>
                  <w:t>☐</w:t>
                </w:r>
              </w:p>
            </w:tc>
          </w:sdtContent>
        </w:sdt>
        <w:sdt>
          <w:sdtPr>
            <w:id w:val="184959989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5D2914E" w14:textId="77777777" w:rsidR="00437F5F" w:rsidRPr="00664788" w:rsidRDefault="00437F5F" w:rsidP="00437F5F">
                <w:pPr>
                  <w:pStyle w:val="table"/>
                  <w:jc w:val="center"/>
                </w:pPr>
                <w:r w:rsidRPr="000610E3">
                  <w:rPr>
                    <w:rFonts w:ascii="MS Gothic" w:eastAsia="MS Gothic" w:hAnsi="MS Gothic"/>
                  </w:rPr>
                  <w:t>☐</w:t>
                </w:r>
              </w:p>
            </w:tc>
          </w:sdtContent>
        </w:sdt>
        <w:sdt>
          <w:sdtPr>
            <w:id w:val="-108876922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A1D39A5" w14:textId="77777777" w:rsidR="00437F5F" w:rsidRPr="00664788" w:rsidRDefault="00437F5F" w:rsidP="00437F5F">
                <w:pPr>
                  <w:pStyle w:val="table"/>
                  <w:jc w:val="center"/>
                </w:pPr>
                <w:r w:rsidRPr="000610E3">
                  <w:rPr>
                    <w:rFonts w:ascii="MS Gothic" w:eastAsia="MS Gothic" w:hAnsi="MS Gothic"/>
                  </w:rPr>
                  <w:t>☐</w:t>
                </w:r>
              </w:p>
            </w:tc>
          </w:sdtContent>
        </w:sdt>
        <w:sdt>
          <w:sdtPr>
            <w:id w:val="57024472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E3966C1" w14:textId="77777777" w:rsidR="00437F5F" w:rsidRPr="00664788" w:rsidRDefault="00437F5F" w:rsidP="00437F5F">
                <w:pPr>
                  <w:pStyle w:val="table"/>
                  <w:jc w:val="center"/>
                </w:pPr>
                <w:r w:rsidRPr="000610E3">
                  <w:rPr>
                    <w:rFonts w:ascii="MS Gothic" w:eastAsia="MS Gothic" w:hAnsi="MS Gothic"/>
                  </w:rPr>
                  <w:t>☐</w:t>
                </w:r>
              </w:p>
            </w:tc>
          </w:sdtContent>
        </w:sdt>
        <w:sdt>
          <w:sdtPr>
            <w:id w:val="-52656445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27BE98"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EC7CE2B"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023D38B1" w14:textId="77777777" w:rsidR="00437F5F" w:rsidRPr="00664788" w:rsidRDefault="00437F5F" w:rsidP="00437F5F">
            <w:pPr>
              <w:spacing w:before="40" w:after="40" w:line="240" w:lineRule="auto"/>
              <w:rPr>
                <w:color w:val="FFFFFF" w:themeColor="background1"/>
              </w:rPr>
            </w:pPr>
          </w:p>
        </w:tc>
      </w:tr>
      <w:tr w:rsidR="00437F5F" w:rsidRPr="00664788" w14:paraId="11A098B0"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07D90A81" w14:textId="4DB6CF56" w:rsidR="00437F5F" w:rsidRPr="00664788" w:rsidRDefault="00801F21" w:rsidP="00437F5F">
            <w:pPr>
              <w:pStyle w:val="table"/>
            </w:pPr>
            <w:r>
              <w:t>Till buttons/screen/cash drawer</w:t>
            </w:r>
          </w:p>
        </w:tc>
        <w:sdt>
          <w:sdtPr>
            <w:id w:val="142992071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C74B2A7" w14:textId="77777777" w:rsidR="00437F5F" w:rsidRPr="00664788" w:rsidRDefault="00437F5F" w:rsidP="00437F5F">
                <w:pPr>
                  <w:pStyle w:val="table"/>
                  <w:jc w:val="center"/>
                </w:pPr>
                <w:r w:rsidRPr="0008747B">
                  <w:rPr>
                    <w:rFonts w:ascii="MS Gothic" w:eastAsia="MS Gothic" w:hAnsi="MS Gothic"/>
                  </w:rPr>
                  <w:t>☐</w:t>
                </w:r>
              </w:p>
            </w:tc>
          </w:sdtContent>
        </w:sdt>
        <w:sdt>
          <w:sdtPr>
            <w:id w:val="-181109368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F680F0" w14:textId="77777777" w:rsidR="00437F5F" w:rsidRPr="00664788" w:rsidRDefault="00437F5F" w:rsidP="00437F5F">
                <w:pPr>
                  <w:pStyle w:val="table"/>
                  <w:jc w:val="center"/>
                </w:pPr>
                <w:r w:rsidRPr="000610E3">
                  <w:rPr>
                    <w:rFonts w:ascii="MS Gothic" w:eastAsia="MS Gothic" w:hAnsi="MS Gothic"/>
                  </w:rPr>
                  <w:t>☐</w:t>
                </w:r>
              </w:p>
            </w:tc>
          </w:sdtContent>
        </w:sdt>
        <w:sdt>
          <w:sdtPr>
            <w:id w:val="121430751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2BD3766" w14:textId="77777777" w:rsidR="00437F5F" w:rsidRPr="00664788" w:rsidRDefault="00437F5F" w:rsidP="00437F5F">
                <w:pPr>
                  <w:pStyle w:val="table"/>
                  <w:jc w:val="center"/>
                </w:pPr>
                <w:r w:rsidRPr="000610E3">
                  <w:rPr>
                    <w:rFonts w:ascii="MS Gothic" w:eastAsia="MS Gothic" w:hAnsi="MS Gothic"/>
                  </w:rPr>
                  <w:t>☐</w:t>
                </w:r>
              </w:p>
            </w:tc>
          </w:sdtContent>
        </w:sdt>
        <w:sdt>
          <w:sdtPr>
            <w:id w:val="160529624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033771" w14:textId="77777777" w:rsidR="00437F5F" w:rsidRPr="00664788" w:rsidRDefault="00437F5F" w:rsidP="00437F5F">
                <w:pPr>
                  <w:pStyle w:val="table"/>
                  <w:jc w:val="center"/>
                </w:pPr>
                <w:r w:rsidRPr="000610E3">
                  <w:rPr>
                    <w:rFonts w:ascii="MS Gothic" w:eastAsia="MS Gothic" w:hAnsi="MS Gothic"/>
                  </w:rPr>
                  <w:t>☐</w:t>
                </w:r>
              </w:p>
            </w:tc>
          </w:sdtContent>
        </w:sdt>
        <w:sdt>
          <w:sdtPr>
            <w:id w:val="-135712299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672DFC3" w14:textId="77777777" w:rsidR="00437F5F" w:rsidRPr="00664788" w:rsidRDefault="00437F5F" w:rsidP="00437F5F">
                <w:pPr>
                  <w:pStyle w:val="table"/>
                  <w:jc w:val="center"/>
                </w:pPr>
                <w:r w:rsidRPr="000610E3">
                  <w:rPr>
                    <w:rFonts w:ascii="MS Gothic" w:eastAsia="MS Gothic" w:hAnsi="MS Gothic"/>
                  </w:rPr>
                  <w:t>☐</w:t>
                </w:r>
              </w:p>
            </w:tc>
          </w:sdtContent>
        </w:sdt>
        <w:sdt>
          <w:sdtPr>
            <w:id w:val="186340010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FF2364" w14:textId="77777777" w:rsidR="00437F5F" w:rsidRPr="00664788" w:rsidRDefault="00437F5F" w:rsidP="00437F5F">
                <w:pPr>
                  <w:pStyle w:val="table"/>
                  <w:jc w:val="center"/>
                </w:pPr>
                <w:r w:rsidRPr="000610E3">
                  <w:rPr>
                    <w:rFonts w:ascii="MS Gothic" w:eastAsia="MS Gothic" w:hAnsi="MS Gothic"/>
                  </w:rPr>
                  <w:t>☐</w:t>
                </w:r>
              </w:p>
            </w:tc>
          </w:sdtContent>
        </w:sdt>
        <w:sdt>
          <w:sdtPr>
            <w:id w:val="-6102802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FD8E5D"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F4B7A39"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4D9CC0E3" w14:textId="77777777" w:rsidR="00437F5F" w:rsidRPr="00664788" w:rsidRDefault="00437F5F" w:rsidP="00437F5F">
            <w:pPr>
              <w:spacing w:before="40" w:after="40" w:line="240" w:lineRule="auto"/>
              <w:rPr>
                <w:color w:val="FFFFFF" w:themeColor="background1"/>
              </w:rPr>
            </w:pPr>
          </w:p>
        </w:tc>
      </w:tr>
      <w:tr w:rsidR="00437F5F" w:rsidRPr="00664788" w14:paraId="27454EBD"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90E51B5" w14:textId="5AE5084B" w:rsidR="00437F5F" w:rsidRPr="00664788" w:rsidRDefault="00801F21" w:rsidP="00437F5F">
            <w:pPr>
              <w:pStyle w:val="table"/>
            </w:pPr>
            <w:r>
              <w:t>Counter</w:t>
            </w:r>
            <w:r w:rsidR="00E5012E">
              <w:t>s</w:t>
            </w:r>
            <w:r>
              <w:t>/ belt</w:t>
            </w:r>
          </w:p>
        </w:tc>
        <w:sdt>
          <w:sdtPr>
            <w:id w:val="138837758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5616852" w14:textId="77777777" w:rsidR="00437F5F" w:rsidRPr="00664788" w:rsidRDefault="00437F5F" w:rsidP="00437F5F">
                <w:pPr>
                  <w:pStyle w:val="table"/>
                  <w:jc w:val="center"/>
                </w:pPr>
                <w:r w:rsidRPr="0008747B">
                  <w:rPr>
                    <w:rFonts w:ascii="MS Gothic" w:eastAsia="MS Gothic" w:hAnsi="MS Gothic"/>
                  </w:rPr>
                  <w:t>☐</w:t>
                </w:r>
              </w:p>
            </w:tc>
          </w:sdtContent>
        </w:sdt>
        <w:sdt>
          <w:sdtPr>
            <w:id w:val="-141585545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4EBC3EA" w14:textId="77777777" w:rsidR="00437F5F" w:rsidRPr="00664788" w:rsidRDefault="00437F5F" w:rsidP="00437F5F">
                <w:pPr>
                  <w:pStyle w:val="table"/>
                  <w:jc w:val="center"/>
                </w:pPr>
                <w:r w:rsidRPr="000610E3">
                  <w:rPr>
                    <w:rFonts w:ascii="MS Gothic" w:eastAsia="MS Gothic" w:hAnsi="MS Gothic"/>
                  </w:rPr>
                  <w:t>☐</w:t>
                </w:r>
              </w:p>
            </w:tc>
          </w:sdtContent>
        </w:sdt>
        <w:sdt>
          <w:sdtPr>
            <w:id w:val="-62415146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3C7D5B3" w14:textId="77777777" w:rsidR="00437F5F" w:rsidRPr="00664788" w:rsidRDefault="00437F5F" w:rsidP="00437F5F">
                <w:pPr>
                  <w:pStyle w:val="table"/>
                  <w:jc w:val="center"/>
                </w:pPr>
                <w:r w:rsidRPr="000610E3">
                  <w:rPr>
                    <w:rFonts w:ascii="MS Gothic" w:eastAsia="MS Gothic" w:hAnsi="MS Gothic"/>
                  </w:rPr>
                  <w:t>☐</w:t>
                </w:r>
              </w:p>
            </w:tc>
          </w:sdtContent>
        </w:sdt>
        <w:sdt>
          <w:sdtPr>
            <w:id w:val="-58475689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45E313B" w14:textId="77777777" w:rsidR="00437F5F" w:rsidRPr="00664788" w:rsidRDefault="00437F5F" w:rsidP="00437F5F">
                <w:pPr>
                  <w:pStyle w:val="table"/>
                  <w:jc w:val="center"/>
                </w:pPr>
                <w:r w:rsidRPr="000610E3">
                  <w:rPr>
                    <w:rFonts w:ascii="MS Gothic" w:eastAsia="MS Gothic" w:hAnsi="MS Gothic"/>
                  </w:rPr>
                  <w:t>☐</w:t>
                </w:r>
              </w:p>
            </w:tc>
          </w:sdtContent>
        </w:sdt>
        <w:sdt>
          <w:sdtPr>
            <w:id w:val="-156317127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93925B" w14:textId="77777777" w:rsidR="00437F5F" w:rsidRPr="00664788" w:rsidRDefault="00437F5F" w:rsidP="00437F5F">
                <w:pPr>
                  <w:pStyle w:val="table"/>
                  <w:jc w:val="center"/>
                </w:pPr>
                <w:r w:rsidRPr="000610E3">
                  <w:rPr>
                    <w:rFonts w:ascii="MS Gothic" w:eastAsia="MS Gothic" w:hAnsi="MS Gothic"/>
                  </w:rPr>
                  <w:t>☐</w:t>
                </w:r>
              </w:p>
            </w:tc>
          </w:sdtContent>
        </w:sdt>
        <w:sdt>
          <w:sdtPr>
            <w:id w:val="57586827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4627272" w14:textId="77777777" w:rsidR="00437F5F" w:rsidRPr="00664788" w:rsidRDefault="00437F5F" w:rsidP="00437F5F">
                <w:pPr>
                  <w:pStyle w:val="table"/>
                  <w:jc w:val="center"/>
                </w:pPr>
                <w:r w:rsidRPr="000610E3">
                  <w:rPr>
                    <w:rFonts w:ascii="MS Gothic" w:eastAsia="MS Gothic" w:hAnsi="MS Gothic"/>
                  </w:rPr>
                  <w:t>☐</w:t>
                </w:r>
              </w:p>
            </w:tc>
          </w:sdtContent>
        </w:sdt>
        <w:sdt>
          <w:sdtPr>
            <w:id w:val="-1360892819"/>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CD3A88"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F4B5950"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58AE06BC" w14:textId="77777777" w:rsidR="00437F5F" w:rsidRPr="00664788" w:rsidRDefault="00437F5F" w:rsidP="00437F5F">
            <w:pPr>
              <w:spacing w:before="40" w:after="40" w:line="240" w:lineRule="auto"/>
              <w:rPr>
                <w:color w:val="FFFFFF" w:themeColor="background1"/>
              </w:rPr>
            </w:pPr>
          </w:p>
        </w:tc>
      </w:tr>
      <w:tr w:rsidR="00437F5F" w:rsidRPr="00664788" w14:paraId="75AE4909"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8EA667A" w14:textId="71EFA1CB" w:rsidR="00437F5F" w:rsidRPr="00664788" w:rsidRDefault="00801F21" w:rsidP="00437F5F">
            <w:pPr>
              <w:pStyle w:val="table"/>
            </w:pPr>
            <w:r>
              <w:t>Debit machine and buttons</w:t>
            </w:r>
          </w:p>
        </w:tc>
        <w:sdt>
          <w:sdtPr>
            <w:id w:val="-49071262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6A2A8A" w14:textId="77777777" w:rsidR="00437F5F" w:rsidRPr="00664788" w:rsidRDefault="00437F5F" w:rsidP="00437F5F">
                <w:pPr>
                  <w:pStyle w:val="table"/>
                  <w:jc w:val="center"/>
                </w:pPr>
                <w:r w:rsidRPr="0008747B">
                  <w:rPr>
                    <w:rFonts w:ascii="MS Gothic" w:eastAsia="MS Gothic" w:hAnsi="MS Gothic"/>
                  </w:rPr>
                  <w:t>☐</w:t>
                </w:r>
              </w:p>
            </w:tc>
          </w:sdtContent>
        </w:sdt>
        <w:sdt>
          <w:sdtPr>
            <w:id w:val="-1737470316"/>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AEED044" w14:textId="77777777" w:rsidR="00437F5F" w:rsidRPr="00664788" w:rsidRDefault="00437F5F" w:rsidP="00437F5F">
                <w:pPr>
                  <w:pStyle w:val="table"/>
                  <w:jc w:val="center"/>
                </w:pPr>
                <w:r>
                  <w:rPr>
                    <w:rFonts w:ascii="MS Gothic" w:eastAsia="MS Gothic" w:hAnsi="MS Gothic" w:hint="eastAsia"/>
                  </w:rPr>
                  <w:t>☐</w:t>
                </w:r>
              </w:p>
            </w:tc>
          </w:sdtContent>
        </w:sdt>
        <w:sdt>
          <w:sdtPr>
            <w:id w:val="-47306092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6B89C45" w14:textId="77777777" w:rsidR="00437F5F" w:rsidRPr="00664788" w:rsidRDefault="00437F5F" w:rsidP="00437F5F">
                <w:pPr>
                  <w:pStyle w:val="table"/>
                  <w:jc w:val="center"/>
                </w:pPr>
                <w:r w:rsidRPr="000610E3">
                  <w:rPr>
                    <w:rFonts w:ascii="MS Gothic" w:eastAsia="MS Gothic" w:hAnsi="MS Gothic"/>
                  </w:rPr>
                  <w:t>☐</w:t>
                </w:r>
              </w:p>
            </w:tc>
          </w:sdtContent>
        </w:sdt>
        <w:sdt>
          <w:sdtPr>
            <w:id w:val="-99773157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4FB532" w14:textId="77777777" w:rsidR="00437F5F" w:rsidRPr="00664788" w:rsidRDefault="00437F5F" w:rsidP="00437F5F">
                <w:pPr>
                  <w:pStyle w:val="table"/>
                  <w:jc w:val="center"/>
                </w:pPr>
                <w:r w:rsidRPr="000610E3">
                  <w:rPr>
                    <w:rFonts w:ascii="MS Gothic" w:eastAsia="MS Gothic" w:hAnsi="MS Gothic"/>
                  </w:rPr>
                  <w:t>☐</w:t>
                </w:r>
              </w:p>
            </w:tc>
          </w:sdtContent>
        </w:sdt>
        <w:sdt>
          <w:sdtPr>
            <w:id w:val="-41433012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E7067E" w14:textId="77777777" w:rsidR="00437F5F" w:rsidRPr="00664788" w:rsidRDefault="00437F5F" w:rsidP="00437F5F">
                <w:pPr>
                  <w:pStyle w:val="table"/>
                  <w:jc w:val="center"/>
                </w:pPr>
                <w:r w:rsidRPr="000610E3">
                  <w:rPr>
                    <w:rFonts w:ascii="MS Gothic" w:eastAsia="MS Gothic" w:hAnsi="MS Gothic"/>
                  </w:rPr>
                  <w:t>☐</w:t>
                </w:r>
              </w:p>
            </w:tc>
          </w:sdtContent>
        </w:sdt>
        <w:sdt>
          <w:sdtPr>
            <w:id w:val="-45632572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0F10CFB" w14:textId="77777777" w:rsidR="00437F5F" w:rsidRPr="00664788" w:rsidRDefault="00437F5F" w:rsidP="00437F5F">
                <w:pPr>
                  <w:pStyle w:val="table"/>
                  <w:jc w:val="center"/>
                </w:pPr>
                <w:r w:rsidRPr="000610E3">
                  <w:rPr>
                    <w:rFonts w:ascii="MS Gothic" w:eastAsia="MS Gothic" w:hAnsi="MS Gothic"/>
                  </w:rPr>
                  <w:t>☐</w:t>
                </w:r>
              </w:p>
            </w:tc>
          </w:sdtContent>
        </w:sdt>
        <w:sdt>
          <w:sdtPr>
            <w:id w:val="93895552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8BC0AB"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E6B1E89"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7E7F535E" w14:textId="77777777" w:rsidR="00437F5F" w:rsidRPr="00664788" w:rsidRDefault="00437F5F" w:rsidP="00437F5F">
            <w:pPr>
              <w:spacing w:before="40" w:after="40" w:line="240" w:lineRule="auto"/>
              <w:rPr>
                <w:color w:val="FFFFFF" w:themeColor="background1"/>
              </w:rPr>
            </w:pPr>
          </w:p>
        </w:tc>
      </w:tr>
      <w:tr w:rsidR="00437F5F" w:rsidRPr="00664788" w14:paraId="6E1E327C"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A34E345" w14:textId="5133F414" w:rsidR="00437F5F" w:rsidRPr="00664788" w:rsidRDefault="00801F21" w:rsidP="00437F5F">
            <w:pPr>
              <w:pStyle w:val="table"/>
            </w:pPr>
            <w:r>
              <w:t>Stapler</w:t>
            </w:r>
          </w:p>
        </w:tc>
        <w:sdt>
          <w:sdtPr>
            <w:id w:val="270367491"/>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9FF916E" w14:textId="77777777" w:rsidR="00437F5F" w:rsidRPr="00664788" w:rsidRDefault="00437F5F" w:rsidP="00437F5F">
                <w:pPr>
                  <w:pStyle w:val="table"/>
                  <w:jc w:val="center"/>
                </w:pPr>
                <w:r w:rsidRPr="0008747B">
                  <w:rPr>
                    <w:rFonts w:ascii="MS Gothic" w:eastAsia="MS Gothic" w:hAnsi="MS Gothic"/>
                  </w:rPr>
                  <w:t>☐</w:t>
                </w:r>
              </w:p>
            </w:tc>
          </w:sdtContent>
        </w:sdt>
        <w:sdt>
          <w:sdtPr>
            <w:id w:val="180896786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7AE7BF" w14:textId="77777777" w:rsidR="00437F5F" w:rsidRPr="00664788" w:rsidRDefault="00437F5F" w:rsidP="00437F5F">
                <w:pPr>
                  <w:pStyle w:val="table"/>
                  <w:jc w:val="center"/>
                </w:pPr>
                <w:r w:rsidRPr="000610E3">
                  <w:rPr>
                    <w:rFonts w:ascii="MS Gothic" w:eastAsia="MS Gothic" w:hAnsi="MS Gothic"/>
                  </w:rPr>
                  <w:t>☐</w:t>
                </w:r>
              </w:p>
            </w:tc>
          </w:sdtContent>
        </w:sdt>
        <w:sdt>
          <w:sdtPr>
            <w:id w:val="57463958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1992D6" w14:textId="77777777" w:rsidR="00437F5F" w:rsidRPr="00664788" w:rsidRDefault="00437F5F" w:rsidP="00437F5F">
                <w:pPr>
                  <w:pStyle w:val="table"/>
                  <w:jc w:val="center"/>
                </w:pPr>
                <w:r w:rsidRPr="000610E3">
                  <w:rPr>
                    <w:rFonts w:ascii="MS Gothic" w:eastAsia="MS Gothic" w:hAnsi="MS Gothic"/>
                  </w:rPr>
                  <w:t>☐</w:t>
                </w:r>
              </w:p>
            </w:tc>
          </w:sdtContent>
        </w:sdt>
        <w:sdt>
          <w:sdtPr>
            <w:id w:val="46331339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22C660" w14:textId="77777777" w:rsidR="00437F5F" w:rsidRPr="00664788" w:rsidRDefault="00437F5F" w:rsidP="00437F5F">
                <w:pPr>
                  <w:pStyle w:val="table"/>
                  <w:jc w:val="center"/>
                </w:pPr>
                <w:r w:rsidRPr="000610E3">
                  <w:rPr>
                    <w:rFonts w:ascii="MS Gothic" w:eastAsia="MS Gothic" w:hAnsi="MS Gothic"/>
                  </w:rPr>
                  <w:t>☐</w:t>
                </w:r>
              </w:p>
            </w:tc>
          </w:sdtContent>
        </w:sdt>
        <w:sdt>
          <w:sdtPr>
            <w:id w:val="-1898887111"/>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3213847" w14:textId="77777777" w:rsidR="00437F5F" w:rsidRPr="00664788" w:rsidRDefault="00437F5F" w:rsidP="00437F5F">
                <w:pPr>
                  <w:pStyle w:val="table"/>
                  <w:jc w:val="center"/>
                </w:pPr>
                <w:r w:rsidRPr="000610E3">
                  <w:rPr>
                    <w:rFonts w:ascii="MS Gothic" w:eastAsia="MS Gothic" w:hAnsi="MS Gothic"/>
                  </w:rPr>
                  <w:t>☐</w:t>
                </w:r>
              </w:p>
            </w:tc>
          </w:sdtContent>
        </w:sdt>
        <w:sdt>
          <w:sdtPr>
            <w:id w:val="-56016670"/>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C78C8BE" w14:textId="77777777" w:rsidR="00437F5F" w:rsidRPr="00664788" w:rsidRDefault="00437F5F" w:rsidP="00437F5F">
                <w:pPr>
                  <w:pStyle w:val="table"/>
                  <w:jc w:val="center"/>
                </w:pPr>
                <w:r w:rsidRPr="000610E3">
                  <w:rPr>
                    <w:rFonts w:ascii="MS Gothic" w:eastAsia="MS Gothic" w:hAnsi="MS Gothic"/>
                  </w:rPr>
                  <w:t>☐</w:t>
                </w:r>
              </w:p>
            </w:tc>
          </w:sdtContent>
        </w:sdt>
        <w:sdt>
          <w:sdtPr>
            <w:id w:val="206621512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0BA0FC4"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CFBBDE1"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30B014E4" w14:textId="77777777" w:rsidR="00437F5F" w:rsidRPr="00664788" w:rsidRDefault="00437F5F" w:rsidP="00437F5F">
            <w:pPr>
              <w:spacing w:before="40" w:after="40" w:line="240" w:lineRule="auto"/>
              <w:rPr>
                <w:color w:val="FFFFFF" w:themeColor="background1"/>
              </w:rPr>
            </w:pPr>
          </w:p>
        </w:tc>
      </w:tr>
      <w:tr w:rsidR="00801F21" w:rsidRPr="00664788" w14:paraId="5522E81B"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783C014" w14:textId="3BC8530A" w:rsidR="00801F21" w:rsidRPr="00664788" w:rsidRDefault="00801F21" w:rsidP="00801F21">
            <w:pPr>
              <w:pStyle w:val="table"/>
            </w:pPr>
            <w:r>
              <w:t>Pens, pencils and other stationary</w:t>
            </w:r>
          </w:p>
        </w:tc>
        <w:sdt>
          <w:sdtPr>
            <w:id w:val="-23755802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46C6AA6" w14:textId="77777777" w:rsidR="00801F21" w:rsidRPr="00664788" w:rsidRDefault="00801F21" w:rsidP="00801F21">
                <w:pPr>
                  <w:pStyle w:val="table"/>
                  <w:jc w:val="center"/>
                </w:pPr>
                <w:r w:rsidRPr="0008747B">
                  <w:rPr>
                    <w:rFonts w:ascii="MS Gothic" w:eastAsia="MS Gothic" w:hAnsi="MS Gothic"/>
                  </w:rPr>
                  <w:t>☐</w:t>
                </w:r>
              </w:p>
            </w:tc>
          </w:sdtContent>
        </w:sdt>
        <w:sdt>
          <w:sdtPr>
            <w:id w:val="-146003126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4442AA" w14:textId="77777777" w:rsidR="00801F21" w:rsidRPr="00664788" w:rsidRDefault="00801F21" w:rsidP="00801F21">
                <w:pPr>
                  <w:pStyle w:val="table"/>
                  <w:jc w:val="center"/>
                </w:pPr>
                <w:r w:rsidRPr="000610E3">
                  <w:rPr>
                    <w:rFonts w:ascii="MS Gothic" w:eastAsia="MS Gothic" w:hAnsi="MS Gothic"/>
                  </w:rPr>
                  <w:t>☐</w:t>
                </w:r>
              </w:p>
            </w:tc>
          </w:sdtContent>
        </w:sdt>
        <w:sdt>
          <w:sdtPr>
            <w:id w:val="-137630655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BBE3DDC" w14:textId="77777777" w:rsidR="00801F21" w:rsidRPr="00664788" w:rsidRDefault="00801F21" w:rsidP="00801F21">
                <w:pPr>
                  <w:pStyle w:val="table"/>
                  <w:jc w:val="center"/>
                </w:pPr>
                <w:r w:rsidRPr="000610E3">
                  <w:rPr>
                    <w:rFonts w:ascii="MS Gothic" w:eastAsia="MS Gothic" w:hAnsi="MS Gothic"/>
                  </w:rPr>
                  <w:t>☐</w:t>
                </w:r>
              </w:p>
            </w:tc>
          </w:sdtContent>
        </w:sdt>
        <w:sdt>
          <w:sdtPr>
            <w:id w:val="203191049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C58136A" w14:textId="77777777" w:rsidR="00801F21" w:rsidRPr="00664788" w:rsidRDefault="00801F21" w:rsidP="00801F21">
                <w:pPr>
                  <w:pStyle w:val="table"/>
                  <w:jc w:val="center"/>
                </w:pPr>
                <w:r w:rsidRPr="000610E3">
                  <w:rPr>
                    <w:rFonts w:ascii="MS Gothic" w:eastAsia="MS Gothic" w:hAnsi="MS Gothic"/>
                  </w:rPr>
                  <w:t>☐</w:t>
                </w:r>
              </w:p>
            </w:tc>
          </w:sdtContent>
        </w:sdt>
        <w:sdt>
          <w:sdtPr>
            <w:id w:val="83311018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ED91F7" w14:textId="77777777" w:rsidR="00801F21" w:rsidRPr="00664788" w:rsidRDefault="00801F21" w:rsidP="00801F21">
                <w:pPr>
                  <w:pStyle w:val="table"/>
                  <w:jc w:val="center"/>
                </w:pPr>
                <w:r w:rsidRPr="000610E3">
                  <w:rPr>
                    <w:rFonts w:ascii="MS Gothic" w:eastAsia="MS Gothic" w:hAnsi="MS Gothic"/>
                  </w:rPr>
                  <w:t>☐</w:t>
                </w:r>
              </w:p>
            </w:tc>
          </w:sdtContent>
        </w:sdt>
        <w:sdt>
          <w:sdtPr>
            <w:id w:val="793556331"/>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A057D02" w14:textId="77777777" w:rsidR="00801F21" w:rsidRPr="00664788" w:rsidRDefault="00801F21" w:rsidP="00801F21">
                <w:pPr>
                  <w:pStyle w:val="table"/>
                  <w:jc w:val="center"/>
                </w:pPr>
                <w:r w:rsidRPr="000610E3">
                  <w:rPr>
                    <w:rFonts w:ascii="MS Gothic" w:eastAsia="MS Gothic" w:hAnsi="MS Gothic"/>
                  </w:rPr>
                  <w:t>☐</w:t>
                </w:r>
              </w:p>
            </w:tc>
          </w:sdtContent>
        </w:sdt>
        <w:sdt>
          <w:sdtPr>
            <w:id w:val="96424084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F998C1E" w14:textId="77777777" w:rsidR="00801F21" w:rsidRPr="00664788" w:rsidRDefault="00801F21" w:rsidP="00801F21">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0A1454C" w14:textId="77777777" w:rsidR="00801F21" w:rsidRPr="00664788" w:rsidRDefault="00801F21" w:rsidP="00801F21">
            <w:pPr>
              <w:spacing w:line="240" w:lineRule="auto"/>
            </w:pPr>
          </w:p>
        </w:tc>
        <w:tc>
          <w:tcPr>
            <w:tcW w:w="3554" w:type="dxa"/>
            <w:vMerge/>
            <w:tcBorders>
              <w:top w:val="nil"/>
              <w:left w:val="nil"/>
              <w:bottom w:val="nil"/>
              <w:right w:val="nil"/>
            </w:tcBorders>
            <w:shd w:val="clear" w:color="auto" w:fill="91A8AE" w:themeFill="accent3"/>
            <w:vAlign w:val="center"/>
          </w:tcPr>
          <w:p w14:paraId="05EC4BC1" w14:textId="77777777" w:rsidR="00801F21" w:rsidRPr="00664788" w:rsidRDefault="00801F21" w:rsidP="00801F21">
            <w:pPr>
              <w:spacing w:before="40" w:after="40" w:line="240" w:lineRule="auto"/>
              <w:rPr>
                <w:color w:val="FFFFFF" w:themeColor="background1"/>
              </w:rPr>
            </w:pPr>
          </w:p>
        </w:tc>
      </w:tr>
      <w:tr w:rsidR="00437F5F" w:rsidRPr="00664788" w14:paraId="2D335BEE"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72F281B" w14:textId="0B731327" w:rsidR="00437F5F" w:rsidRPr="00664788" w:rsidRDefault="00437F5F" w:rsidP="00437F5F">
            <w:pPr>
              <w:pStyle w:val="table"/>
            </w:pPr>
            <w:r>
              <w:t xml:space="preserve">Garbage can </w:t>
            </w:r>
            <w:r w:rsidR="00E5012E">
              <w:t>lid</w:t>
            </w:r>
          </w:p>
        </w:tc>
        <w:sdt>
          <w:sdtPr>
            <w:id w:val="-1429264155"/>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722548C" w14:textId="77777777" w:rsidR="00437F5F" w:rsidRPr="00664788" w:rsidRDefault="00437F5F" w:rsidP="00437F5F">
                <w:pPr>
                  <w:pStyle w:val="table"/>
                  <w:jc w:val="center"/>
                </w:pPr>
                <w:r w:rsidRPr="0008747B">
                  <w:rPr>
                    <w:rFonts w:ascii="MS Gothic" w:eastAsia="MS Gothic" w:hAnsi="MS Gothic"/>
                  </w:rPr>
                  <w:t>☐</w:t>
                </w:r>
              </w:p>
            </w:tc>
          </w:sdtContent>
        </w:sdt>
        <w:sdt>
          <w:sdtPr>
            <w:id w:val="63930128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12564C" w14:textId="77777777" w:rsidR="00437F5F" w:rsidRPr="00664788" w:rsidRDefault="00437F5F" w:rsidP="00437F5F">
                <w:pPr>
                  <w:pStyle w:val="table"/>
                  <w:jc w:val="center"/>
                </w:pPr>
                <w:r w:rsidRPr="000610E3">
                  <w:rPr>
                    <w:rFonts w:ascii="MS Gothic" w:eastAsia="MS Gothic" w:hAnsi="MS Gothic"/>
                  </w:rPr>
                  <w:t>☐</w:t>
                </w:r>
              </w:p>
            </w:tc>
          </w:sdtContent>
        </w:sdt>
        <w:sdt>
          <w:sdtPr>
            <w:id w:val="-379551709"/>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985A0D7" w14:textId="77777777" w:rsidR="00437F5F" w:rsidRPr="00664788" w:rsidRDefault="00437F5F" w:rsidP="00437F5F">
                <w:pPr>
                  <w:pStyle w:val="table"/>
                  <w:jc w:val="center"/>
                </w:pPr>
                <w:r w:rsidRPr="000610E3">
                  <w:rPr>
                    <w:rFonts w:ascii="MS Gothic" w:eastAsia="MS Gothic" w:hAnsi="MS Gothic"/>
                  </w:rPr>
                  <w:t>☐</w:t>
                </w:r>
              </w:p>
            </w:tc>
          </w:sdtContent>
        </w:sdt>
        <w:sdt>
          <w:sdtPr>
            <w:id w:val="48551588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6781C10" w14:textId="77777777" w:rsidR="00437F5F" w:rsidRPr="00664788" w:rsidRDefault="00437F5F" w:rsidP="00437F5F">
                <w:pPr>
                  <w:pStyle w:val="table"/>
                  <w:jc w:val="center"/>
                </w:pPr>
                <w:r w:rsidRPr="000610E3">
                  <w:rPr>
                    <w:rFonts w:ascii="MS Gothic" w:eastAsia="MS Gothic" w:hAnsi="MS Gothic"/>
                  </w:rPr>
                  <w:t>☐</w:t>
                </w:r>
              </w:p>
            </w:tc>
          </w:sdtContent>
        </w:sdt>
        <w:sdt>
          <w:sdtPr>
            <w:id w:val="-154390548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D98859" w14:textId="77777777" w:rsidR="00437F5F" w:rsidRPr="00664788" w:rsidRDefault="00437F5F" w:rsidP="00437F5F">
                <w:pPr>
                  <w:pStyle w:val="table"/>
                  <w:jc w:val="center"/>
                </w:pPr>
                <w:r w:rsidRPr="000610E3">
                  <w:rPr>
                    <w:rFonts w:ascii="MS Gothic" w:eastAsia="MS Gothic" w:hAnsi="MS Gothic"/>
                  </w:rPr>
                  <w:t>☐</w:t>
                </w:r>
              </w:p>
            </w:tc>
          </w:sdtContent>
        </w:sdt>
        <w:sdt>
          <w:sdtPr>
            <w:id w:val="-141400893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C50A5CF" w14:textId="77777777" w:rsidR="00437F5F" w:rsidRPr="00664788" w:rsidRDefault="00437F5F" w:rsidP="00437F5F">
                <w:pPr>
                  <w:pStyle w:val="table"/>
                  <w:jc w:val="center"/>
                </w:pPr>
                <w:r w:rsidRPr="000610E3">
                  <w:rPr>
                    <w:rFonts w:ascii="MS Gothic" w:eastAsia="MS Gothic" w:hAnsi="MS Gothic"/>
                  </w:rPr>
                  <w:t>☐</w:t>
                </w:r>
              </w:p>
            </w:tc>
          </w:sdtContent>
        </w:sdt>
        <w:sdt>
          <w:sdtPr>
            <w:id w:val="599690104"/>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CF5CA1F"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6C57CB85"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7F27995C" w14:textId="77777777" w:rsidR="00437F5F" w:rsidRPr="00664788" w:rsidRDefault="00437F5F" w:rsidP="00437F5F">
            <w:pPr>
              <w:spacing w:before="40" w:after="40" w:line="240" w:lineRule="auto"/>
              <w:rPr>
                <w:color w:val="FFFFFF" w:themeColor="background1"/>
              </w:rPr>
            </w:pPr>
          </w:p>
        </w:tc>
      </w:tr>
      <w:tr w:rsidR="00437F5F" w:rsidRPr="00664788" w14:paraId="105DF6FD"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65A7688" w14:textId="77777777" w:rsidR="00437F5F" w:rsidRPr="00664788" w:rsidRDefault="00437F5F" w:rsidP="00437F5F">
            <w:pPr>
              <w:pStyle w:val="table"/>
            </w:pPr>
            <w:r>
              <w:t>Recycle bins</w:t>
            </w:r>
          </w:p>
        </w:tc>
        <w:sdt>
          <w:sdtPr>
            <w:id w:val="-40337227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781F44D" w14:textId="77777777" w:rsidR="00437F5F" w:rsidRPr="00664788" w:rsidRDefault="00437F5F" w:rsidP="00437F5F">
                <w:pPr>
                  <w:pStyle w:val="table"/>
                  <w:jc w:val="center"/>
                </w:pPr>
                <w:r w:rsidRPr="0008747B">
                  <w:rPr>
                    <w:rFonts w:ascii="MS Gothic" w:eastAsia="MS Gothic" w:hAnsi="MS Gothic"/>
                  </w:rPr>
                  <w:t>☐</w:t>
                </w:r>
              </w:p>
            </w:tc>
          </w:sdtContent>
        </w:sdt>
        <w:sdt>
          <w:sdtPr>
            <w:id w:val="110808488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863751" w14:textId="77777777" w:rsidR="00437F5F" w:rsidRPr="00664788" w:rsidRDefault="00437F5F" w:rsidP="00437F5F">
                <w:pPr>
                  <w:pStyle w:val="table"/>
                  <w:jc w:val="center"/>
                </w:pPr>
                <w:r w:rsidRPr="000610E3">
                  <w:rPr>
                    <w:rFonts w:ascii="MS Gothic" w:eastAsia="MS Gothic" w:hAnsi="MS Gothic"/>
                  </w:rPr>
                  <w:t>☐</w:t>
                </w:r>
              </w:p>
            </w:tc>
          </w:sdtContent>
        </w:sdt>
        <w:sdt>
          <w:sdtPr>
            <w:id w:val="1541247520"/>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04F650" w14:textId="77777777" w:rsidR="00437F5F" w:rsidRPr="00664788" w:rsidRDefault="00437F5F" w:rsidP="00437F5F">
                <w:pPr>
                  <w:pStyle w:val="table"/>
                  <w:jc w:val="center"/>
                </w:pPr>
                <w:r w:rsidRPr="000610E3">
                  <w:rPr>
                    <w:rFonts w:ascii="MS Gothic" w:eastAsia="MS Gothic" w:hAnsi="MS Gothic"/>
                  </w:rPr>
                  <w:t>☐</w:t>
                </w:r>
              </w:p>
            </w:tc>
          </w:sdtContent>
        </w:sdt>
        <w:sdt>
          <w:sdtPr>
            <w:id w:val="95105303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86A5DBD" w14:textId="77777777" w:rsidR="00437F5F" w:rsidRPr="00664788" w:rsidRDefault="00437F5F" w:rsidP="00437F5F">
                <w:pPr>
                  <w:pStyle w:val="table"/>
                  <w:jc w:val="center"/>
                </w:pPr>
                <w:r w:rsidRPr="000610E3">
                  <w:rPr>
                    <w:rFonts w:ascii="MS Gothic" w:eastAsia="MS Gothic" w:hAnsi="MS Gothic"/>
                  </w:rPr>
                  <w:t>☐</w:t>
                </w:r>
              </w:p>
            </w:tc>
          </w:sdtContent>
        </w:sdt>
        <w:sdt>
          <w:sdtPr>
            <w:id w:val="-69502716"/>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39AED1B" w14:textId="77777777" w:rsidR="00437F5F" w:rsidRPr="00664788" w:rsidRDefault="00437F5F" w:rsidP="00437F5F">
                <w:pPr>
                  <w:pStyle w:val="table"/>
                  <w:jc w:val="center"/>
                </w:pPr>
                <w:r w:rsidRPr="000610E3">
                  <w:rPr>
                    <w:rFonts w:ascii="MS Gothic" w:eastAsia="MS Gothic" w:hAnsi="MS Gothic"/>
                  </w:rPr>
                  <w:t>☐</w:t>
                </w:r>
              </w:p>
            </w:tc>
          </w:sdtContent>
        </w:sdt>
        <w:sdt>
          <w:sdtPr>
            <w:id w:val="-8276305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9870FA8" w14:textId="77777777" w:rsidR="00437F5F" w:rsidRPr="00664788" w:rsidRDefault="00437F5F" w:rsidP="00437F5F">
                <w:pPr>
                  <w:pStyle w:val="table"/>
                  <w:jc w:val="center"/>
                </w:pPr>
                <w:r w:rsidRPr="000610E3">
                  <w:rPr>
                    <w:rFonts w:ascii="MS Gothic" w:eastAsia="MS Gothic" w:hAnsi="MS Gothic"/>
                  </w:rPr>
                  <w:t>☐</w:t>
                </w:r>
              </w:p>
            </w:tc>
          </w:sdtContent>
        </w:sdt>
        <w:sdt>
          <w:sdtPr>
            <w:id w:val="-131871303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D707A9E"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F1CF064"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543F02DF" w14:textId="77777777" w:rsidR="00437F5F" w:rsidRPr="00664788" w:rsidRDefault="00437F5F" w:rsidP="00437F5F">
            <w:pPr>
              <w:spacing w:before="40" w:after="40" w:line="240" w:lineRule="auto"/>
              <w:rPr>
                <w:color w:val="FFFFFF" w:themeColor="background1"/>
              </w:rPr>
            </w:pPr>
          </w:p>
        </w:tc>
      </w:tr>
      <w:tr w:rsidR="00437F5F" w:rsidRPr="00664788" w14:paraId="4903B031"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FD8F071" w14:textId="0E547A91" w:rsidR="00437F5F" w:rsidRPr="00664788" w:rsidRDefault="00801F21" w:rsidP="00437F5F">
            <w:pPr>
              <w:pStyle w:val="table"/>
            </w:pPr>
            <w:r>
              <w:t>Telephone</w:t>
            </w:r>
          </w:p>
        </w:tc>
        <w:sdt>
          <w:sdtPr>
            <w:id w:val="994533208"/>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8D2985" w14:textId="77777777" w:rsidR="00437F5F" w:rsidRPr="00664788" w:rsidRDefault="00437F5F" w:rsidP="00437F5F">
                <w:pPr>
                  <w:pStyle w:val="table"/>
                  <w:jc w:val="center"/>
                </w:pPr>
                <w:r w:rsidRPr="0008747B">
                  <w:rPr>
                    <w:rFonts w:ascii="MS Gothic" w:eastAsia="MS Gothic" w:hAnsi="MS Gothic"/>
                  </w:rPr>
                  <w:t>☐</w:t>
                </w:r>
              </w:p>
            </w:tc>
          </w:sdtContent>
        </w:sdt>
        <w:sdt>
          <w:sdtPr>
            <w:id w:val="44666398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27EA092" w14:textId="77777777" w:rsidR="00437F5F" w:rsidRPr="00664788" w:rsidRDefault="00437F5F" w:rsidP="00437F5F">
                <w:pPr>
                  <w:pStyle w:val="table"/>
                  <w:jc w:val="center"/>
                </w:pPr>
                <w:r w:rsidRPr="000610E3">
                  <w:rPr>
                    <w:rFonts w:ascii="MS Gothic" w:eastAsia="MS Gothic" w:hAnsi="MS Gothic"/>
                  </w:rPr>
                  <w:t>☐</w:t>
                </w:r>
              </w:p>
            </w:tc>
          </w:sdtContent>
        </w:sdt>
        <w:sdt>
          <w:sdtPr>
            <w:id w:val="888841495"/>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EE2BEEE" w14:textId="77777777" w:rsidR="00437F5F" w:rsidRPr="00664788" w:rsidRDefault="00437F5F" w:rsidP="00437F5F">
                <w:pPr>
                  <w:pStyle w:val="table"/>
                  <w:jc w:val="center"/>
                </w:pPr>
                <w:r w:rsidRPr="000610E3">
                  <w:rPr>
                    <w:rFonts w:ascii="MS Gothic" w:eastAsia="MS Gothic" w:hAnsi="MS Gothic"/>
                  </w:rPr>
                  <w:t>☐</w:t>
                </w:r>
              </w:p>
            </w:tc>
          </w:sdtContent>
        </w:sdt>
        <w:sdt>
          <w:sdtPr>
            <w:id w:val="-118921955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BC38BA6" w14:textId="77777777" w:rsidR="00437F5F" w:rsidRPr="00664788" w:rsidRDefault="00437F5F" w:rsidP="00437F5F">
                <w:pPr>
                  <w:pStyle w:val="table"/>
                  <w:jc w:val="center"/>
                </w:pPr>
                <w:r w:rsidRPr="000610E3">
                  <w:rPr>
                    <w:rFonts w:ascii="MS Gothic" w:eastAsia="MS Gothic" w:hAnsi="MS Gothic"/>
                  </w:rPr>
                  <w:t>☐</w:t>
                </w:r>
              </w:p>
            </w:tc>
          </w:sdtContent>
        </w:sdt>
        <w:sdt>
          <w:sdtPr>
            <w:id w:val="-952935810"/>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7D15252" w14:textId="77777777" w:rsidR="00437F5F" w:rsidRPr="00664788" w:rsidRDefault="00437F5F" w:rsidP="00437F5F">
                <w:pPr>
                  <w:pStyle w:val="table"/>
                  <w:jc w:val="center"/>
                </w:pPr>
                <w:r w:rsidRPr="000610E3">
                  <w:rPr>
                    <w:rFonts w:ascii="MS Gothic" w:eastAsia="MS Gothic" w:hAnsi="MS Gothic"/>
                  </w:rPr>
                  <w:t>☐</w:t>
                </w:r>
              </w:p>
            </w:tc>
          </w:sdtContent>
        </w:sdt>
        <w:sdt>
          <w:sdtPr>
            <w:id w:val="-504825216"/>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44FE6BC" w14:textId="77777777" w:rsidR="00437F5F" w:rsidRPr="00664788" w:rsidRDefault="00437F5F" w:rsidP="00437F5F">
                <w:pPr>
                  <w:pStyle w:val="table"/>
                  <w:jc w:val="center"/>
                </w:pPr>
                <w:r w:rsidRPr="000610E3">
                  <w:rPr>
                    <w:rFonts w:ascii="MS Gothic" w:eastAsia="MS Gothic" w:hAnsi="MS Gothic"/>
                  </w:rPr>
                  <w:t>☐</w:t>
                </w:r>
              </w:p>
            </w:tc>
          </w:sdtContent>
        </w:sdt>
        <w:sdt>
          <w:sdtPr>
            <w:id w:val="1966850710"/>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53970F"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49D6EF58"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55A8D517" w14:textId="77777777" w:rsidR="00437F5F" w:rsidRPr="00664788" w:rsidRDefault="00437F5F" w:rsidP="00437F5F">
            <w:pPr>
              <w:spacing w:before="40" w:after="40" w:line="240" w:lineRule="auto"/>
              <w:rPr>
                <w:color w:val="FFFFFF" w:themeColor="background1"/>
              </w:rPr>
            </w:pPr>
          </w:p>
        </w:tc>
      </w:tr>
      <w:tr w:rsidR="00437F5F" w:rsidRPr="00664788" w14:paraId="736D2644"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D8B23AA" w14:textId="0EF9DF0D" w:rsidR="00437F5F" w:rsidRPr="00664788" w:rsidRDefault="00801F21" w:rsidP="00437F5F">
            <w:pPr>
              <w:pStyle w:val="table"/>
            </w:pPr>
            <w:r>
              <w:t>Door handles</w:t>
            </w:r>
            <w:r w:rsidR="00E5012E">
              <w:t>/deadbolts</w:t>
            </w:r>
          </w:p>
        </w:tc>
        <w:sdt>
          <w:sdtPr>
            <w:id w:val="135916277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DE3FEC2" w14:textId="77777777" w:rsidR="00437F5F" w:rsidRPr="00664788" w:rsidRDefault="00437F5F" w:rsidP="00437F5F">
                <w:pPr>
                  <w:pStyle w:val="table"/>
                  <w:jc w:val="center"/>
                </w:pPr>
                <w:r w:rsidRPr="0008747B">
                  <w:rPr>
                    <w:rFonts w:ascii="MS Gothic" w:eastAsia="MS Gothic" w:hAnsi="MS Gothic"/>
                  </w:rPr>
                  <w:t>☐</w:t>
                </w:r>
              </w:p>
            </w:tc>
          </w:sdtContent>
        </w:sdt>
        <w:sdt>
          <w:sdtPr>
            <w:id w:val="-959258808"/>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B135B0" w14:textId="77777777" w:rsidR="00437F5F" w:rsidRPr="00664788" w:rsidRDefault="00437F5F" w:rsidP="00437F5F">
                <w:pPr>
                  <w:pStyle w:val="table"/>
                  <w:jc w:val="center"/>
                </w:pPr>
                <w:r w:rsidRPr="000610E3">
                  <w:rPr>
                    <w:rFonts w:ascii="MS Gothic" w:eastAsia="MS Gothic" w:hAnsi="MS Gothic"/>
                  </w:rPr>
                  <w:t>☐</w:t>
                </w:r>
              </w:p>
            </w:tc>
          </w:sdtContent>
        </w:sdt>
        <w:sdt>
          <w:sdtPr>
            <w:id w:val="78199846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F657947" w14:textId="77777777" w:rsidR="00437F5F" w:rsidRPr="00664788" w:rsidRDefault="00437F5F" w:rsidP="00437F5F">
                <w:pPr>
                  <w:pStyle w:val="table"/>
                  <w:jc w:val="center"/>
                </w:pPr>
                <w:r w:rsidRPr="000610E3">
                  <w:rPr>
                    <w:rFonts w:ascii="MS Gothic" w:eastAsia="MS Gothic" w:hAnsi="MS Gothic"/>
                  </w:rPr>
                  <w:t>☐</w:t>
                </w:r>
              </w:p>
            </w:tc>
          </w:sdtContent>
        </w:sdt>
        <w:sdt>
          <w:sdtPr>
            <w:id w:val="170351265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2EA788D" w14:textId="77777777" w:rsidR="00437F5F" w:rsidRPr="00664788" w:rsidRDefault="00437F5F" w:rsidP="00437F5F">
                <w:pPr>
                  <w:pStyle w:val="table"/>
                  <w:jc w:val="center"/>
                </w:pPr>
                <w:r w:rsidRPr="000610E3">
                  <w:rPr>
                    <w:rFonts w:ascii="MS Gothic" w:eastAsia="MS Gothic" w:hAnsi="MS Gothic"/>
                  </w:rPr>
                  <w:t>☐</w:t>
                </w:r>
              </w:p>
            </w:tc>
          </w:sdtContent>
        </w:sdt>
        <w:sdt>
          <w:sdtPr>
            <w:id w:val="390461248"/>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81F984E" w14:textId="77777777" w:rsidR="00437F5F" w:rsidRPr="00664788" w:rsidRDefault="00437F5F" w:rsidP="00437F5F">
                <w:pPr>
                  <w:pStyle w:val="table"/>
                  <w:jc w:val="center"/>
                </w:pPr>
                <w:r w:rsidRPr="000610E3">
                  <w:rPr>
                    <w:rFonts w:ascii="MS Gothic" w:eastAsia="MS Gothic" w:hAnsi="MS Gothic"/>
                  </w:rPr>
                  <w:t>☐</w:t>
                </w:r>
              </w:p>
            </w:tc>
          </w:sdtContent>
        </w:sdt>
        <w:sdt>
          <w:sdtPr>
            <w:id w:val="-91793944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F22D56E" w14:textId="77777777" w:rsidR="00437F5F" w:rsidRPr="00664788" w:rsidRDefault="00437F5F" w:rsidP="00437F5F">
                <w:pPr>
                  <w:pStyle w:val="table"/>
                  <w:jc w:val="center"/>
                </w:pPr>
                <w:r w:rsidRPr="000610E3">
                  <w:rPr>
                    <w:rFonts w:ascii="MS Gothic" w:eastAsia="MS Gothic" w:hAnsi="MS Gothic"/>
                  </w:rPr>
                  <w:t>☐</w:t>
                </w:r>
              </w:p>
            </w:tc>
          </w:sdtContent>
        </w:sdt>
        <w:sdt>
          <w:sdtPr>
            <w:id w:val="37212667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662C8C9"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6BD891C"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0041B298" w14:textId="77777777" w:rsidR="00437F5F" w:rsidRPr="00664788" w:rsidRDefault="00437F5F" w:rsidP="00437F5F">
            <w:pPr>
              <w:spacing w:before="40" w:after="40" w:line="240" w:lineRule="auto"/>
              <w:rPr>
                <w:color w:val="FFFFFF" w:themeColor="background1"/>
              </w:rPr>
            </w:pPr>
          </w:p>
        </w:tc>
      </w:tr>
      <w:tr w:rsidR="00437F5F" w:rsidRPr="00664788" w14:paraId="2C61CBEA"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D61EF9F" w14:textId="233102F4" w:rsidR="00437F5F" w:rsidRPr="00664788" w:rsidRDefault="00801F21" w:rsidP="00437F5F">
            <w:pPr>
              <w:pStyle w:val="table"/>
            </w:pPr>
            <w:r>
              <w:t>Carts and baskets</w:t>
            </w:r>
          </w:p>
        </w:tc>
        <w:sdt>
          <w:sdtPr>
            <w:id w:val="-194598897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3284CB" w14:textId="77777777" w:rsidR="00437F5F" w:rsidRPr="00664788" w:rsidRDefault="00437F5F" w:rsidP="00437F5F">
                <w:pPr>
                  <w:pStyle w:val="table"/>
                  <w:jc w:val="center"/>
                </w:pPr>
                <w:r w:rsidRPr="0008747B">
                  <w:rPr>
                    <w:rFonts w:ascii="MS Gothic" w:eastAsia="MS Gothic" w:hAnsi="MS Gothic"/>
                  </w:rPr>
                  <w:t>☐</w:t>
                </w:r>
              </w:p>
            </w:tc>
          </w:sdtContent>
        </w:sdt>
        <w:sdt>
          <w:sdtPr>
            <w:id w:val="-300923655"/>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A1D5E60" w14:textId="77777777" w:rsidR="00437F5F" w:rsidRPr="00664788" w:rsidRDefault="00437F5F" w:rsidP="00437F5F">
                <w:pPr>
                  <w:pStyle w:val="table"/>
                  <w:jc w:val="center"/>
                </w:pPr>
                <w:r w:rsidRPr="000610E3">
                  <w:rPr>
                    <w:rFonts w:ascii="MS Gothic" w:eastAsia="MS Gothic" w:hAnsi="MS Gothic"/>
                  </w:rPr>
                  <w:t>☐</w:t>
                </w:r>
              </w:p>
            </w:tc>
          </w:sdtContent>
        </w:sdt>
        <w:sdt>
          <w:sdtPr>
            <w:id w:val="117576476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3BA61D1" w14:textId="77777777" w:rsidR="00437F5F" w:rsidRPr="00664788" w:rsidRDefault="00437F5F" w:rsidP="00437F5F">
                <w:pPr>
                  <w:pStyle w:val="table"/>
                  <w:jc w:val="center"/>
                </w:pPr>
                <w:r w:rsidRPr="000610E3">
                  <w:rPr>
                    <w:rFonts w:ascii="MS Gothic" w:eastAsia="MS Gothic" w:hAnsi="MS Gothic"/>
                  </w:rPr>
                  <w:t>☐</w:t>
                </w:r>
              </w:p>
            </w:tc>
          </w:sdtContent>
        </w:sdt>
        <w:sdt>
          <w:sdtPr>
            <w:id w:val="-55162449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04759B4" w14:textId="77777777" w:rsidR="00437F5F" w:rsidRPr="00664788" w:rsidRDefault="00437F5F" w:rsidP="00437F5F">
                <w:pPr>
                  <w:pStyle w:val="table"/>
                  <w:jc w:val="center"/>
                </w:pPr>
                <w:r w:rsidRPr="000610E3">
                  <w:rPr>
                    <w:rFonts w:ascii="MS Gothic" w:eastAsia="MS Gothic" w:hAnsi="MS Gothic"/>
                  </w:rPr>
                  <w:t>☐</w:t>
                </w:r>
              </w:p>
            </w:tc>
          </w:sdtContent>
        </w:sdt>
        <w:sdt>
          <w:sdtPr>
            <w:id w:val="45576038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4932DE" w14:textId="77777777" w:rsidR="00437F5F" w:rsidRPr="00664788" w:rsidRDefault="00437F5F" w:rsidP="00437F5F">
                <w:pPr>
                  <w:pStyle w:val="table"/>
                  <w:jc w:val="center"/>
                </w:pPr>
                <w:r w:rsidRPr="000610E3">
                  <w:rPr>
                    <w:rFonts w:ascii="MS Gothic" w:eastAsia="MS Gothic" w:hAnsi="MS Gothic"/>
                  </w:rPr>
                  <w:t>☐</w:t>
                </w:r>
              </w:p>
            </w:tc>
          </w:sdtContent>
        </w:sdt>
        <w:sdt>
          <w:sdtPr>
            <w:id w:val="-118096658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315ED2" w14:textId="77777777" w:rsidR="00437F5F" w:rsidRPr="00664788" w:rsidRDefault="00437F5F" w:rsidP="00437F5F">
                <w:pPr>
                  <w:pStyle w:val="table"/>
                  <w:jc w:val="center"/>
                </w:pPr>
                <w:r w:rsidRPr="000610E3">
                  <w:rPr>
                    <w:rFonts w:ascii="MS Gothic" w:eastAsia="MS Gothic" w:hAnsi="MS Gothic"/>
                  </w:rPr>
                  <w:t>☐</w:t>
                </w:r>
              </w:p>
            </w:tc>
          </w:sdtContent>
        </w:sdt>
        <w:sdt>
          <w:sdtPr>
            <w:id w:val="100664030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40F4E9E"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A47E34F"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52E8145B" w14:textId="77777777" w:rsidR="00437F5F" w:rsidRPr="00664788" w:rsidRDefault="00437F5F" w:rsidP="00437F5F">
            <w:pPr>
              <w:spacing w:before="40" w:after="40" w:line="240" w:lineRule="auto"/>
              <w:rPr>
                <w:color w:val="FFFFFF" w:themeColor="background1"/>
              </w:rPr>
            </w:pPr>
          </w:p>
        </w:tc>
      </w:tr>
      <w:tr w:rsidR="00437F5F" w:rsidRPr="00664788" w14:paraId="2604D83C"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3ED89637" w14:textId="4EFDAA4E" w:rsidR="00437F5F" w:rsidRPr="00664788" w:rsidRDefault="00E5012E" w:rsidP="00437F5F">
            <w:pPr>
              <w:pStyle w:val="table"/>
            </w:pPr>
            <w:r>
              <w:t>Plant trays</w:t>
            </w:r>
          </w:p>
        </w:tc>
        <w:sdt>
          <w:sdtPr>
            <w:id w:val="33480645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6079D64" w14:textId="77777777" w:rsidR="00437F5F" w:rsidRPr="00664788" w:rsidRDefault="00437F5F" w:rsidP="00437F5F">
                <w:pPr>
                  <w:pStyle w:val="table"/>
                  <w:jc w:val="center"/>
                </w:pPr>
                <w:r w:rsidRPr="0008747B">
                  <w:rPr>
                    <w:rFonts w:ascii="MS Gothic" w:eastAsia="MS Gothic" w:hAnsi="MS Gothic"/>
                  </w:rPr>
                  <w:t>☐</w:t>
                </w:r>
              </w:p>
            </w:tc>
          </w:sdtContent>
        </w:sdt>
        <w:sdt>
          <w:sdtPr>
            <w:id w:val="389924837"/>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2DBDE6" w14:textId="77777777" w:rsidR="00437F5F" w:rsidRPr="00664788" w:rsidRDefault="00437F5F" w:rsidP="00437F5F">
                <w:pPr>
                  <w:pStyle w:val="table"/>
                  <w:jc w:val="center"/>
                </w:pPr>
                <w:r w:rsidRPr="000610E3">
                  <w:rPr>
                    <w:rFonts w:ascii="MS Gothic" w:eastAsia="MS Gothic" w:hAnsi="MS Gothic"/>
                  </w:rPr>
                  <w:t>☐</w:t>
                </w:r>
              </w:p>
            </w:tc>
          </w:sdtContent>
        </w:sdt>
        <w:sdt>
          <w:sdtPr>
            <w:id w:val="18217468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EDAFFB7" w14:textId="77777777" w:rsidR="00437F5F" w:rsidRPr="00664788" w:rsidRDefault="00437F5F" w:rsidP="00437F5F">
                <w:pPr>
                  <w:pStyle w:val="table"/>
                  <w:jc w:val="center"/>
                </w:pPr>
                <w:r w:rsidRPr="000610E3">
                  <w:rPr>
                    <w:rFonts w:ascii="MS Gothic" w:eastAsia="MS Gothic" w:hAnsi="MS Gothic"/>
                  </w:rPr>
                  <w:t>☐</w:t>
                </w:r>
              </w:p>
            </w:tc>
          </w:sdtContent>
        </w:sdt>
        <w:sdt>
          <w:sdtPr>
            <w:id w:val="194078233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290DD2E" w14:textId="77777777" w:rsidR="00437F5F" w:rsidRPr="00664788" w:rsidRDefault="00437F5F" w:rsidP="00437F5F">
                <w:pPr>
                  <w:pStyle w:val="table"/>
                  <w:jc w:val="center"/>
                </w:pPr>
                <w:r w:rsidRPr="000610E3">
                  <w:rPr>
                    <w:rFonts w:ascii="MS Gothic" w:eastAsia="MS Gothic" w:hAnsi="MS Gothic"/>
                  </w:rPr>
                  <w:t>☐</w:t>
                </w:r>
              </w:p>
            </w:tc>
          </w:sdtContent>
        </w:sdt>
        <w:sdt>
          <w:sdtPr>
            <w:id w:val="171184409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82156A" w14:textId="77777777" w:rsidR="00437F5F" w:rsidRPr="00664788" w:rsidRDefault="00437F5F" w:rsidP="00437F5F">
                <w:pPr>
                  <w:pStyle w:val="table"/>
                  <w:jc w:val="center"/>
                </w:pPr>
                <w:r w:rsidRPr="000610E3">
                  <w:rPr>
                    <w:rFonts w:ascii="MS Gothic" w:eastAsia="MS Gothic" w:hAnsi="MS Gothic"/>
                  </w:rPr>
                  <w:t>☐</w:t>
                </w:r>
              </w:p>
            </w:tc>
          </w:sdtContent>
        </w:sdt>
        <w:sdt>
          <w:sdtPr>
            <w:id w:val="111549347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B7C45F9" w14:textId="77777777" w:rsidR="00437F5F" w:rsidRPr="00664788" w:rsidRDefault="00437F5F" w:rsidP="00437F5F">
                <w:pPr>
                  <w:pStyle w:val="table"/>
                  <w:jc w:val="center"/>
                </w:pPr>
                <w:r w:rsidRPr="000610E3">
                  <w:rPr>
                    <w:rFonts w:ascii="MS Gothic" w:eastAsia="MS Gothic" w:hAnsi="MS Gothic"/>
                  </w:rPr>
                  <w:t>☐</w:t>
                </w:r>
              </w:p>
            </w:tc>
          </w:sdtContent>
        </w:sdt>
        <w:sdt>
          <w:sdtPr>
            <w:id w:val="70267160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995195B"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7FA7EDE"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4FE1D713" w14:textId="77777777" w:rsidR="00437F5F" w:rsidRPr="00664788" w:rsidRDefault="00437F5F" w:rsidP="00437F5F">
            <w:pPr>
              <w:spacing w:before="40" w:after="40" w:line="240" w:lineRule="auto"/>
              <w:rPr>
                <w:color w:val="FFFFFF" w:themeColor="background1"/>
              </w:rPr>
            </w:pPr>
          </w:p>
        </w:tc>
      </w:tr>
      <w:tr w:rsidR="00437F5F" w:rsidRPr="00664788" w14:paraId="17DD423B"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2E83197" w14:textId="52587D07" w:rsidR="00437F5F" w:rsidRPr="00664788" w:rsidRDefault="00437F5F" w:rsidP="00437F5F">
            <w:pPr>
              <w:pStyle w:val="table"/>
            </w:pPr>
          </w:p>
        </w:tc>
        <w:sdt>
          <w:sdtPr>
            <w:id w:val="502247302"/>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C345BF" w14:textId="77777777" w:rsidR="00437F5F" w:rsidRPr="00664788" w:rsidRDefault="00437F5F" w:rsidP="00437F5F">
                <w:pPr>
                  <w:pStyle w:val="table"/>
                  <w:jc w:val="center"/>
                </w:pPr>
                <w:r w:rsidRPr="0008747B">
                  <w:rPr>
                    <w:rFonts w:ascii="MS Gothic" w:eastAsia="MS Gothic" w:hAnsi="MS Gothic"/>
                  </w:rPr>
                  <w:t>☐</w:t>
                </w:r>
              </w:p>
            </w:tc>
          </w:sdtContent>
        </w:sdt>
        <w:sdt>
          <w:sdtPr>
            <w:id w:val="-44220924"/>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E578CB3" w14:textId="77777777" w:rsidR="00437F5F" w:rsidRPr="00664788" w:rsidRDefault="00437F5F" w:rsidP="00437F5F">
                <w:pPr>
                  <w:pStyle w:val="table"/>
                  <w:jc w:val="center"/>
                </w:pPr>
                <w:r w:rsidRPr="000610E3">
                  <w:rPr>
                    <w:rFonts w:ascii="MS Gothic" w:eastAsia="MS Gothic" w:hAnsi="MS Gothic"/>
                  </w:rPr>
                  <w:t>☐</w:t>
                </w:r>
              </w:p>
            </w:tc>
          </w:sdtContent>
        </w:sdt>
        <w:sdt>
          <w:sdtPr>
            <w:id w:val="1875038671"/>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FBD807A" w14:textId="77777777" w:rsidR="00437F5F" w:rsidRPr="00664788" w:rsidRDefault="00437F5F" w:rsidP="00437F5F">
                <w:pPr>
                  <w:pStyle w:val="table"/>
                  <w:jc w:val="center"/>
                </w:pPr>
                <w:r w:rsidRPr="000610E3">
                  <w:rPr>
                    <w:rFonts w:ascii="MS Gothic" w:eastAsia="MS Gothic" w:hAnsi="MS Gothic"/>
                  </w:rPr>
                  <w:t>☐</w:t>
                </w:r>
              </w:p>
            </w:tc>
          </w:sdtContent>
        </w:sdt>
        <w:sdt>
          <w:sdtPr>
            <w:id w:val="151872772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3F68CCE" w14:textId="77777777" w:rsidR="00437F5F" w:rsidRPr="00664788" w:rsidRDefault="00437F5F" w:rsidP="00437F5F">
                <w:pPr>
                  <w:pStyle w:val="table"/>
                  <w:jc w:val="center"/>
                </w:pPr>
                <w:r w:rsidRPr="000610E3">
                  <w:rPr>
                    <w:rFonts w:ascii="MS Gothic" w:eastAsia="MS Gothic" w:hAnsi="MS Gothic"/>
                  </w:rPr>
                  <w:t>☐</w:t>
                </w:r>
              </w:p>
            </w:tc>
          </w:sdtContent>
        </w:sdt>
        <w:sdt>
          <w:sdtPr>
            <w:id w:val="-2119446754"/>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484956C" w14:textId="77777777" w:rsidR="00437F5F" w:rsidRPr="00664788" w:rsidRDefault="00437F5F" w:rsidP="00437F5F">
                <w:pPr>
                  <w:pStyle w:val="table"/>
                  <w:jc w:val="center"/>
                </w:pPr>
                <w:r w:rsidRPr="000610E3">
                  <w:rPr>
                    <w:rFonts w:ascii="MS Gothic" w:eastAsia="MS Gothic" w:hAnsi="MS Gothic"/>
                  </w:rPr>
                  <w:t>☐</w:t>
                </w:r>
              </w:p>
            </w:tc>
          </w:sdtContent>
        </w:sdt>
        <w:sdt>
          <w:sdtPr>
            <w:id w:val="441729935"/>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D65413A" w14:textId="77777777" w:rsidR="00437F5F" w:rsidRPr="00664788" w:rsidRDefault="00437F5F" w:rsidP="00437F5F">
                <w:pPr>
                  <w:pStyle w:val="table"/>
                  <w:jc w:val="center"/>
                </w:pPr>
                <w:r w:rsidRPr="000610E3">
                  <w:rPr>
                    <w:rFonts w:ascii="MS Gothic" w:eastAsia="MS Gothic" w:hAnsi="MS Gothic"/>
                  </w:rPr>
                  <w:t>☐</w:t>
                </w:r>
              </w:p>
            </w:tc>
          </w:sdtContent>
        </w:sdt>
        <w:sdt>
          <w:sdtPr>
            <w:id w:val="57964641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84249D"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287D6D02"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6ECBB4A0" w14:textId="77777777" w:rsidR="00437F5F" w:rsidRPr="00664788" w:rsidRDefault="00437F5F" w:rsidP="00437F5F">
            <w:pPr>
              <w:spacing w:before="40" w:after="40" w:line="240" w:lineRule="auto"/>
              <w:rPr>
                <w:color w:val="FFFFFF" w:themeColor="background1"/>
              </w:rPr>
            </w:pPr>
          </w:p>
        </w:tc>
      </w:tr>
      <w:tr w:rsidR="00437F5F" w:rsidRPr="00664788" w14:paraId="6214E0D8"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1E429EB0" w14:textId="6C39562C" w:rsidR="00437F5F" w:rsidRPr="00664788" w:rsidRDefault="00437F5F" w:rsidP="00437F5F">
            <w:pPr>
              <w:pStyle w:val="table"/>
            </w:pPr>
          </w:p>
        </w:tc>
        <w:sdt>
          <w:sdtPr>
            <w:id w:val="-110756196"/>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CCE83D3" w14:textId="77777777" w:rsidR="00437F5F" w:rsidRPr="00664788" w:rsidRDefault="00437F5F" w:rsidP="00437F5F">
                <w:pPr>
                  <w:pStyle w:val="table"/>
                  <w:jc w:val="center"/>
                </w:pPr>
                <w:r w:rsidRPr="0008747B">
                  <w:rPr>
                    <w:rFonts w:ascii="MS Gothic" w:eastAsia="MS Gothic" w:hAnsi="MS Gothic"/>
                  </w:rPr>
                  <w:t>☐</w:t>
                </w:r>
              </w:p>
            </w:tc>
          </w:sdtContent>
        </w:sdt>
        <w:sdt>
          <w:sdtPr>
            <w:id w:val="53908906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9A43735" w14:textId="77777777" w:rsidR="00437F5F" w:rsidRPr="00664788" w:rsidRDefault="00437F5F" w:rsidP="00437F5F">
                <w:pPr>
                  <w:pStyle w:val="table"/>
                  <w:jc w:val="center"/>
                </w:pPr>
                <w:r w:rsidRPr="000610E3">
                  <w:rPr>
                    <w:rFonts w:ascii="MS Gothic" w:eastAsia="MS Gothic" w:hAnsi="MS Gothic"/>
                  </w:rPr>
                  <w:t>☐</w:t>
                </w:r>
              </w:p>
            </w:tc>
          </w:sdtContent>
        </w:sdt>
        <w:sdt>
          <w:sdtPr>
            <w:id w:val="-959947494"/>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BE6A1FA" w14:textId="77777777" w:rsidR="00437F5F" w:rsidRPr="00664788" w:rsidRDefault="00437F5F" w:rsidP="00437F5F">
                <w:pPr>
                  <w:pStyle w:val="table"/>
                  <w:jc w:val="center"/>
                </w:pPr>
                <w:r w:rsidRPr="000610E3">
                  <w:rPr>
                    <w:rFonts w:ascii="MS Gothic" w:eastAsia="MS Gothic" w:hAnsi="MS Gothic"/>
                  </w:rPr>
                  <w:t>☐</w:t>
                </w:r>
              </w:p>
            </w:tc>
          </w:sdtContent>
        </w:sdt>
        <w:sdt>
          <w:sdtPr>
            <w:id w:val="30428903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E0D6B9" w14:textId="77777777" w:rsidR="00437F5F" w:rsidRPr="00664788" w:rsidRDefault="00437F5F" w:rsidP="00437F5F">
                <w:pPr>
                  <w:pStyle w:val="table"/>
                  <w:jc w:val="center"/>
                </w:pPr>
                <w:r w:rsidRPr="000610E3">
                  <w:rPr>
                    <w:rFonts w:ascii="MS Gothic" w:eastAsia="MS Gothic" w:hAnsi="MS Gothic"/>
                  </w:rPr>
                  <w:t>☐</w:t>
                </w:r>
              </w:p>
            </w:tc>
          </w:sdtContent>
        </w:sdt>
        <w:sdt>
          <w:sdtPr>
            <w:id w:val="-18314233"/>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9A6E6A" w14:textId="77777777" w:rsidR="00437F5F" w:rsidRPr="00664788" w:rsidRDefault="00437F5F" w:rsidP="00437F5F">
                <w:pPr>
                  <w:pStyle w:val="table"/>
                  <w:jc w:val="center"/>
                </w:pPr>
                <w:r w:rsidRPr="000610E3">
                  <w:rPr>
                    <w:rFonts w:ascii="MS Gothic" w:eastAsia="MS Gothic" w:hAnsi="MS Gothic"/>
                  </w:rPr>
                  <w:t>☐</w:t>
                </w:r>
              </w:p>
            </w:tc>
          </w:sdtContent>
        </w:sdt>
        <w:sdt>
          <w:sdtPr>
            <w:id w:val="117190695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C8AD856" w14:textId="77777777" w:rsidR="00437F5F" w:rsidRPr="00664788" w:rsidRDefault="00437F5F" w:rsidP="00437F5F">
                <w:pPr>
                  <w:pStyle w:val="table"/>
                  <w:jc w:val="center"/>
                </w:pPr>
                <w:r w:rsidRPr="000610E3">
                  <w:rPr>
                    <w:rFonts w:ascii="MS Gothic" w:eastAsia="MS Gothic" w:hAnsi="MS Gothic"/>
                  </w:rPr>
                  <w:t>☐</w:t>
                </w:r>
              </w:p>
            </w:tc>
          </w:sdtContent>
        </w:sdt>
        <w:sdt>
          <w:sdtPr>
            <w:id w:val="-1483924067"/>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59A3097"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746C010" w14:textId="77777777" w:rsidR="00437F5F" w:rsidRPr="00664788" w:rsidRDefault="00437F5F" w:rsidP="00437F5F">
            <w:pPr>
              <w:spacing w:line="240" w:lineRule="auto"/>
            </w:pPr>
          </w:p>
        </w:tc>
        <w:tc>
          <w:tcPr>
            <w:tcW w:w="3554" w:type="dxa"/>
            <w:vMerge w:val="restart"/>
            <w:tcBorders>
              <w:top w:val="nil"/>
              <w:left w:val="nil"/>
              <w:bottom w:val="nil"/>
              <w:right w:val="nil"/>
            </w:tcBorders>
            <w:shd w:val="clear" w:color="auto" w:fill="91A8AE" w:themeFill="accent3"/>
            <w:vAlign w:val="center"/>
          </w:tcPr>
          <w:p w14:paraId="4042E9EC" w14:textId="77777777" w:rsidR="00437F5F" w:rsidRPr="00664788" w:rsidRDefault="00437F5F" w:rsidP="00437F5F">
            <w:pPr>
              <w:spacing w:before="0" w:after="80" w:line="240" w:lineRule="auto"/>
              <w:rPr>
                <w:color w:val="FFFFFF" w:themeColor="background1"/>
              </w:rPr>
            </w:pPr>
          </w:p>
        </w:tc>
      </w:tr>
      <w:tr w:rsidR="00437F5F" w:rsidRPr="00664788" w14:paraId="089FC8AF"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56029DB4" w14:textId="087C0DF4" w:rsidR="00437F5F" w:rsidRPr="00664788" w:rsidRDefault="00437F5F" w:rsidP="00437F5F">
            <w:pPr>
              <w:pStyle w:val="table"/>
            </w:pPr>
          </w:p>
        </w:tc>
        <w:sdt>
          <w:sdtPr>
            <w:id w:val="153970827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D68D70F" w14:textId="77777777" w:rsidR="00437F5F" w:rsidRPr="00664788" w:rsidRDefault="00437F5F" w:rsidP="00437F5F">
                <w:pPr>
                  <w:pStyle w:val="table"/>
                  <w:jc w:val="center"/>
                </w:pPr>
                <w:r w:rsidRPr="0008747B">
                  <w:rPr>
                    <w:rFonts w:ascii="MS Gothic" w:eastAsia="MS Gothic" w:hAnsi="MS Gothic"/>
                  </w:rPr>
                  <w:t>☐</w:t>
                </w:r>
              </w:p>
            </w:tc>
          </w:sdtContent>
        </w:sdt>
        <w:sdt>
          <w:sdtPr>
            <w:id w:val="206930055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A0F3E07" w14:textId="77777777" w:rsidR="00437F5F" w:rsidRPr="00664788" w:rsidRDefault="00437F5F" w:rsidP="00437F5F">
                <w:pPr>
                  <w:pStyle w:val="table"/>
                  <w:jc w:val="center"/>
                </w:pPr>
                <w:r w:rsidRPr="000610E3">
                  <w:rPr>
                    <w:rFonts w:ascii="MS Gothic" w:eastAsia="MS Gothic" w:hAnsi="MS Gothic"/>
                  </w:rPr>
                  <w:t>☐</w:t>
                </w:r>
              </w:p>
            </w:tc>
          </w:sdtContent>
        </w:sdt>
        <w:sdt>
          <w:sdtPr>
            <w:id w:val="-109741202"/>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5CB7BBE" w14:textId="77777777" w:rsidR="00437F5F" w:rsidRPr="00664788" w:rsidRDefault="00437F5F" w:rsidP="00437F5F">
                <w:pPr>
                  <w:pStyle w:val="table"/>
                  <w:jc w:val="center"/>
                </w:pPr>
                <w:r w:rsidRPr="000610E3">
                  <w:rPr>
                    <w:rFonts w:ascii="MS Gothic" w:eastAsia="MS Gothic" w:hAnsi="MS Gothic"/>
                  </w:rPr>
                  <w:t>☐</w:t>
                </w:r>
              </w:p>
            </w:tc>
          </w:sdtContent>
        </w:sdt>
        <w:sdt>
          <w:sdtPr>
            <w:id w:val="2077246343"/>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A5702C3" w14:textId="77777777" w:rsidR="00437F5F" w:rsidRPr="00664788" w:rsidRDefault="00437F5F" w:rsidP="00437F5F">
                <w:pPr>
                  <w:pStyle w:val="table"/>
                  <w:jc w:val="center"/>
                </w:pPr>
                <w:r w:rsidRPr="000610E3">
                  <w:rPr>
                    <w:rFonts w:ascii="MS Gothic" w:eastAsia="MS Gothic" w:hAnsi="MS Gothic"/>
                  </w:rPr>
                  <w:t>☐</w:t>
                </w:r>
              </w:p>
            </w:tc>
          </w:sdtContent>
        </w:sdt>
        <w:sdt>
          <w:sdtPr>
            <w:id w:val="-408537579"/>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711CB67" w14:textId="77777777" w:rsidR="00437F5F" w:rsidRPr="00664788" w:rsidRDefault="00437F5F" w:rsidP="00437F5F">
                <w:pPr>
                  <w:pStyle w:val="table"/>
                  <w:jc w:val="center"/>
                </w:pPr>
                <w:r w:rsidRPr="000610E3">
                  <w:rPr>
                    <w:rFonts w:ascii="MS Gothic" w:eastAsia="MS Gothic" w:hAnsi="MS Gothic"/>
                  </w:rPr>
                  <w:t>☐</w:t>
                </w:r>
              </w:p>
            </w:tc>
          </w:sdtContent>
        </w:sdt>
        <w:sdt>
          <w:sdtPr>
            <w:id w:val="34760837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0B52314" w14:textId="77777777" w:rsidR="00437F5F" w:rsidRPr="00664788" w:rsidRDefault="00437F5F" w:rsidP="00437F5F">
                <w:pPr>
                  <w:pStyle w:val="table"/>
                  <w:jc w:val="center"/>
                </w:pPr>
                <w:r w:rsidRPr="000610E3">
                  <w:rPr>
                    <w:rFonts w:ascii="MS Gothic" w:eastAsia="MS Gothic" w:hAnsi="MS Gothic"/>
                  </w:rPr>
                  <w:t>☐</w:t>
                </w:r>
              </w:p>
            </w:tc>
          </w:sdtContent>
        </w:sdt>
        <w:sdt>
          <w:sdtPr>
            <w:id w:val="-204158095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00FAF5A"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14C6D78E"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2B481D7B" w14:textId="77777777" w:rsidR="00437F5F" w:rsidRPr="00664788" w:rsidRDefault="00437F5F" w:rsidP="00437F5F">
            <w:pPr>
              <w:spacing w:before="40" w:after="40" w:line="240" w:lineRule="auto"/>
            </w:pPr>
          </w:p>
        </w:tc>
      </w:tr>
      <w:tr w:rsidR="00437F5F" w:rsidRPr="00664788" w14:paraId="43D6DAFC"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74E2A29C" w14:textId="77777777" w:rsidR="00437F5F" w:rsidRPr="00664788" w:rsidRDefault="00437F5F" w:rsidP="00437F5F">
            <w:pPr>
              <w:pStyle w:val="table"/>
            </w:pPr>
          </w:p>
        </w:tc>
        <w:sdt>
          <w:sdtPr>
            <w:id w:val="210152055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5852DFD" w14:textId="77777777" w:rsidR="00437F5F" w:rsidRPr="00664788" w:rsidRDefault="00437F5F" w:rsidP="00437F5F">
                <w:pPr>
                  <w:pStyle w:val="table"/>
                  <w:jc w:val="center"/>
                </w:pPr>
                <w:r w:rsidRPr="0008747B">
                  <w:rPr>
                    <w:rFonts w:ascii="MS Gothic" w:eastAsia="MS Gothic" w:hAnsi="MS Gothic"/>
                  </w:rPr>
                  <w:t>☐</w:t>
                </w:r>
              </w:p>
            </w:tc>
          </w:sdtContent>
        </w:sdt>
        <w:sdt>
          <w:sdtPr>
            <w:id w:val="-204258779"/>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51420B5D" w14:textId="77777777" w:rsidR="00437F5F" w:rsidRPr="00664788" w:rsidRDefault="00437F5F" w:rsidP="00437F5F">
                <w:pPr>
                  <w:pStyle w:val="table"/>
                  <w:jc w:val="center"/>
                </w:pPr>
                <w:r w:rsidRPr="000610E3">
                  <w:rPr>
                    <w:rFonts w:ascii="MS Gothic" w:eastAsia="MS Gothic" w:hAnsi="MS Gothic"/>
                  </w:rPr>
                  <w:t>☐</w:t>
                </w:r>
              </w:p>
            </w:tc>
          </w:sdtContent>
        </w:sdt>
        <w:sdt>
          <w:sdtPr>
            <w:id w:val="-508604343"/>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DBAE16C" w14:textId="77777777" w:rsidR="00437F5F" w:rsidRPr="00664788" w:rsidRDefault="00437F5F" w:rsidP="00437F5F">
                <w:pPr>
                  <w:pStyle w:val="table"/>
                  <w:jc w:val="center"/>
                </w:pPr>
                <w:r w:rsidRPr="000610E3">
                  <w:rPr>
                    <w:rFonts w:ascii="MS Gothic" w:eastAsia="MS Gothic" w:hAnsi="MS Gothic"/>
                  </w:rPr>
                  <w:t>☐</w:t>
                </w:r>
              </w:p>
            </w:tc>
          </w:sdtContent>
        </w:sdt>
        <w:sdt>
          <w:sdtPr>
            <w:id w:val="1241604646"/>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566E8FE" w14:textId="77777777" w:rsidR="00437F5F" w:rsidRPr="00664788" w:rsidRDefault="00437F5F" w:rsidP="00437F5F">
                <w:pPr>
                  <w:pStyle w:val="table"/>
                  <w:jc w:val="center"/>
                </w:pPr>
                <w:r w:rsidRPr="000610E3">
                  <w:rPr>
                    <w:rFonts w:ascii="MS Gothic" w:eastAsia="MS Gothic" w:hAnsi="MS Gothic"/>
                  </w:rPr>
                  <w:t>☐</w:t>
                </w:r>
              </w:p>
            </w:tc>
          </w:sdtContent>
        </w:sdt>
        <w:sdt>
          <w:sdtPr>
            <w:id w:val="-132303328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8051C62" w14:textId="77777777" w:rsidR="00437F5F" w:rsidRPr="00664788" w:rsidRDefault="00437F5F" w:rsidP="00437F5F">
                <w:pPr>
                  <w:pStyle w:val="table"/>
                  <w:jc w:val="center"/>
                </w:pPr>
                <w:r w:rsidRPr="000610E3">
                  <w:rPr>
                    <w:rFonts w:ascii="MS Gothic" w:eastAsia="MS Gothic" w:hAnsi="MS Gothic"/>
                  </w:rPr>
                  <w:t>☐</w:t>
                </w:r>
              </w:p>
            </w:tc>
          </w:sdtContent>
        </w:sdt>
        <w:sdt>
          <w:sdtPr>
            <w:id w:val="549579042"/>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71EB9B7" w14:textId="77777777" w:rsidR="00437F5F" w:rsidRPr="00664788" w:rsidRDefault="00437F5F" w:rsidP="00437F5F">
                <w:pPr>
                  <w:pStyle w:val="table"/>
                  <w:jc w:val="center"/>
                </w:pPr>
                <w:r w:rsidRPr="000610E3">
                  <w:rPr>
                    <w:rFonts w:ascii="MS Gothic" w:eastAsia="MS Gothic" w:hAnsi="MS Gothic"/>
                  </w:rPr>
                  <w:t>☐</w:t>
                </w:r>
              </w:p>
            </w:tc>
          </w:sdtContent>
        </w:sdt>
        <w:sdt>
          <w:sdtPr>
            <w:id w:val="98420551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40C75A5A"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3AE2035D"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0BA7EA5E" w14:textId="77777777" w:rsidR="00437F5F" w:rsidRPr="00664788" w:rsidRDefault="00437F5F" w:rsidP="00437F5F">
            <w:pPr>
              <w:spacing w:before="40" w:after="40" w:line="240" w:lineRule="auto"/>
            </w:pPr>
          </w:p>
        </w:tc>
      </w:tr>
      <w:tr w:rsidR="00437F5F" w:rsidRPr="00664788" w14:paraId="7AB74DF9"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249BD049" w14:textId="77777777" w:rsidR="00437F5F" w:rsidRPr="00664788" w:rsidRDefault="00437F5F" w:rsidP="00437F5F">
            <w:pPr>
              <w:pStyle w:val="table"/>
            </w:pPr>
          </w:p>
        </w:tc>
        <w:sdt>
          <w:sdtPr>
            <w:id w:val="286404130"/>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8925917" w14:textId="77777777" w:rsidR="00437F5F" w:rsidRPr="00664788" w:rsidRDefault="00437F5F" w:rsidP="00437F5F">
                <w:pPr>
                  <w:pStyle w:val="table"/>
                  <w:jc w:val="center"/>
                </w:pPr>
                <w:r w:rsidRPr="0008747B">
                  <w:rPr>
                    <w:rFonts w:ascii="MS Gothic" w:eastAsia="MS Gothic" w:hAnsi="MS Gothic"/>
                  </w:rPr>
                  <w:t>☐</w:t>
                </w:r>
              </w:p>
            </w:tc>
          </w:sdtContent>
        </w:sdt>
        <w:sdt>
          <w:sdtPr>
            <w:id w:val="213553860"/>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71706F4A" w14:textId="77777777" w:rsidR="00437F5F" w:rsidRPr="00664788" w:rsidRDefault="00437F5F" w:rsidP="00437F5F">
                <w:pPr>
                  <w:pStyle w:val="table"/>
                  <w:jc w:val="center"/>
                </w:pPr>
                <w:r w:rsidRPr="000610E3">
                  <w:rPr>
                    <w:rFonts w:ascii="MS Gothic" w:eastAsia="MS Gothic" w:hAnsi="MS Gothic"/>
                  </w:rPr>
                  <w:t>☐</w:t>
                </w:r>
              </w:p>
            </w:tc>
          </w:sdtContent>
        </w:sdt>
        <w:sdt>
          <w:sdtPr>
            <w:id w:val="-767232546"/>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16A62F9" w14:textId="77777777" w:rsidR="00437F5F" w:rsidRPr="00664788" w:rsidRDefault="00437F5F" w:rsidP="00437F5F">
                <w:pPr>
                  <w:pStyle w:val="table"/>
                  <w:jc w:val="center"/>
                </w:pPr>
                <w:r w:rsidRPr="000610E3">
                  <w:rPr>
                    <w:rFonts w:ascii="MS Gothic" w:eastAsia="MS Gothic" w:hAnsi="MS Gothic"/>
                  </w:rPr>
                  <w:t>☐</w:t>
                </w:r>
              </w:p>
            </w:tc>
          </w:sdtContent>
        </w:sdt>
        <w:sdt>
          <w:sdtPr>
            <w:id w:val="-1231847125"/>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9638BF3" w14:textId="77777777" w:rsidR="00437F5F" w:rsidRPr="00664788" w:rsidRDefault="00437F5F" w:rsidP="00437F5F">
                <w:pPr>
                  <w:pStyle w:val="table"/>
                  <w:jc w:val="center"/>
                </w:pPr>
                <w:r w:rsidRPr="000610E3">
                  <w:rPr>
                    <w:rFonts w:ascii="MS Gothic" w:eastAsia="MS Gothic" w:hAnsi="MS Gothic"/>
                  </w:rPr>
                  <w:t>☐</w:t>
                </w:r>
              </w:p>
            </w:tc>
          </w:sdtContent>
        </w:sdt>
        <w:sdt>
          <w:sdtPr>
            <w:id w:val="-1412611055"/>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AFCCA89" w14:textId="77777777" w:rsidR="00437F5F" w:rsidRPr="00664788" w:rsidRDefault="00437F5F" w:rsidP="00437F5F">
                <w:pPr>
                  <w:pStyle w:val="table"/>
                  <w:jc w:val="center"/>
                </w:pPr>
                <w:r w:rsidRPr="000610E3">
                  <w:rPr>
                    <w:rFonts w:ascii="MS Gothic" w:eastAsia="MS Gothic" w:hAnsi="MS Gothic"/>
                  </w:rPr>
                  <w:t>☐</w:t>
                </w:r>
              </w:p>
            </w:tc>
          </w:sdtContent>
        </w:sdt>
        <w:sdt>
          <w:sdtPr>
            <w:id w:val="-1559629903"/>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EF2C63B" w14:textId="77777777" w:rsidR="00437F5F" w:rsidRPr="00664788" w:rsidRDefault="00437F5F" w:rsidP="00437F5F">
                <w:pPr>
                  <w:pStyle w:val="table"/>
                  <w:jc w:val="center"/>
                </w:pPr>
                <w:r w:rsidRPr="000610E3">
                  <w:rPr>
                    <w:rFonts w:ascii="MS Gothic" w:eastAsia="MS Gothic" w:hAnsi="MS Gothic"/>
                  </w:rPr>
                  <w:t>☐</w:t>
                </w:r>
              </w:p>
            </w:tc>
          </w:sdtContent>
        </w:sdt>
        <w:sdt>
          <w:sdtPr>
            <w:id w:val="-819342792"/>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2ABA4D2"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DDEC889"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36BFE4BF" w14:textId="77777777" w:rsidR="00437F5F" w:rsidRPr="00664788" w:rsidRDefault="00437F5F" w:rsidP="00437F5F">
            <w:pPr>
              <w:spacing w:before="40" w:after="40" w:line="240" w:lineRule="auto"/>
            </w:pPr>
          </w:p>
        </w:tc>
      </w:tr>
      <w:tr w:rsidR="00437F5F" w:rsidRPr="00664788" w14:paraId="4BF1180F" w14:textId="77777777" w:rsidTr="00437F5F">
        <w:trPr>
          <w:trHeight w:val="380"/>
        </w:trPr>
        <w:tc>
          <w:tcPr>
            <w:tcW w:w="529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vAlign w:val="center"/>
          </w:tcPr>
          <w:p w14:paraId="65373A72" w14:textId="77777777" w:rsidR="00437F5F" w:rsidRPr="00664788" w:rsidRDefault="00437F5F" w:rsidP="00437F5F">
            <w:pPr>
              <w:pStyle w:val="table"/>
            </w:pPr>
          </w:p>
        </w:tc>
        <w:sdt>
          <w:sdtPr>
            <w:id w:val="639390604"/>
            <w15:appearance w15:val="hidden"/>
            <w14:checkbox>
              <w14:checked w14:val="0"/>
              <w14:checkedState w14:val="2612" w14:font="MS Gothic"/>
              <w14:uncheckedState w14:val="2610" w14:font="MS Gothic"/>
            </w14:checkbox>
          </w:sdtPr>
          <w:sdtContent>
            <w:tc>
              <w:tcPr>
                <w:tcW w:w="77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2CA2453" w14:textId="77777777" w:rsidR="00437F5F" w:rsidRPr="00664788" w:rsidRDefault="00437F5F" w:rsidP="00437F5F">
                <w:pPr>
                  <w:pStyle w:val="table"/>
                  <w:jc w:val="center"/>
                </w:pPr>
                <w:r w:rsidRPr="0008747B">
                  <w:rPr>
                    <w:rFonts w:ascii="MS Gothic" w:eastAsia="MS Gothic" w:hAnsi="MS Gothic"/>
                  </w:rPr>
                  <w:t>☐</w:t>
                </w:r>
              </w:p>
            </w:tc>
          </w:sdtContent>
        </w:sdt>
        <w:sdt>
          <w:sdtPr>
            <w:id w:val="-2061543941"/>
            <w15:appearance w15:val="hidden"/>
            <w14:checkbox>
              <w14:checked w14:val="0"/>
              <w14:checkedState w14:val="2612" w14:font="MS Gothic"/>
              <w14:uncheckedState w14:val="2610" w14:font="MS Gothic"/>
            </w14:checkbox>
          </w:sdtPr>
          <w:sdtContent>
            <w:tc>
              <w:tcPr>
                <w:tcW w:w="74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6FE02FC2" w14:textId="77777777" w:rsidR="00437F5F" w:rsidRPr="00664788" w:rsidRDefault="00437F5F" w:rsidP="00437F5F">
                <w:pPr>
                  <w:pStyle w:val="table"/>
                  <w:jc w:val="center"/>
                </w:pPr>
                <w:r w:rsidRPr="000610E3">
                  <w:rPr>
                    <w:rFonts w:ascii="MS Gothic" w:eastAsia="MS Gothic" w:hAnsi="MS Gothic"/>
                  </w:rPr>
                  <w:t>☐</w:t>
                </w:r>
              </w:p>
            </w:tc>
          </w:sdtContent>
        </w:sdt>
        <w:sdt>
          <w:sdtPr>
            <w:id w:val="-709492137"/>
            <w15:appearance w15:val="hidden"/>
            <w14:checkbox>
              <w14:checked w14:val="0"/>
              <w14:checkedState w14:val="2612" w14:font="MS Gothic"/>
              <w14:uncheckedState w14:val="2610" w14:font="MS Gothic"/>
            </w14:checkbox>
          </w:sdtPr>
          <w:sdtContent>
            <w:tc>
              <w:tcPr>
                <w:tcW w:w="809"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06951ABE" w14:textId="77777777" w:rsidR="00437F5F" w:rsidRPr="00664788" w:rsidRDefault="00437F5F" w:rsidP="00437F5F">
                <w:pPr>
                  <w:pStyle w:val="table"/>
                  <w:jc w:val="center"/>
                </w:pPr>
                <w:r w:rsidRPr="000610E3">
                  <w:rPr>
                    <w:rFonts w:ascii="MS Gothic" w:eastAsia="MS Gothic" w:hAnsi="MS Gothic"/>
                  </w:rPr>
                  <w:t>☐</w:t>
                </w:r>
              </w:p>
            </w:tc>
          </w:sdtContent>
        </w:sdt>
        <w:sdt>
          <w:sdtPr>
            <w:id w:val="192820551"/>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212FA8D7" w14:textId="77777777" w:rsidR="00437F5F" w:rsidRPr="00664788" w:rsidRDefault="00437F5F" w:rsidP="00437F5F">
                <w:pPr>
                  <w:pStyle w:val="table"/>
                  <w:jc w:val="center"/>
                </w:pPr>
                <w:r w:rsidRPr="000610E3">
                  <w:rPr>
                    <w:rFonts w:ascii="MS Gothic" w:eastAsia="MS Gothic" w:hAnsi="MS Gothic"/>
                  </w:rPr>
                  <w:t>☐</w:t>
                </w:r>
              </w:p>
            </w:tc>
          </w:sdtContent>
        </w:sdt>
        <w:sdt>
          <w:sdtPr>
            <w:id w:val="1031157692"/>
            <w15:appearance w15:val="hidden"/>
            <w14:checkbox>
              <w14:checked w14:val="0"/>
              <w14:checkedState w14:val="2612" w14:font="MS Gothic"/>
              <w14:uncheckedState w14:val="2610" w14:font="MS Gothic"/>
            </w14:checkbox>
          </w:sdtPr>
          <w:sdtContent>
            <w:tc>
              <w:tcPr>
                <w:tcW w:w="735"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C6D1453" w14:textId="77777777" w:rsidR="00437F5F" w:rsidRPr="00664788" w:rsidRDefault="00437F5F" w:rsidP="00437F5F">
                <w:pPr>
                  <w:pStyle w:val="table"/>
                  <w:jc w:val="center"/>
                </w:pPr>
                <w:r w:rsidRPr="000610E3">
                  <w:rPr>
                    <w:rFonts w:ascii="MS Gothic" w:eastAsia="MS Gothic" w:hAnsi="MS Gothic"/>
                  </w:rPr>
                  <w:t>☐</w:t>
                </w:r>
              </w:p>
            </w:tc>
          </w:sdtContent>
        </w:sdt>
        <w:sdt>
          <w:sdtPr>
            <w:id w:val="1746996087"/>
            <w15:appearance w15:val="hidden"/>
            <w14:checkbox>
              <w14:checked w14:val="0"/>
              <w14:checkedState w14:val="2612" w14:font="MS Gothic"/>
              <w14:uncheckedState w14:val="2610" w14:font="MS Gothic"/>
            </w14:checkbox>
          </w:sdtPr>
          <w:sdtContent>
            <w:tc>
              <w:tcPr>
                <w:tcW w:w="744"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3FB19449" w14:textId="77777777" w:rsidR="00437F5F" w:rsidRPr="00664788" w:rsidRDefault="00437F5F" w:rsidP="00437F5F">
                <w:pPr>
                  <w:pStyle w:val="table"/>
                  <w:jc w:val="center"/>
                </w:pPr>
                <w:r w:rsidRPr="000610E3">
                  <w:rPr>
                    <w:rFonts w:ascii="MS Gothic" w:eastAsia="MS Gothic" w:hAnsi="MS Gothic"/>
                  </w:rPr>
                  <w:t>☐</w:t>
                </w:r>
              </w:p>
            </w:tc>
          </w:sdtContent>
        </w:sdt>
        <w:sdt>
          <w:sdtPr>
            <w:id w:val="453294438"/>
            <w15:appearance w15:val="hidden"/>
            <w14:checkbox>
              <w14:checked w14:val="0"/>
              <w14:checkedState w14:val="2612" w14:font="MS Gothic"/>
              <w14:uncheckedState w14:val="2610" w14:font="MS Gothic"/>
            </w14:checkbox>
          </w:sdtPr>
          <w:sdtContent>
            <w:tc>
              <w:tcPr>
                <w:tcW w:w="750" w:type="dxa"/>
                <w:tcBorders>
                  <w:top w:val="single" w:sz="4" w:space="0" w:color="A0C3D9" w:themeColor="text2" w:themeTint="66"/>
                  <w:left w:val="single" w:sz="4" w:space="0" w:color="A0C3D9" w:themeColor="text2" w:themeTint="66"/>
                  <w:bottom w:val="single" w:sz="4" w:space="0" w:color="A0C3D9" w:themeColor="text2" w:themeTint="66"/>
                  <w:right w:val="single" w:sz="4" w:space="0" w:color="A0C3D9" w:themeColor="text2" w:themeTint="66"/>
                </w:tcBorders>
              </w:tcPr>
              <w:p w14:paraId="1A929016" w14:textId="77777777" w:rsidR="00437F5F" w:rsidRPr="00664788" w:rsidRDefault="00437F5F" w:rsidP="00437F5F">
                <w:pPr>
                  <w:pStyle w:val="table"/>
                  <w:jc w:val="center"/>
                </w:pPr>
                <w:r w:rsidRPr="000610E3">
                  <w:rPr>
                    <w:rFonts w:ascii="MS Gothic" w:eastAsia="MS Gothic" w:hAnsi="MS Gothic"/>
                  </w:rPr>
                  <w:t>☐</w:t>
                </w:r>
              </w:p>
            </w:tc>
          </w:sdtContent>
        </w:sdt>
        <w:tc>
          <w:tcPr>
            <w:tcW w:w="235" w:type="dxa"/>
            <w:tcBorders>
              <w:top w:val="nil"/>
              <w:left w:val="single" w:sz="4" w:space="0" w:color="A0C3D9" w:themeColor="text2" w:themeTint="66"/>
              <w:bottom w:val="nil"/>
              <w:right w:val="nil"/>
            </w:tcBorders>
            <w:vAlign w:val="center"/>
          </w:tcPr>
          <w:p w14:paraId="03AE4E20" w14:textId="77777777" w:rsidR="00437F5F" w:rsidRPr="00664788" w:rsidRDefault="00437F5F" w:rsidP="00437F5F">
            <w:pPr>
              <w:spacing w:line="240" w:lineRule="auto"/>
            </w:pPr>
          </w:p>
        </w:tc>
        <w:tc>
          <w:tcPr>
            <w:tcW w:w="3554" w:type="dxa"/>
            <w:vMerge/>
            <w:tcBorders>
              <w:top w:val="nil"/>
              <w:left w:val="nil"/>
              <w:bottom w:val="nil"/>
              <w:right w:val="nil"/>
            </w:tcBorders>
            <w:shd w:val="clear" w:color="auto" w:fill="91A8AE" w:themeFill="accent3"/>
            <w:vAlign w:val="center"/>
          </w:tcPr>
          <w:p w14:paraId="50F7C298" w14:textId="77777777" w:rsidR="00437F5F" w:rsidRPr="00664788" w:rsidRDefault="00437F5F" w:rsidP="00437F5F">
            <w:pPr>
              <w:spacing w:before="40" w:after="40" w:line="240" w:lineRule="auto"/>
            </w:pPr>
          </w:p>
        </w:tc>
      </w:tr>
    </w:tbl>
    <w:p w14:paraId="2D52E89B" w14:textId="77777777" w:rsidR="00437F5F" w:rsidRPr="00723015" w:rsidRDefault="00437F5F" w:rsidP="00723015"/>
    <w:sectPr w:rsidR="00437F5F" w:rsidRPr="00723015" w:rsidSect="0068746E">
      <w:pgSz w:w="15840" w:h="12240" w:orient="landscape"/>
      <w:pgMar w:top="720" w:right="720" w:bottom="720" w:left="720" w:header="360"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707C0" w14:textId="77777777" w:rsidR="00C73EE2" w:rsidRDefault="00C73EE2" w:rsidP="00C72A58">
      <w:pPr>
        <w:spacing w:after="0" w:line="240" w:lineRule="auto"/>
      </w:pPr>
      <w:r>
        <w:separator/>
      </w:r>
    </w:p>
  </w:endnote>
  <w:endnote w:type="continuationSeparator" w:id="0">
    <w:p w14:paraId="4EEF31E2" w14:textId="77777777" w:rsidR="00C73EE2" w:rsidRDefault="00C73EE2" w:rsidP="00C7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rostile">
    <w:altName w:val="Arial"/>
    <w:panose1 w:val="00000000000000000000"/>
    <w:charset w:val="4D"/>
    <w:family w:val="roman"/>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621F2" w14:textId="77777777" w:rsidR="00C73EE2" w:rsidRDefault="00C73EE2" w:rsidP="00C72A58">
      <w:pPr>
        <w:spacing w:after="0" w:line="240" w:lineRule="auto"/>
      </w:pPr>
      <w:r>
        <w:separator/>
      </w:r>
    </w:p>
  </w:footnote>
  <w:footnote w:type="continuationSeparator" w:id="0">
    <w:p w14:paraId="7FA8D9AF" w14:textId="77777777" w:rsidR="00C73EE2" w:rsidRDefault="00C73EE2" w:rsidP="00C72A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6446A"/>
    <w:multiLevelType w:val="hybridMultilevel"/>
    <w:tmpl w:val="93127F6A"/>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DE66F3C"/>
    <w:multiLevelType w:val="hybridMultilevel"/>
    <w:tmpl w:val="56EE4A78"/>
    <w:lvl w:ilvl="0" w:tplc="B1F45EBE">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B5D447A"/>
    <w:multiLevelType w:val="hybridMultilevel"/>
    <w:tmpl w:val="B3C881AE"/>
    <w:lvl w:ilvl="0" w:tplc="5C2C5AFA">
      <w:start w:val="1"/>
      <w:numFmt w:val="decimal"/>
      <w:pStyle w:val="numberedtextligh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DC4332"/>
    <w:multiLevelType w:val="hybridMultilevel"/>
    <w:tmpl w:val="4C4429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8FA5881"/>
    <w:multiLevelType w:val="hybridMultilevel"/>
    <w:tmpl w:val="150826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CEE1284"/>
    <w:multiLevelType w:val="hybridMultilevel"/>
    <w:tmpl w:val="273EBB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322"/>
    <w:rsid w:val="000016DE"/>
    <w:rsid w:val="00052E5F"/>
    <w:rsid w:val="00053CF4"/>
    <w:rsid w:val="000B44A1"/>
    <w:rsid w:val="000D4821"/>
    <w:rsid w:val="00101163"/>
    <w:rsid w:val="00111F2E"/>
    <w:rsid w:val="00126C84"/>
    <w:rsid w:val="00163B21"/>
    <w:rsid w:val="00170CCE"/>
    <w:rsid w:val="00196C44"/>
    <w:rsid w:val="001B58C8"/>
    <w:rsid w:val="001D1F7A"/>
    <w:rsid w:val="001E64AE"/>
    <w:rsid w:val="00265CAC"/>
    <w:rsid w:val="00277F6F"/>
    <w:rsid w:val="002935F4"/>
    <w:rsid w:val="002F0E70"/>
    <w:rsid w:val="00325BF6"/>
    <w:rsid w:val="003325F2"/>
    <w:rsid w:val="0034152F"/>
    <w:rsid w:val="00372907"/>
    <w:rsid w:val="00384929"/>
    <w:rsid w:val="00386F6C"/>
    <w:rsid w:val="003C5715"/>
    <w:rsid w:val="00437F5F"/>
    <w:rsid w:val="0044538F"/>
    <w:rsid w:val="00477F18"/>
    <w:rsid w:val="0049773B"/>
    <w:rsid w:val="004A40BD"/>
    <w:rsid w:val="004A58C0"/>
    <w:rsid w:val="004B7167"/>
    <w:rsid w:val="004D5683"/>
    <w:rsid w:val="004D7BA7"/>
    <w:rsid w:val="004F413A"/>
    <w:rsid w:val="005169A1"/>
    <w:rsid w:val="00517DF5"/>
    <w:rsid w:val="005314E1"/>
    <w:rsid w:val="00531D65"/>
    <w:rsid w:val="005479DC"/>
    <w:rsid w:val="00561A99"/>
    <w:rsid w:val="00562A2E"/>
    <w:rsid w:val="0058143D"/>
    <w:rsid w:val="005835A8"/>
    <w:rsid w:val="005D4B8F"/>
    <w:rsid w:val="00614894"/>
    <w:rsid w:val="00635404"/>
    <w:rsid w:val="006428A1"/>
    <w:rsid w:val="00664788"/>
    <w:rsid w:val="00683972"/>
    <w:rsid w:val="00684CD1"/>
    <w:rsid w:val="0068746E"/>
    <w:rsid w:val="006A18C8"/>
    <w:rsid w:val="006C7049"/>
    <w:rsid w:val="006F63A7"/>
    <w:rsid w:val="006F7CFE"/>
    <w:rsid w:val="00723015"/>
    <w:rsid w:val="007341F6"/>
    <w:rsid w:val="00756463"/>
    <w:rsid w:val="00771DED"/>
    <w:rsid w:val="00774810"/>
    <w:rsid w:val="0078472C"/>
    <w:rsid w:val="007A31DE"/>
    <w:rsid w:val="007D625E"/>
    <w:rsid w:val="007F560D"/>
    <w:rsid w:val="00801F21"/>
    <w:rsid w:val="00851B75"/>
    <w:rsid w:val="00854426"/>
    <w:rsid w:val="008662EB"/>
    <w:rsid w:val="008729AF"/>
    <w:rsid w:val="00882954"/>
    <w:rsid w:val="00883A4B"/>
    <w:rsid w:val="008D317F"/>
    <w:rsid w:val="008E405B"/>
    <w:rsid w:val="008F4A12"/>
    <w:rsid w:val="0098682E"/>
    <w:rsid w:val="009A6D03"/>
    <w:rsid w:val="009B1DE3"/>
    <w:rsid w:val="009B6434"/>
    <w:rsid w:val="009C13F7"/>
    <w:rsid w:val="009D59DA"/>
    <w:rsid w:val="009F0F2B"/>
    <w:rsid w:val="009F4BEC"/>
    <w:rsid w:val="009F4EDC"/>
    <w:rsid w:val="00A13FA8"/>
    <w:rsid w:val="00A31FE6"/>
    <w:rsid w:val="00A37F33"/>
    <w:rsid w:val="00A83424"/>
    <w:rsid w:val="00AA61CD"/>
    <w:rsid w:val="00AA7322"/>
    <w:rsid w:val="00AC7B5D"/>
    <w:rsid w:val="00AE18F8"/>
    <w:rsid w:val="00AF0E85"/>
    <w:rsid w:val="00B34FAD"/>
    <w:rsid w:val="00BD042C"/>
    <w:rsid w:val="00C4491C"/>
    <w:rsid w:val="00C60B3E"/>
    <w:rsid w:val="00C72A58"/>
    <w:rsid w:val="00C73E4B"/>
    <w:rsid w:val="00C73EE2"/>
    <w:rsid w:val="00C91106"/>
    <w:rsid w:val="00CD7DA9"/>
    <w:rsid w:val="00CE6907"/>
    <w:rsid w:val="00D02F35"/>
    <w:rsid w:val="00D04CC3"/>
    <w:rsid w:val="00D14C70"/>
    <w:rsid w:val="00D64377"/>
    <w:rsid w:val="00DA3917"/>
    <w:rsid w:val="00DC6462"/>
    <w:rsid w:val="00E017A9"/>
    <w:rsid w:val="00E07A42"/>
    <w:rsid w:val="00E10EDB"/>
    <w:rsid w:val="00E12E97"/>
    <w:rsid w:val="00E361D6"/>
    <w:rsid w:val="00E40078"/>
    <w:rsid w:val="00E43C61"/>
    <w:rsid w:val="00E5012E"/>
    <w:rsid w:val="00E55939"/>
    <w:rsid w:val="00EA0D8F"/>
    <w:rsid w:val="00EB3461"/>
    <w:rsid w:val="00EB3C64"/>
    <w:rsid w:val="00EC5A58"/>
    <w:rsid w:val="00EF118B"/>
    <w:rsid w:val="00EF676B"/>
    <w:rsid w:val="00F009BF"/>
    <w:rsid w:val="00F03D7C"/>
    <w:rsid w:val="00F045AC"/>
    <w:rsid w:val="00F2010B"/>
    <w:rsid w:val="00F20C31"/>
    <w:rsid w:val="00F44AD6"/>
    <w:rsid w:val="00F97804"/>
    <w:rsid w:val="00FF1BE8"/>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93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88"/>
    <w:pPr>
      <w:spacing w:before="60" w:after="60" w:line="245" w:lineRule="auto"/>
    </w:pPr>
    <w:rPr>
      <w:color w:val="676C73" w:themeColor="text1"/>
      <w:sz w:val="20"/>
      <w:lang w:val="en-US"/>
    </w:rPr>
  </w:style>
  <w:style w:type="paragraph" w:styleId="Heading1">
    <w:name w:val="heading 1"/>
    <w:basedOn w:val="Normal"/>
    <w:next w:val="Normal"/>
    <w:link w:val="Heading1Char"/>
    <w:uiPriority w:val="9"/>
    <w:semiHidden/>
    <w:rsid w:val="00664788"/>
    <w:pPr>
      <w:keepNext/>
      <w:keepLines/>
      <w:spacing w:before="240" w:after="0"/>
      <w:outlineLvl w:val="0"/>
    </w:pPr>
    <w:rPr>
      <w:rFonts w:asciiTheme="majorHAnsi" w:eastAsiaTheme="majorEastAsia" w:hAnsiTheme="majorHAnsi" w:cstheme="majorBidi"/>
      <w:bCs/>
      <w:color w:val="336380" w:themeColor="text2"/>
      <w:sz w:val="32"/>
      <w:szCs w:val="32"/>
    </w:rPr>
  </w:style>
  <w:style w:type="paragraph" w:styleId="Heading2">
    <w:name w:val="heading 2"/>
    <w:basedOn w:val="Normal"/>
    <w:next w:val="Normal"/>
    <w:link w:val="Heading2Char"/>
    <w:uiPriority w:val="9"/>
    <w:semiHidden/>
    <w:rsid w:val="00E07A42"/>
    <w:pPr>
      <w:keepNext/>
      <w:keepLines/>
      <w:spacing w:before="40" w:after="0"/>
      <w:outlineLvl w:val="1"/>
    </w:pPr>
    <w:rPr>
      <w:rFonts w:asciiTheme="majorHAnsi" w:eastAsiaTheme="majorEastAsia" w:hAnsiTheme="majorHAnsi" w:cstheme="majorBidi"/>
      <w:color w:val="3C6D6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64788"/>
    <w:rPr>
      <w:rFonts w:asciiTheme="majorHAnsi" w:eastAsiaTheme="majorEastAsia" w:hAnsiTheme="majorHAnsi" w:cstheme="majorBidi"/>
      <w:color w:val="3C6D6E" w:themeColor="accent1" w:themeShade="BF"/>
      <w:sz w:val="26"/>
      <w:szCs w:val="26"/>
      <w:lang w:val="en-US"/>
    </w:rPr>
  </w:style>
  <w:style w:type="paragraph" w:styleId="ListParagraph">
    <w:name w:val="List Paragraph"/>
    <w:basedOn w:val="Normal"/>
    <w:uiPriority w:val="34"/>
    <w:semiHidden/>
    <w:qFormat/>
    <w:rsid w:val="00E07A42"/>
    <w:pPr>
      <w:ind w:left="720"/>
      <w:contextualSpacing/>
    </w:pPr>
  </w:style>
  <w:style w:type="table" w:styleId="TableGrid">
    <w:name w:val="Table Grid"/>
    <w:basedOn w:val="TableNormal"/>
    <w:uiPriority w:val="39"/>
    <w:rsid w:val="00531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64788"/>
    <w:pPr>
      <w:spacing w:before="400" w:after="680" w:line="240" w:lineRule="auto"/>
      <w:ind w:left="720"/>
      <w:contextualSpacing/>
    </w:pPr>
    <w:rPr>
      <w:rFonts w:ascii="Impact" w:eastAsiaTheme="majorEastAsia" w:hAnsi="Impact" w:cstheme="majorBidi"/>
      <w:noProof/>
      <w:color w:val="336380" w:themeColor="text2"/>
      <w:kern w:val="28"/>
      <w:sz w:val="48"/>
      <w:szCs w:val="48"/>
      <w:lang w:eastAsia="en-GB"/>
    </w:rPr>
  </w:style>
  <w:style w:type="character" w:customStyle="1" w:styleId="TitleChar">
    <w:name w:val="Title Char"/>
    <w:basedOn w:val="DefaultParagraphFont"/>
    <w:link w:val="Title"/>
    <w:uiPriority w:val="10"/>
    <w:rsid w:val="00664788"/>
    <w:rPr>
      <w:rFonts w:ascii="Impact" w:eastAsiaTheme="majorEastAsia" w:hAnsi="Impact" w:cstheme="majorBidi"/>
      <w:noProof/>
      <w:color w:val="336380" w:themeColor="text2"/>
      <w:kern w:val="28"/>
      <w:sz w:val="48"/>
      <w:szCs w:val="48"/>
      <w:lang w:val="en-US" w:eastAsia="en-GB"/>
    </w:rPr>
  </w:style>
  <w:style w:type="character" w:customStyle="1" w:styleId="Heading1Char">
    <w:name w:val="Heading 1 Char"/>
    <w:basedOn w:val="DefaultParagraphFont"/>
    <w:link w:val="Heading1"/>
    <w:uiPriority w:val="9"/>
    <w:semiHidden/>
    <w:rsid w:val="00664788"/>
    <w:rPr>
      <w:rFonts w:asciiTheme="majorHAnsi" w:eastAsiaTheme="majorEastAsia" w:hAnsiTheme="majorHAnsi" w:cstheme="majorBidi"/>
      <w:bCs/>
      <w:color w:val="336380" w:themeColor="text2"/>
      <w:sz w:val="32"/>
      <w:szCs w:val="32"/>
      <w:lang w:val="en-US"/>
    </w:rPr>
  </w:style>
  <w:style w:type="paragraph" w:customStyle="1" w:styleId="small">
    <w:name w:val="small"/>
    <w:next w:val="Normal"/>
    <w:semiHidden/>
    <w:rsid w:val="00664788"/>
    <w:pPr>
      <w:spacing w:after="0" w:line="360" w:lineRule="auto"/>
      <w:ind w:left="360"/>
    </w:pPr>
    <w:rPr>
      <w:color w:val="676C73" w:themeColor="text1"/>
      <w:sz w:val="20"/>
      <w:lang w:val="en-US"/>
    </w:rPr>
  </w:style>
  <w:style w:type="paragraph" w:customStyle="1" w:styleId="table">
    <w:name w:val="table"/>
    <w:basedOn w:val="Normal"/>
    <w:qFormat/>
    <w:rsid w:val="00664788"/>
    <w:pPr>
      <w:spacing w:line="240" w:lineRule="auto"/>
    </w:pPr>
  </w:style>
  <w:style w:type="paragraph" w:customStyle="1" w:styleId="largetext">
    <w:name w:val="large text"/>
    <w:basedOn w:val="Normal"/>
    <w:qFormat/>
    <w:rsid w:val="00664788"/>
    <w:pPr>
      <w:spacing w:before="40" w:after="40" w:line="240" w:lineRule="auto"/>
    </w:pPr>
    <w:rPr>
      <w:rFonts w:ascii="Impact" w:hAnsi="Impact"/>
      <w:color w:val="336380" w:themeColor="text2"/>
      <w:sz w:val="28"/>
    </w:rPr>
  </w:style>
  <w:style w:type="paragraph" w:customStyle="1" w:styleId="tableheaddark">
    <w:name w:val="table head dark"/>
    <w:basedOn w:val="Normal"/>
    <w:qFormat/>
    <w:rsid w:val="00664788"/>
    <w:pPr>
      <w:spacing w:before="40" w:after="40" w:line="240" w:lineRule="auto"/>
    </w:pPr>
    <w:rPr>
      <w:rFonts w:ascii="Impact" w:hAnsi="Impact"/>
      <w:color w:val="FFFFFF" w:themeColor="background1"/>
      <w:sz w:val="32"/>
    </w:rPr>
  </w:style>
  <w:style w:type="paragraph" w:customStyle="1" w:styleId="tableheadwhite">
    <w:name w:val="table head white"/>
    <w:basedOn w:val="Normal"/>
    <w:qFormat/>
    <w:rsid w:val="00664788"/>
    <w:pPr>
      <w:spacing w:before="40" w:after="40" w:line="240" w:lineRule="auto"/>
    </w:pPr>
    <w:rPr>
      <w:rFonts w:ascii="Impact" w:hAnsi="Impact"/>
      <w:color w:val="FFFFFF" w:themeColor="background1"/>
      <w:sz w:val="32"/>
    </w:rPr>
  </w:style>
  <w:style w:type="paragraph" w:customStyle="1" w:styleId="numberedtextlight">
    <w:name w:val="numbered text light"/>
    <w:basedOn w:val="ListParagraph"/>
    <w:qFormat/>
    <w:rsid w:val="00C73E4B"/>
    <w:pPr>
      <w:numPr>
        <w:numId w:val="6"/>
      </w:numPr>
      <w:spacing w:before="40" w:after="40" w:line="240" w:lineRule="auto"/>
      <w:ind w:left="280" w:hanging="270"/>
    </w:pPr>
    <w:rPr>
      <w:rFonts w:asciiTheme="majorHAnsi" w:hAnsiTheme="majorHAnsi"/>
      <w:color w:val="FFFFFF" w:themeColor="background1"/>
    </w:rPr>
  </w:style>
  <w:style w:type="paragraph" w:customStyle="1" w:styleId="Titlebartext">
    <w:name w:val="Title bar text"/>
    <w:basedOn w:val="Normal"/>
    <w:link w:val="TitlebartextChar"/>
    <w:qFormat/>
    <w:rsid w:val="00664788"/>
    <w:rPr>
      <w:color w:val="FFFFFF" w:themeColor="background1"/>
      <w:sz w:val="23"/>
    </w:rPr>
  </w:style>
  <w:style w:type="character" w:customStyle="1" w:styleId="TitlebartextChar">
    <w:name w:val="Title bar text Char"/>
    <w:basedOn w:val="DefaultParagraphFont"/>
    <w:link w:val="Titlebartext"/>
    <w:rsid w:val="00664788"/>
    <w:rPr>
      <w:color w:val="FFFFFF" w:themeColor="background1"/>
      <w:sz w:val="23"/>
      <w:lang w:val="en-US"/>
    </w:rPr>
  </w:style>
  <w:style w:type="paragraph" w:styleId="Header">
    <w:name w:val="header"/>
    <w:basedOn w:val="Normal"/>
    <w:link w:val="HeaderChar"/>
    <w:uiPriority w:val="99"/>
    <w:semiHidden/>
    <w:rsid w:val="00C9110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64788"/>
    <w:rPr>
      <w:color w:val="676C73" w:themeColor="text1"/>
      <w:sz w:val="20"/>
      <w:lang w:val="en-US"/>
    </w:rPr>
  </w:style>
  <w:style w:type="paragraph" w:styleId="Footer">
    <w:name w:val="footer"/>
    <w:basedOn w:val="Normal"/>
    <w:link w:val="FooterChar"/>
    <w:uiPriority w:val="99"/>
    <w:semiHidden/>
    <w:rsid w:val="00C91106"/>
    <w:pPr>
      <w:tabs>
        <w:tab w:val="center" w:pos="4513"/>
        <w:tab w:val="right" w:pos="9026"/>
      </w:tabs>
      <w:spacing w:before="0" w:after="0" w:line="240" w:lineRule="auto"/>
    </w:pPr>
  </w:style>
  <w:style w:type="character" w:customStyle="1" w:styleId="FooterChar">
    <w:name w:val="Footer Char"/>
    <w:basedOn w:val="DefaultParagraphFont"/>
    <w:link w:val="Footer"/>
    <w:uiPriority w:val="99"/>
    <w:semiHidden/>
    <w:rsid w:val="00664788"/>
    <w:rPr>
      <w:color w:val="676C73" w:themeColor="text1"/>
      <w:sz w:val="20"/>
      <w:lang w:val="en-US"/>
    </w:rPr>
  </w:style>
  <w:style w:type="character" w:styleId="PlaceholderText">
    <w:name w:val="Placeholder Text"/>
    <w:basedOn w:val="DefaultParagraphFont"/>
    <w:uiPriority w:val="99"/>
    <w:semiHidden/>
    <w:rsid w:val="006647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lah\AppData\Local\Packages\Microsoft.Office.Desktop_8wekyb3d8bbwe\LocalCache\Roaming\Microsoft\Templates\Wellness%20checkli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759B1B62EB843CAA2B1642D7AF67B84"/>
        <w:category>
          <w:name w:val="General"/>
          <w:gallery w:val="placeholder"/>
        </w:category>
        <w:types>
          <w:type w:val="bbPlcHdr"/>
        </w:types>
        <w:behaviors>
          <w:behavior w:val="content"/>
        </w:behaviors>
        <w:guid w:val="{7647F254-22BF-4374-869C-A5FEF222BF75}"/>
      </w:docPartPr>
      <w:docPartBody>
        <w:p w:rsidR="00AD46D8" w:rsidRDefault="00AD46D8">
          <w:pPr>
            <w:pStyle w:val="6759B1B62EB843CAA2B1642D7AF67B84"/>
          </w:pPr>
          <w:r w:rsidRPr="00664788">
            <w:t>Mon</w:t>
          </w:r>
        </w:p>
      </w:docPartBody>
    </w:docPart>
    <w:docPart>
      <w:docPartPr>
        <w:name w:val="3E6524B6B13842B2A6BC9FC419440088"/>
        <w:category>
          <w:name w:val="General"/>
          <w:gallery w:val="placeholder"/>
        </w:category>
        <w:types>
          <w:type w:val="bbPlcHdr"/>
        </w:types>
        <w:behaviors>
          <w:behavior w:val="content"/>
        </w:behaviors>
        <w:guid w:val="{C9D79E03-9426-43FD-9E6D-C80D00D76592}"/>
      </w:docPartPr>
      <w:docPartBody>
        <w:p w:rsidR="00AD46D8" w:rsidRDefault="00AD46D8">
          <w:pPr>
            <w:pStyle w:val="3E6524B6B13842B2A6BC9FC419440088"/>
          </w:pPr>
          <w:r w:rsidRPr="00664788">
            <w:t>Tue</w:t>
          </w:r>
        </w:p>
      </w:docPartBody>
    </w:docPart>
    <w:docPart>
      <w:docPartPr>
        <w:name w:val="FC45F212B5DF427EBE12AAE61157B432"/>
        <w:category>
          <w:name w:val="General"/>
          <w:gallery w:val="placeholder"/>
        </w:category>
        <w:types>
          <w:type w:val="bbPlcHdr"/>
        </w:types>
        <w:behaviors>
          <w:behavior w:val="content"/>
        </w:behaviors>
        <w:guid w:val="{94CF461F-0313-40CC-ABCF-AF822026D8EA}"/>
      </w:docPartPr>
      <w:docPartBody>
        <w:p w:rsidR="00AD46D8" w:rsidRDefault="00AD46D8">
          <w:pPr>
            <w:pStyle w:val="FC45F212B5DF427EBE12AAE61157B432"/>
          </w:pPr>
          <w:r w:rsidRPr="00664788">
            <w:t>Wed</w:t>
          </w:r>
        </w:p>
      </w:docPartBody>
    </w:docPart>
    <w:docPart>
      <w:docPartPr>
        <w:name w:val="A24CF17C73724B9E8701C684E9E55F66"/>
        <w:category>
          <w:name w:val="General"/>
          <w:gallery w:val="placeholder"/>
        </w:category>
        <w:types>
          <w:type w:val="bbPlcHdr"/>
        </w:types>
        <w:behaviors>
          <w:behavior w:val="content"/>
        </w:behaviors>
        <w:guid w:val="{C8A3A3F0-AB3A-4127-AE29-757FEC3670C2}"/>
      </w:docPartPr>
      <w:docPartBody>
        <w:p w:rsidR="00AD46D8" w:rsidRDefault="00AD46D8">
          <w:pPr>
            <w:pStyle w:val="A24CF17C73724B9E8701C684E9E55F66"/>
          </w:pPr>
          <w:r w:rsidRPr="00664788">
            <w:t>Thu</w:t>
          </w:r>
        </w:p>
      </w:docPartBody>
    </w:docPart>
    <w:docPart>
      <w:docPartPr>
        <w:name w:val="1029AB5700E24B0BACDB0F220716FB3C"/>
        <w:category>
          <w:name w:val="General"/>
          <w:gallery w:val="placeholder"/>
        </w:category>
        <w:types>
          <w:type w:val="bbPlcHdr"/>
        </w:types>
        <w:behaviors>
          <w:behavior w:val="content"/>
        </w:behaviors>
        <w:guid w:val="{95046C36-57C9-40AA-8D08-3341381BECCB}"/>
      </w:docPartPr>
      <w:docPartBody>
        <w:p w:rsidR="00AD46D8" w:rsidRDefault="00AD46D8">
          <w:pPr>
            <w:pStyle w:val="1029AB5700E24B0BACDB0F220716FB3C"/>
          </w:pPr>
          <w:r w:rsidRPr="00664788">
            <w:t>Fri</w:t>
          </w:r>
        </w:p>
      </w:docPartBody>
    </w:docPart>
    <w:docPart>
      <w:docPartPr>
        <w:name w:val="23C3BE74412A4F5AAD3D65520973129C"/>
        <w:category>
          <w:name w:val="General"/>
          <w:gallery w:val="placeholder"/>
        </w:category>
        <w:types>
          <w:type w:val="bbPlcHdr"/>
        </w:types>
        <w:behaviors>
          <w:behavior w:val="content"/>
        </w:behaviors>
        <w:guid w:val="{F5B6176E-8F8E-42E7-B101-66D7826777B0}"/>
      </w:docPartPr>
      <w:docPartBody>
        <w:p w:rsidR="00AD46D8" w:rsidRDefault="00AD46D8">
          <w:pPr>
            <w:pStyle w:val="23C3BE74412A4F5AAD3D65520973129C"/>
          </w:pPr>
          <w:r w:rsidRPr="00664788">
            <w:t>Sat</w:t>
          </w:r>
        </w:p>
      </w:docPartBody>
    </w:docPart>
    <w:docPart>
      <w:docPartPr>
        <w:name w:val="5FD5CEB66107451CAAA31D4AD56676A1"/>
        <w:category>
          <w:name w:val="General"/>
          <w:gallery w:val="placeholder"/>
        </w:category>
        <w:types>
          <w:type w:val="bbPlcHdr"/>
        </w:types>
        <w:behaviors>
          <w:behavior w:val="content"/>
        </w:behaviors>
        <w:guid w:val="{93357839-6ED6-43B0-8BDC-D76719126AC1}"/>
      </w:docPartPr>
      <w:docPartBody>
        <w:p w:rsidR="00AD46D8" w:rsidRDefault="00AD46D8">
          <w:pPr>
            <w:pStyle w:val="5FD5CEB66107451CAAA31D4AD56676A1"/>
          </w:pPr>
          <w:r w:rsidRPr="00664788">
            <w:t>Sun</w:t>
          </w:r>
        </w:p>
      </w:docPartBody>
    </w:docPart>
    <w:docPart>
      <w:docPartPr>
        <w:name w:val="5657B107487E4DF1A657A4C6C550B432"/>
        <w:category>
          <w:name w:val="General"/>
          <w:gallery w:val="placeholder"/>
        </w:category>
        <w:types>
          <w:type w:val="bbPlcHdr"/>
        </w:types>
        <w:behaviors>
          <w:behavior w:val="content"/>
        </w:behaviors>
        <w:guid w:val="{028248B5-1D5E-4552-AD40-F3C5F1EA2CDF}"/>
      </w:docPartPr>
      <w:docPartBody>
        <w:p w:rsidR="00AD46D8" w:rsidRDefault="00AD46D8" w:rsidP="00AD46D8">
          <w:pPr>
            <w:pStyle w:val="5657B107487E4DF1A657A4C6C550B432"/>
          </w:pPr>
          <w:r w:rsidRPr="00664788">
            <w:t>Mon</w:t>
          </w:r>
        </w:p>
      </w:docPartBody>
    </w:docPart>
    <w:docPart>
      <w:docPartPr>
        <w:name w:val="74856C25CDE845C6AC9922CCD107C060"/>
        <w:category>
          <w:name w:val="General"/>
          <w:gallery w:val="placeholder"/>
        </w:category>
        <w:types>
          <w:type w:val="bbPlcHdr"/>
        </w:types>
        <w:behaviors>
          <w:behavior w:val="content"/>
        </w:behaviors>
        <w:guid w:val="{38A1A03F-6600-4A5E-9339-6532C5BC7FAD}"/>
      </w:docPartPr>
      <w:docPartBody>
        <w:p w:rsidR="00AD46D8" w:rsidRDefault="00AD46D8" w:rsidP="00AD46D8">
          <w:pPr>
            <w:pStyle w:val="74856C25CDE845C6AC9922CCD107C060"/>
          </w:pPr>
          <w:r w:rsidRPr="00664788">
            <w:t>Tue</w:t>
          </w:r>
        </w:p>
      </w:docPartBody>
    </w:docPart>
    <w:docPart>
      <w:docPartPr>
        <w:name w:val="0D2F108B421245239EA12AD3318D672D"/>
        <w:category>
          <w:name w:val="General"/>
          <w:gallery w:val="placeholder"/>
        </w:category>
        <w:types>
          <w:type w:val="bbPlcHdr"/>
        </w:types>
        <w:behaviors>
          <w:behavior w:val="content"/>
        </w:behaviors>
        <w:guid w:val="{AAE7659C-2763-4261-987D-1CB847CBF2CD}"/>
      </w:docPartPr>
      <w:docPartBody>
        <w:p w:rsidR="00AD46D8" w:rsidRDefault="00AD46D8" w:rsidP="00AD46D8">
          <w:pPr>
            <w:pStyle w:val="0D2F108B421245239EA12AD3318D672D"/>
          </w:pPr>
          <w:r w:rsidRPr="00664788">
            <w:t>Wed</w:t>
          </w:r>
        </w:p>
      </w:docPartBody>
    </w:docPart>
    <w:docPart>
      <w:docPartPr>
        <w:name w:val="EA7CD972BF8140DEAC2C12D53915ED30"/>
        <w:category>
          <w:name w:val="General"/>
          <w:gallery w:val="placeholder"/>
        </w:category>
        <w:types>
          <w:type w:val="bbPlcHdr"/>
        </w:types>
        <w:behaviors>
          <w:behavior w:val="content"/>
        </w:behaviors>
        <w:guid w:val="{680FF607-E0C5-4DCC-B2ED-C45573DB5E32}"/>
      </w:docPartPr>
      <w:docPartBody>
        <w:p w:rsidR="00AD46D8" w:rsidRDefault="00AD46D8" w:rsidP="00AD46D8">
          <w:pPr>
            <w:pStyle w:val="EA7CD972BF8140DEAC2C12D53915ED30"/>
          </w:pPr>
          <w:r w:rsidRPr="00664788">
            <w:t>Thu</w:t>
          </w:r>
        </w:p>
      </w:docPartBody>
    </w:docPart>
    <w:docPart>
      <w:docPartPr>
        <w:name w:val="10843F884DCB4E098D20E68CF772E7A3"/>
        <w:category>
          <w:name w:val="General"/>
          <w:gallery w:val="placeholder"/>
        </w:category>
        <w:types>
          <w:type w:val="bbPlcHdr"/>
        </w:types>
        <w:behaviors>
          <w:behavior w:val="content"/>
        </w:behaviors>
        <w:guid w:val="{5E4C67F8-08B7-413A-AE70-BC6FBBDF870E}"/>
      </w:docPartPr>
      <w:docPartBody>
        <w:p w:rsidR="00AD46D8" w:rsidRDefault="00AD46D8" w:rsidP="00AD46D8">
          <w:pPr>
            <w:pStyle w:val="10843F884DCB4E098D20E68CF772E7A3"/>
          </w:pPr>
          <w:r w:rsidRPr="00664788">
            <w:t>Fri</w:t>
          </w:r>
        </w:p>
      </w:docPartBody>
    </w:docPart>
    <w:docPart>
      <w:docPartPr>
        <w:name w:val="FEF95F8E3BA04A71AFAD718B0F9CFBFF"/>
        <w:category>
          <w:name w:val="General"/>
          <w:gallery w:val="placeholder"/>
        </w:category>
        <w:types>
          <w:type w:val="bbPlcHdr"/>
        </w:types>
        <w:behaviors>
          <w:behavior w:val="content"/>
        </w:behaviors>
        <w:guid w:val="{219F05A3-F490-4B12-9AFB-14B270D3FE9A}"/>
      </w:docPartPr>
      <w:docPartBody>
        <w:p w:rsidR="00AD46D8" w:rsidRDefault="00AD46D8" w:rsidP="00AD46D8">
          <w:pPr>
            <w:pStyle w:val="FEF95F8E3BA04A71AFAD718B0F9CFBFF"/>
          </w:pPr>
          <w:r w:rsidRPr="00664788">
            <w:t>Sat</w:t>
          </w:r>
        </w:p>
      </w:docPartBody>
    </w:docPart>
    <w:docPart>
      <w:docPartPr>
        <w:name w:val="BA42AB0003F149D4862785DC88DEE748"/>
        <w:category>
          <w:name w:val="General"/>
          <w:gallery w:val="placeholder"/>
        </w:category>
        <w:types>
          <w:type w:val="bbPlcHdr"/>
        </w:types>
        <w:behaviors>
          <w:behavior w:val="content"/>
        </w:behaviors>
        <w:guid w:val="{0CB1EED0-D076-44E6-A2D2-5EF876F8B5D9}"/>
      </w:docPartPr>
      <w:docPartBody>
        <w:p w:rsidR="00AD46D8" w:rsidRDefault="00AD46D8" w:rsidP="00AD46D8">
          <w:pPr>
            <w:pStyle w:val="BA42AB0003F149D4862785DC88DEE748"/>
          </w:pPr>
          <w:r w:rsidRPr="00664788">
            <w:t>Sun</w:t>
          </w:r>
        </w:p>
      </w:docPartBody>
    </w:docPart>
    <w:docPart>
      <w:docPartPr>
        <w:name w:val="EC4C7A309831442B80C0030B390B1CE7"/>
        <w:category>
          <w:name w:val="General"/>
          <w:gallery w:val="placeholder"/>
        </w:category>
        <w:types>
          <w:type w:val="bbPlcHdr"/>
        </w:types>
        <w:behaviors>
          <w:behavior w:val="content"/>
        </w:behaviors>
        <w:guid w:val="{5914BA0F-4C89-4826-9AB4-84B980137D7D}"/>
      </w:docPartPr>
      <w:docPartBody>
        <w:p w:rsidR="00AD46D8" w:rsidRDefault="00AD46D8" w:rsidP="00AD46D8">
          <w:pPr>
            <w:pStyle w:val="EC4C7A309831442B80C0030B390B1CE7"/>
          </w:pPr>
          <w:r w:rsidRPr="00664788">
            <w:t>Mon</w:t>
          </w:r>
        </w:p>
      </w:docPartBody>
    </w:docPart>
    <w:docPart>
      <w:docPartPr>
        <w:name w:val="1B0DDAEC86AD4B22997F2E473AC8A6E2"/>
        <w:category>
          <w:name w:val="General"/>
          <w:gallery w:val="placeholder"/>
        </w:category>
        <w:types>
          <w:type w:val="bbPlcHdr"/>
        </w:types>
        <w:behaviors>
          <w:behavior w:val="content"/>
        </w:behaviors>
        <w:guid w:val="{A2D0A940-9801-428F-9330-BD56810588D2}"/>
      </w:docPartPr>
      <w:docPartBody>
        <w:p w:rsidR="00AD46D8" w:rsidRDefault="00AD46D8" w:rsidP="00AD46D8">
          <w:pPr>
            <w:pStyle w:val="1B0DDAEC86AD4B22997F2E473AC8A6E2"/>
          </w:pPr>
          <w:r w:rsidRPr="00664788">
            <w:t>Tue</w:t>
          </w:r>
        </w:p>
      </w:docPartBody>
    </w:docPart>
    <w:docPart>
      <w:docPartPr>
        <w:name w:val="3C3695860D7846B9BBE4BDE768F02722"/>
        <w:category>
          <w:name w:val="General"/>
          <w:gallery w:val="placeholder"/>
        </w:category>
        <w:types>
          <w:type w:val="bbPlcHdr"/>
        </w:types>
        <w:behaviors>
          <w:behavior w:val="content"/>
        </w:behaviors>
        <w:guid w:val="{987262D2-015A-4655-A717-7D15765EF71C}"/>
      </w:docPartPr>
      <w:docPartBody>
        <w:p w:rsidR="00AD46D8" w:rsidRDefault="00AD46D8" w:rsidP="00AD46D8">
          <w:pPr>
            <w:pStyle w:val="3C3695860D7846B9BBE4BDE768F02722"/>
          </w:pPr>
          <w:r w:rsidRPr="00664788">
            <w:t>Wed</w:t>
          </w:r>
        </w:p>
      </w:docPartBody>
    </w:docPart>
    <w:docPart>
      <w:docPartPr>
        <w:name w:val="C2F24AF86DE3415C9D673FA7562CA75B"/>
        <w:category>
          <w:name w:val="General"/>
          <w:gallery w:val="placeholder"/>
        </w:category>
        <w:types>
          <w:type w:val="bbPlcHdr"/>
        </w:types>
        <w:behaviors>
          <w:behavior w:val="content"/>
        </w:behaviors>
        <w:guid w:val="{7E46C1E7-D8DF-4702-938A-4CFC38BFB0CD}"/>
      </w:docPartPr>
      <w:docPartBody>
        <w:p w:rsidR="00AD46D8" w:rsidRDefault="00AD46D8" w:rsidP="00AD46D8">
          <w:pPr>
            <w:pStyle w:val="C2F24AF86DE3415C9D673FA7562CA75B"/>
          </w:pPr>
          <w:r w:rsidRPr="00664788">
            <w:t>Thu</w:t>
          </w:r>
        </w:p>
      </w:docPartBody>
    </w:docPart>
    <w:docPart>
      <w:docPartPr>
        <w:name w:val="74E87AE58D284A909CE5B503BFFAA566"/>
        <w:category>
          <w:name w:val="General"/>
          <w:gallery w:val="placeholder"/>
        </w:category>
        <w:types>
          <w:type w:val="bbPlcHdr"/>
        </w:types>
        <w:behaviors>
          <w:behavior w:val="content"/>
        </w:behaviors>
        <w:guid w:val="{1FF77D29-39DB-441D-8423-72F36B963269}"/>
      </w:docPartPr>
      <w:docPartBody>
        <w:p w:rsidR="00AD46D8" w:rsidRDefault="00AD46D8" w:rsidP="00AD46D8">
          <w:pPr>
            <w:pStyle w:val="74E87AE58D284A909CE5B503BFFAA566"/>
          </w:pPr>
          <w:r w:rsidRPr="00664788">
            <w:t>Fri</w:t>
          </w:r>
        </w:p>
      </w:docPartBody>
    </w:docPart>
    <w:docPart>
      <w:docPartPr>
        <w:name w:val="3DF2C660668A4144B0A5E9C71F8BBD0F"/>
        <w:category>
          <w:name w:val="General"/>
          <w:gallery w:val="placeholder"/>
        </w:category>
        <w:types>
          <w:type w:val="bbPlcHdr"/>
        </w:types>
        <w:behaviors>
          <w:behavior w:val="content"/>
        </w:behaviors>
        <w:guid w:val="{178B3768-BF22-4DDD-A112-95AF3D2FE85E}"/>
      </w:docPartPr>
      <w:docPartBody>
        <w:p w:rsidR="00AD46D8" w:rsidRDefault="00AD46D8" w:rsidP="00AD46D8">
          <w:pPr>
            <w:pStyle w:val="3DF2C660668A4144B0A5E9C71F8BBD0F"/>
          </w:pPr>
          <w:r w:rsidRPr="00664788">
            <w:t>Sat</w:t>
          </w:r>
        </w:p>
      </w:docPartBody>
    </w:docPart>
    <w:docPart>
      <w:docPartPr>
        <w:name w:val="381413845FBF484F8A295AA4A5AB7E9C"/>
        <w:category>
          <w:name w:val="General"/>
          <w:gallery w:val="placeholder"/>
        </w:category>
        <w:types>
          <w:type w:val="bbPlcHdr"/>
        </w:types>
        <w:behaviors>
          <w:behavior w:val="content"/>
        </w:behaviors>
        <w:guid w:val="{E24A9577-76B9-4CF6-B5B8-3BC7320300E2}"/>
      </w:docPartPr>
      <w:docPartBody>
        <w:p w:rsidR="00AD46D8" w:rsidRDefault="00AD46D8" w:rsidP="00AD46D8">
          <w:pPr>
            <w:pStyle w:val="381413845FBF484F8A295AA4A5AB7E9C"/>
          </w:pPr>
          <w:r w:rsidRPr="00664788">
            <w:t>Sun</w:t>
          </w:r>
        </w:p>
      </w:docPartBody>
    </w:docPart>
    <w:docPart>
      <w:docPartPr>
        <w:name w:val="CEF2FF2E559445F9AD8007888CE30F94"/>
        <w:category>
          <w:name w:val="General"/>
          <w:gallery w:val="placeholder"/>
        </w:category>
        <w:types>
          <w:type w:val="bbPlcHdr"/>
        </w:types>
        <w:behaviors>
          <w:behavior w:val="content"/>
        </w:behaviors>
        <w:guid w:val="{31C7956B-7441-46F5-92DE-88EC651D0D8B}"/>
      </w:docPartPr>
      <w:docPartBody>
        <w:p w:rsidR="00AD46D8" w:rsidRDefault="00AD46D8" w:rsidP="00AD46D8">
          <w:pPr>
            <w:pStyle w:val="CEF2FF2E559445F9AD8007888CE30F94"/>
          </w:pPr>
          <w:r w:rsidRPr="00664788">
            <w:t>Mon</w:t>
          </w:r>
        </w:p>
      </w:docPartBody>
    </w:docPart>
    <w:docPart>
      <w:docPartPr>
        <w:name w:val="B7C2189418FD43139A4DB7F53FC3A957"/>
        <w:category>
          <w:name w:val="General"/>
          <w:gallery w:val="placeholder"/>
        </w:category>
        <w:types>
          <w:type w:val="bbPlcHdr"/>
        </w:types>
        <w:behaviors>
          <w:behavior w:val="content"/>
        </w:behaviors>
        <w:guid w:val="{F13AD632-170C-4B27-BC01-5094AD81417E}"/>
      </w:docPartPr>
      <w:docPartBody>
        <w:p w:rsidR="00AD46D8" w:rsidRDefault="00AD46D8" w:rsidP="00AD46D8">
          <w:pPr>
            <w:pStyle w:val="B7C2189418FD43139A4DB7F53FC3A957"/>
          </w:pPr>
          <w:r w:rsidRPr="00664788">
            <w:t>Tue</w:t>
          </w:r>
        </w:p>
      </w:docPartBody>
    </w:docPart>
    <w:docPart>
      <w:docPartPr>
        <w:name w:val="D392E846081142D9868E5455849EC332"/>
        <w:category>
          <w:name w:val="General"/>
          <w:gallery w:val="placeholder"/>
        </w:category>
        <w:types>
          <w:type w:val="bbPlcHdr"/>
        </w:types>
        <w:behaviors>
          <w:behavior w:val="content"/>
        </w:behaviors>
        <w:guid w:val="{197D4DB9-A0D4-4E4F-B0CE-1DB0B0FAC8CA}"/>
      </w:docPartPr>
      <w:docPartBody>
        <w:p w:rsidR="00AD46D8" w:rsidRDefault="00AD46D8" w:rsidP="00AD46D8">
          <w:pPr>
            <w:pStyle w:val="D392E846081142D9868E5455849EC332"/>
          </w:pPr>
          <w:r w:rsidRPr="00664788">
            <w:t>Wed</w:t>
          </w:r>
        </w:p>
      </w:docPartBody>
    </w:docPart>
    <w:docPart>
      <w:docPartPr>
        <w:name w:val="4AEBAC897C62414E92B46A34D3154CB9"/>
        <w:category>
          <w:name w:val="General"/>
          <w:gallery w:val="placeholder"/>
        </w:category>
        <w:types>
          <w:type w:val="bbPlcHdr"/>
        </w:types>
        <w:behaviors>
          <w:behavior w:val="content"/>
        </w:behaviors>
        <w:guid w:val="{C5B7918F-8C62-422A-B785-C497FAB1461B}"/>
      </w:docPartPr>
      <w:docPartBody>
        <w:p w:rsidR="00AD46D8" w:rsidRDefault="00AD46D8" w:rsidP="00AD46D8">
          <w:pPr>
            <w:pStyle w:val="4AEBAC897C62414E92B46A34D3154CB9"/>
          </w:pPr>
          <w:r w:rsidRPr="00664788">
            <w:t>Thu</w:t>
          </w:r>
        </w:p>
      </w:docPartBody>
    </w:docPart>
    <w:docPart>
      <w:docPartPr>
        <w:name w:val="EA9E340C5D8042F786DF8FEFCE8AEE1B"/>
        <w:category>
          <w:name w:val="General"/>
          <w:gallery w:val="placeholder"/>
        </w:category>
        <w:types>
          <w:type w:val="bbPlcHdr"/>
        </w:types>
        <w:behaviors>
          <w:behavior w:val="content"/>
        </w:behaviors>
        <w:guid w:val="{A8F3AC9B-4123-4E0F-A581-D0855FE9C552}"/>
      </w:docPartPr>
      <w:docPartBody>
        <w:p w:rsidR="00AD46D8" w:rsidRDefault="00AD46D8" w:rsidP="00AD46D8">
          <w:pPr>
            <w:pStyle w:val="EA9E340C5D8042F786DF8FEFCE8AEE1B"/>
          </w:pPr>
          <w:r w:rsidRPr="00664788">
            <w:t>Fri</w:t>
          </w:r>
        </w:p>
      </w:docPartBody>
    </w:docPart>
    <w:docPart>
      <w:docPartPr>
        <w:name w:val="6E5FFE73F9F448EF82A9F997D0CC0CC5"/>
        <w:category>
          <w:name w:val="General"/>
          <w:gallery w:val="placeholder"/>
        </w:category>
        <w:types>
          <w:type w:val="bbPlcHdr"/>
        </w:types>
        <w:behaviors>
          <w:behavior w:val="content"/>
        </w:behaviors>
        <w:guid w:val="{78E58CB2-F722-47A1-86FF-5CC7ED73C86C}"/>
      </w:docPartPr>
      <w:docPartBody>
        <w:p w:rsidR="00AD46D8" w:rsidRDefault="00AD46D8" w:rsidP="00AD46D8">
          <w:pPr>
            <w:pStyle w:val="6E5FFE73F9F448EF82A9F997D0CC0CC5"/>
          </w:pPr>
          <w:r w:rsidRPr="00664788">
            <w:t>Sat</w:t>
          </w:r>
        </w:p>
      </w:docPartBody>
    </w:docPart>
    <w:docPart>
      <w:docPartPr>
        <w:name w:val="E1205AC1B216468AB065B93D86189923"/>
        <w:category>
          <w:name w:val="General"/>
          <w:gallery w:val="placeholder"/>
        </w:category>
        <w:types>
          <w:type w:val="bbPlcHdr"/>
        </w:types>
        <w:behaviors>
          <w:behavior w:val="content"/>
        </w:behaviors>
        <w:guid w:val="{66F0959F-AAA6-4ECB-B01A-F1736C2A6C8A}"/>
      </w:docPartPr>
      <w:docPartBody>
        <w:p w:rsidR="00AD46D8" w:rsidRDefault="00AD46D8" w:rsidP="00AD46D8">
          <w:pPr>
            <w:pStyle w:val="E1205AC1B216468AB065B93D86189923"/>
          </w:pPr>
          <w:r w:rsidRPr="00664788">
            <w:t>Sun</w:t>
          </w:r>
        </w:p>
      </w:docPartBody>
    </w:docPart>
    <w:docPart>
      <w:docPartPr>
        <w:name w:val="36C5C449EE34473AB51D48F3CCA45208"/>
        <w:category>
          <w:name w:val="General"/>
          <w:gallery w:val="placeholder"/>
        </w:category>
        <w:types>
          <w:type w:val="bbPlcHdr"/>
        </w:types>
        <w:behaviors>
          <w:behavior w:val="content"/>
        </w:behaviors>
        <w:guid w:val="{EFD354A7-CB25-415C-877E-C575D059ED81}"/>
      </w:docPartPr>
      <w:docPartBody>
        <w:p w:rsidR="00AD46D8" w:rsidRDefault="00AD46D8" w:rsidP="00AD46D8">
          <w:pPr>
            <w:pStyle w:val="36C5C449EE34473AB51D48F3CCA45208"/>
          </w:pPr>
          <w:r w:rsidRPr="00664788">
            <w:t>Mon</w:t>
          </w:r>
        </w:p>
      </w:docPartBody>
    </w:docPart>
    <w:docPart>
      <w:docPartPr>
        <w:name w:val="83C8DC86C57746B3B2DEA797AC4A0030"/>
        <w:category>
          <w:name w:val="General"/>
          <w:gallery w:val="placeholder"/>
        </w:category>
        <w:types>
          <w:type w:val="bbPlcHdr"/>
        </w:types>
        <w:behaviors>
          <w:behavior w:val="content"/>
        </w:behaviors>
        <w:guid w:val="{F11BF4D1-52C2-4353-86B8-90B07FE872D0}"/>
      </w:docPartPr>
      <w:docPartBody>
        <w:p w:rsidR="00AD46D8" w:rsidRDefault="00AD46D8" w:rsidP="00AD46D8">
          <w:pPr>
            <w:pStyle w:val="83C8DC86C57746B3B2DEA797AC4A0030"/>
          </w:pPr>
          <w:r w:rsidRPr="00664788">
            <w:t>Tue</w:t>
          </w:r>
        </w:p>
      </w:docPartBody>
    </w:docPart>
    <w:docPart>
      <w:docPartPr>
        <w:name w:val="1C837AE1BB714C1BA2F1B9067A408F73"/>
        <w:category>
          <w:name w:val="General"/>
          <w:gallery w:val="placeholder"/>
        </w:category>
        <w:types>
          <w:type w:val="bbPlcHdr"/>
        </w:types>
        <w:behaviors>
          <w:behavior w:val="content"/>
        </w:behaviors>
        <w:guid w:val="{97A052F2-AA74-4451-8C7D-6E94728AAE96}"/>
      </w:docPartPr>
      <w:docPartBody>
        <w:p w:rsidR="00AD46D8" w:rsidRDefault="00AD46D8" w:rsidP="00AD46D8">
          <w:pPr>
            <w:pStyle w:val="1C837AE1BB714C1BA2F1B9067A408F73"/>
          </w:pPr>
          <w:r w:rsidRPr="00664788">
            <w:t>Wed</w:t>
          </w:r>
        </w:p>
      </w:docPartBody>
    </w:docPart>
    <w:docPart>
      <w:docPartPr>
        <w:name w:val="DCC39BE074234096B6EEF2CB84164CC3"/>
        <w:category>
          <w:name w:val="General"/>
          <w:gallery w:val="placeholder"/>
        </w:category>
        <w:types>
          <w:type w:val="bbPlcHdr"/>
        </w:types>
        <w:behaviors>
          <w:behavior w:val="content"/>
        </w:behaviors>
        <w:guid w:val="{8DB32E18-98E6-4D94-A0F5-C3E8B23399AE}"/>
      </w:docPartPr>
      <w:docPartBody>
        <w:p w:rsidR="00AD46D8" w:rsidRDefault="00AD46D8" w:rsidP="00AD46D8">
          <w:pPr>
            <w:pStyle w:val="DCC39BE074234096B6EEF2CB84164CC3"/>
          </w:pPr>
          <w:r w:rsidRPr="00664788">
            <w:t>Thu</w:t>
          </w:r>
        </w:p>
      </w:docPartBody>
    </w:docPart>
    <w:docPart>
      <w:docPartPr>
        <w:name w:val="F9CBE0F0713F4B88ADECBB1272F5F4F6"/>
        <w:category>
          <w:name w:val="General"/>
          <w:gallery w:val="placeholder"/>
        </w:category>
        <w:types>
          <w:type w:val="bbPlcHdr"/>
        </w:types>
        <w:behaviors>
          <w:behavior w:val="content"/>
        </w:behaviors>
        <w:guid w:val="{A45C8C4C-DFF7-464A-879A-9DB39249F31E}"/>
      </w:docPartPr>
      <w:docPartBody>
        <w:p w:rsidR="00AD46D8" w:rsidRDefault="00AD46D8" w:rsidP="00AD46D8">
          <w:pPr>
            <w:pStyle w:val="F9CBE0F0713F4B88ADECBB1272F5F4F6"/>
          </w:pPr>
          <w:r w:rsidRPr="00664788">
            <w:t>Fri</w:t>
          </w:r>
        </w:p>
      </w:docPartBody>
    </w:docPart>
    <w:docPart>
      <w:docPartPr>
        <w:name w:val="04A60AD0886E4D78A0E62BBF8E4C823E"/>
        <w:category>
          <w:name w:val="General"/>
          <w:gallery w:val="placeholder"/>
        </w:category>
        <w:types>
          <w:type w:val="bbPlcHdr"/>
        </w:types>
        <w:behaviors>
          <w:behavior w:val="content"/>
        </w:behaviors>
        <w:guid w:val="{A2B789FC-4D16-4D80-B22F-AAE6476BC1DE}"/>
      </w:docPartPr>
      <w:docPartBody>
        <w:p w:rsidR="00AD46D8" w:rsidRDefault="00AD46D8" w:rsidP="00AD46D8">
          <w:pPr>
            <w:pStyle w:val="04A60AD0886E4D78A0E62BBF8E4C823E"/>
          </w:pPr>
          <w:r w:rsidRPr="00664788">
            <w:t>Sat</w:t>
          </w:r>
        </w:p>
      </w:docPartBody>
    </w:docPart>
    <w:docPart>
      <w:docPartPr>
        <w:name w:val="EF14BA1D8DCA4F52BEC8F0A2BF1A1311"/>
        <w:category>
          <w:name w:val="General"/>
          <w:gallery w:val="placeholder"/>
        </w:category>
        <w:types>
          <w:type w:val="bbPlcHdr"/>
        </w:types>
        <w:behaviors>
          <w:behavior w:val="content"/>
        </w:behaviors>
        <w:guid w:val="{479EB8E7-1264-437A-82B1-03BD0296C31C}"/>
      </w:docPartPr>
      <w:docPartBody>
        <w:p w:rsidR="00AD46D8" w:rsidRDefault="00AD46D8" w:rsidP="00AD46D8">
          <w:pPr>
            <w:pStyle w:val="EF14BA1D8DCA4F52BEC8F0A2BF1A1311"/>
          </w:pPr>
          <w:r w:rsidRPr="00664788">
            <w:t>Sun</w:t>
          </w:r>
        </w:p>
      </w:docPartBody>
    </w:docPart>
    <w:docPart>
      <w:docPartPr>
        <w:name w:val="758995C1CB854C0BA24E205A6CCBBD83"/>
        <w:category>
          <w:name w:val="General"/>
          <w:gallery w:val="placeholder"/>
        </w:category>
        <w:types>
          <w:type w:val="bbPlcHdr"/>
        </w:types>
        <w:behaviors>
          <w:behavior w:val="content"/>
        </w:behaviors>
        <w:guid w:val="{270C2DD4-472D-4DD9-BB58-1CF9D78CFDFA}"/>
      </w:docPartPr>
      <w:docPartBody>
        <w:p w:rsidR="00AD46D8" w:rsidRDefault="00AD46D8" w:rsidP="00AD46D8">
          <w:pPr>
            <w:pStyle w:val="758995C1CB854C0BA24E205A6CCBBD83"/>
          </w:pPr>
          <w:r w:rsidRPr="00664788">
            <w:t>Mon</w:t>
          </w:r>
        </w:p>
      </w:docPartBody>
    </w:docPart>
    <w:docPart>
      <w:docPartPr>
        <w:name w:val="8CEB0B33A42C4B8188BC79169F2E320F"/>
        <w:category>
          <w:name w:val="General"/>
          <w:gallery w:val="placeholder"/>
        </w:category>
        <w:types>
          <w:type w:val="bbPlcHdr"/>
        </w:types>
        <w:behaviors>
          <w:behavior w:val="content"/>
        </w:behaviors>
        <w:guid w:val="{A3DDB806-A9CC-4DBF-A7AC-95776CC8C2CC}"/>
      </w:docPartPr>
      <w:docPartBody>
        <w:p w:rsidR="00AD46D8" w:rsidRDefault="00AD46D8" w:rsidP="00AD46D8">
          <w:pPr>
            <w:pStyle w:val="8CEB0B33A42C4B8188BC79169F2E320F"/>
          </w:pPr>
          <w:r w:rsidRPr="00664788">
            <w:t>Tue</w:t>
          </w:r>
        </w:p>
      </w:docPartBody>
    </w:docPart>
    <w:docPart>
      <w:docPartPr>
        <w:name w:val="453DCE44BD824C23AC751BB974FE7174"/>
        <w:category>
          <w:name w:val="General"/>
          <w:gallery w:val="placeholder"/>
        </w:category>
        <w:types>
          <w:type w:val="bbPlcHdr"/>
        </w:types>
        <w:behaviors>
          <w:behavior w:val="content"/>
        </w:behaviors>
        <w:guid w:val="{CA5AFA38-C71E-4FFB-94FD-4062BBA772D9}"/>
      </w:docPartPr>
      <w:docPartBody>
        <w:p w:rsidR="00AD46D8" w:rsidRDefault="00AD46D8" w:rsidP="00AD46D8">
          <w:pPr>
            <w:pStyle w:val="453DCE44BD824C23AC751BB974FE7174"/>
          </w:pPr>
          <w:r w:rsidRPr="00664788">
            <w:t>Wed</w:t>
          </w:r>
        </w:p>
      </w:docPartBody>
    </w:docPart>
    <w:docPart>
      <w:docPartPr>
        <w:name w:val="B74709D77F7943CD9A709BA0BC9F8C8B"/>
        <w:category>
          <w:name w:val="General"/>
          <w:gallery w:val="placeholder"/>
        </w:category>
        <w:types>
          <w:type w:val="bbPlcHdr"/>
        </w:types>
        <w:behaviors>
          <w:behavior w:val="content"/>
        </w:behaviors>
        <w:guid w:val="{4653BDB3-5052-45DA-9606-60A3E6B2E16D}"/>
      </w:docPartPr>
      <w:docPartBody>
        <w:p w:rsidR="00AD46D8" w:rsidRDefault="00AD46D8" w:rsidP="00AD46D8">
          <w:pPr>
            <w:pStyle w:val="B74709D77F7943CD9A709BA0BC9F8C8B"/>
          </w:pPr>
          <w:r w:rsidRPr="00664788">
            <w:t>Thu</w:t>
          </w:r>
        </w:p>
      </w:docPartBody>
    </w:docPart>
    <w:docPart>
      <w:docPartPr>
        <w:name w:val="6632CBEEB9414A49B0A87820C80D2F2E"/>
        <w:category>
          <w:name w:val="General"/>
          <w:gallery w:val="placeholder"/>
        </w:category>
        <w:types>
          <w:type w:val="bbPlcHdr"/>
        </w:types>
        <w:behaviors>
          <w:behavior w:val="content"/>
        </w:behaviors>
        <w:guid w:val="{E4269E65-FC8B-4E18-BCB9-A5AD39AFAC60}"/>
      </w:docPartPr>
      <w:docPartBody>
        <w:p w:rsidR="00AD46D8" w:rsidRDefault="00AD46D8" w:rsidP="00AD46D8">
          <w:pPr>
            <w:pStyle w:val="6632CBEEB9414A49B0A87820C80D2F2E"/>
          </w:pPr>
          <w:r w:rsidRPr="00664788">
            <w:t>Fri</w:t>
          </w:r>
        </w:p>
      </w:docPartBody>
    </w:docPart>
    <w:docPart>
      <w:docPartPr>
        <w:name w:val="D8FE0CAAB30D47D39EA2FB6DE89B19EC"/>
        <w:category>
          <w:name w:val="General"/>
          <w:gallery w:val="placeholder"/>
        </w:category>
        <w:types>
          <w:type w:val="bbPlcHdr"/>
        </w:types>
        <w:behaviors>
          <w:behavior w:val="content"/>
        </w:behaviors>
        <w:guid w:val="{302D1849-878B-4DA4-9891-E8883D1969E7}"/>
      </w:docPartPr>
      <w:docPartBody>
        <w:p w:rsidR="00AD46D8" w:rsidRDefault="00AD46D8" w:rsidP="00AD46D8">
          <w:pPr>
            <w:pStyle w:val="D8FE0CAAB30D47D39EA2FB6DE89B19EC"/>
          </w:pPr>
          <w:r w:rsidRPr="00664788">
            <w:t>Sat</w:t>
          </w:r>
        </w:p>
      </w:docPartBody>
    </w:docPart>
    <w:docPart>
      <w:docPartPr>
        <w:name w:val="061A00A0DB554329ADF2775B7E137524"/>
        <w:category>
          <w:name w:val="General"/>
          <w:gallery w:val="placeholder"/>
        </w:category>
        <w:types>
          <w:type w:val="bbPlcHdr"/>
        </w:types>
        <w:behaviors>
          <w:behavior w:val="content"/>
        </w:behaviors>
        <w:guid w:val="{EC4508A3-96BC-4B0C-A648-A8813921FA8D}"/>
      </w:docPartPr>
      <w:docPartBody>
        <w:p w:rsidR="00AD46D8" w:rsidRDefault="00AD46D8" w:rsidP="00AD46D8">
          <w:pPr>
            <w:pStyle w:val="061A00A0DB554329ADF2775B7E137524"/>
          </w:pPr>
          <w:r w:rsidRPr="00664788">
            <w:t>Sun</w:t>
          </w:r>
        </w:p>
      </w:docPartBody>
    </w:docPart>
    <w:docPart>
      <w:docPartPr>
        <w:name w:val="6943ECD373144DF58EBE6D8D7484CBA6"/>
        <w:category>
          <w:name w:val="General"/>
          <w:gallery w:val="placeholder"/>
        </w:category>
        <w:types>
          <w:type w:val="bbPlcHdr"/>
        </w:types>
        <w:behaviors>
          <w:behavior w:val="content"/>
        </w:behaviors>
        <w:guid w:val="{4C868C52-8CE5-4566-AED1-96E4B14E3B9A}"/>
      </w:docPartPr>
      <w:docPartBody>
        <w:p w:rsidR="00A63FAD" w:rsidRDefault="00AD46D8" w:rsidP="00AD46D8">
          <w:pPr>
            <w:pStyle w:val="6943ECD373144DF58EBE6D8D7484CBA6"/>
          </w:pPr>
          <w:r w:rsidRPr="00664788">
            <w:t>Mon</w:t>
          </w:r>
        </w:p>
      </w:docPartBody>
    </w:docPart>
    <w:docPart>
      <w:docPartPr>
        <w:name w:val="E6CA9EAB2CD940CBB5F50EB361C22E15"/>
        <w:category>
          <w:name w:val="General"/>
          <w:gallery w:val="placeholder"/>
        </w:category>
        <w:types>
          <w:type w:val="bbPlcHdr"/>
        </w:types>
        <w:behaviors>
          <w:behavior w:val="content"/>
        </w:behaviors>
        <w:guid w:val="{B642AED1-6D99-447F-93F7-E94B25F70DF0}"/>
      </w:docPartPr>
      <w:docPartBody>
        <w:p w:rsidR="00A63FAD" w:rsidRDefault="00AD46D8" w:rsidP="00AD46D8">
          <w:pPr>
            <w:pStyle w:val="E6CA9EAB2CD940CBB5F50EB361C22E15"/>
          </w:pPr>
          <w:r w:rsidRPr="00664788">
            <w:t>Tue</w:t>
          </w:r>
        </w:p>
      </w:docPartBody>
    </w:docPart>
    <w:docPart>
      <w:docPartPr>
        <w:name w:val="C653C82BA225431C9BA804764D66098A"/>
        <w:category>
          <w:name w:val="General"/>
          <w:gallery w:val="placeholder"/>
        </w:category>
        <w:types>
          <w:type w:val="bbPlcHdr"/>
        </w:types>
        <w:behaviors>
          <w:behavior w:val="content"/>
        </w:behaviors>
        <w:guid w:val="{025EFCC0-570D-4891-8A91-193222E4AAE0}"/>
      </w:docPartPr>
      <w:docPartBody>
        <w:p w:rsidR="00A63FAD" w:rsidRDefault="00AD46D8" w:rsidP="00AD46D8">
          <w:pPr>
            <w:pStyle w:val="C653C82BA225431C9BA804764D66098A"/>
          </w:pPr>
          <w:r w:rsidRPr="00664788">
            <w:t>Wed</w:t>
          </w:r>
        </w:p>
      </w:docPartBody>
    </w:docPart>
    <w:docPart>
      <w:docPartPr>
        <w:name w:val="042879C090E94D6DA2BEEE3104DB5129"/>
        <w:category>
          <w:name w:val="General"/>
          <w:gallery w:val="placeholder"/>
        </w:category>
        <w:types>
          <w:type w:val="bbPlcHdr"/>
        </w:types>
        <w:behaviors>
          <w:behavior w:val="content"/>
        </w:behaviors>
        <w:guid w:val="{E3468C4F-D477-4AAA-A27E-4312980C761C}"/>
      </w:docPartPr>
      <w:docPartBody>
        <w:p w:rsidR="00A63FAD" w:rsidRDefault="00AD46D8" w:rsidP="00AD46D8">
          <w:pPr>
            <w:pStyle w:val="042879C090E94D6DA2BEEE3104DB5129"/>
          </w:pPr>
          <w:r w:rsidRPr="00664788">
            <w:t>Thu</w:t>
          </w:r>
        </w:p>
      </w:docPartBody>
    </w:docPart>
    <w:docPart>
      <w:docPartPr>
        <w:name w:val="5DDDEDF488DA48809B66AB5B944B6B59"/>
        <w:category>
          <w:name w:val="General"/>
          <w:gallery w:val="placeholder"/>
        </w:category>
        <w:types>
          <w:type w:val="bbPlcHdr"/>
        </w:types>
        <w:behaviors>
          <w:behavior w:val="content"/>
        </w:behaviors>
        <w:guid w:val="{E789B22F-7ACD-4FFB-BE4C-7B50C9F878B5}"/>
      </w:docPartPr>
      <w:docPartBody>
        <w:p w:rsidR="00A63FAD" w:rsidRDefault="00AD46D8" w:rsidP="00AD46D8">
          <w:pPr>
            <w:pStyle w:val="5DDDEDF488DA48809B66AB5B944B6B59"/>
          </w:pPr>
          <w:r w:rsidRPr="00664788">
            <w:t>Fri</w:t>
          </w:r>
        </w:p>
      </w:docPartBody>
    </w:docPart>
    <w:docPart>
      <w:docPartPr>
        <w:name w:val="4F6FC2BA6A67464BBDE4655E261C17DF"/>
        <w:category>
          <w:name w:val="General"/>
          <w:gallery w:val="placeholder"/>
        </w:category>
        <w:types>
          <w:type w:val="bbPlcHdr"/>
        </w:types>
        <w:behaviors>
          <w:behavior w:val="content"/>
        </w:behaviors>
        <w:guid w:val="{53D3B5FF-61D2-4622-B268-E87179F57CA0}"/>
      </w:docPartPr>
      <w:docPartBody>
        <w:p w:rsidR="00A63FAD" w:rsidRDefault="00AD46D8" w:rsidP="00AD46D8">
          <w:pPr>
            <w:pStyle w:val="4F6FC2BA6A67464BBDE4655E261C17DF"/>
          </w:pPr>
          <w:r w:rsidRPr="00664788">
            <w:t>Sat</w:t>
          </w:r>
        </w:p>
      </w:docPartBody>
    </w:docPart>
    <w:docPart>
      <w:docPartPr>
        <w:name w:val="6B9180899E9744298C836C4F7F5EE5CB"/>
        <w:category>
          <w:name w:val="General"/>
          <w:gallery w:val="placeholder"/>
        </w:category>
        <w:types>
          <w:type w:val="bbPlcHdr"/>
        </w:types>
        <w:behaviors>
          <w:behavior w:val="content"/>
        </w:behaviors>
        <w:guid w:val="{1E6995DC-E012-4C8D-AD51-5F2329D935D9}"/>
      </w:docPartPr>
      <w:docPartBody>
        <w:p w:rsidR="00A63FAD" w:rsidRDefault="00AD46D8" w:rsidP="00AD46D8">
          <w:pPr>
            <w:pStyle w:val="6B9180899E9744298C836C4F7F5EE5CB"/>
          </w:pPr>
          <w:r w:rsidRPr="00664788">
            <w:t>Sun</w:t>
          </w:r>
        </w:p>
      </w:docPartBody>
    </w:docPart>
    <w:docPart>
      <w:docPartPr>
        <w:name w:val="EC83177FACE84523A60CEFB5DB7AFD63"/>
        <w:category>
          <w:name w:val="General"/>
          <w:gallery w:val="placeholder"/>
        </w:category>
        <w:types>
          <w:type w:val="bbPlcHdr"/>
        </w:types>
        <w:behaviors>
          <w:behavior w:val="content"/>
        </w:behaviors>
        <w:guid w:val="{62324F42-B884-4AD3-AA84-2E5BF0C94569}"/>
      </w:docPartPr>
      <w:docPartBody>
        <w:p w:rsidR="00A63FAD" w:rsidRDefault="00A63FAD" w:rsidP="00A63FAD">
          <w:pPr>
            <w:pStyle w:val="EC83177FACE84523A60CEFB5DB7AFD63"/>
          </w:pPr>
          <w:r w:rsidRPr="00664788">
            <w:t>Mon</w:t>
          </w:r>
        </w:p>
      </w:docPartBody>
    </w:docPart>
    <w:docPart>
      <w:docPartPr>
        <w:name w:val="50ACA9801685427DA101F97781FC3C41"/>
        <w:category>
          <w:name w:val="General"/>
          <w:gallery w:val="placeholder"/>
        </w:category>
        <w:types>
          <w:type w:val="bbPlcHdr"/>
        </w:types>
        <w:behaviors>
          <w:behavior w:val="content"/>
        </w:behaviors>
        <w:guid w:val="{91D2047E-CC01-4503-B208-FA1D6F348E5C}"/>
      </w:docPartPr>
      <w:docPartBody>
        <w:p w:rsidR="00A63FAD" w:rsidRDefault="00A63FAD" w:rsidP="00A63FAD">
          <w:pPr>
            <w:pStyle w:val="50ACA9801685427DA101F97781FC3C41"/>
          </w:pPr>
          <w:r w:rsidRPr="00664788">
            <w:t>Tue</w:t>
          </w:r>
        </w:p>
      </w:docPartBody>
    </w:docPart>
    <w:docPart>
      <w:docPartPr>
        <w:name w:val="8A0AE4AD2E63415E9333A403A7766873"/>
        <w:category>
          <w:name w:val="General"/>
          <w:gallery w:val="placeholder"/>
        </w:category>
        <w:types>
          <w:type w:val="bbPlcHdr"/>
        </w:types>
        <w:behaviors>
          <w:behavior w:val="content"/>
        </w:behaviors>
        <w:guid w:val="{8E1B4FF8-0B88-4F40-8F87-0DB175FBBC69}"/>
      </w:docPartPr>
      <w:docPartBody>
        <w:p w:rsidR="00A63FAD" w:rsidRDefault="00A63FAD" w:rsidP="00A63FAD">
          <w:pPr>
            <w:pStyle w:val="8A0AE4AD2E63415E9333A403A7766873"/>
          </w:pPr>
          <w:r w:rsidRPr="00664788">
            <w:t>Wed</w:t>
          </w:r>
        </w:p>
      </w:docPartBody>
    </w:docPart>
    <w:docPart>
      <w:docPartPr>
        <w:name w:val="19F49832A31C4D5C8037672C5B47A5DC"/>
        <w:category>
          <w:name w:val="General"/>
          <w:gallery w:val="placeholder"/>
        </w:category>
        <w:types>
          <w:type w:val="bbPlcHdr"/>
        </w:types>
        <w:behaviors>
          <w:behavior w:val="content"/>
        </w:behaviors>
        <w:guid w:val="{AD3FB0CF-0843-4662-9507-26B699BAA4DC}"/>
      </w:docPartPr>
      <w:docPartBody>
        <w:p w:rsidR="00A63FAD" w:rsidRDefault="00A63FAD" w:rsidP="00A63FAD">
          <w:pPr>
            <w:pStyle w:val="19F49832A31C4D5C8037672C5B47A5DC"/>
          </w:pPr>
          <w:r w:rsidRPr="00664788">
            <w:t>Thu</w:t>
          </w:r>
        </w:p>
      </w:docPartBody>
    </w:docPart>
    <w:docPart>
      <w:docPartPr>
        <w:name w:val="73ED09CEC1974DC6A10AACB9961266FE"/>
        <w:category>
          <w:name w:val="General"/>
          <w:gallery w:val="placeholder"/>
        </w:category>
        <w:types>
          <w:type w:val="bbPlcHdr"/>
        </w:types>
        <w:behaviors>
          <w:behavior w:val="content"/>
        </w:behaviors>
        <w:guid w:val="{CACD6391-E666-43A2-BD05-EA9E9398AEF4}"/>
      </w:docPartPr>
      <w:docPartBody>
        <w:p w:rsidR="00A63FAD" w:rsidRDefault="00A63FAD" w:rsidP="00A63FAD">
          <w:pPr>
            <w:pStyle w:val="73ED09CEC1974DC6A10AACB9961266FE"/>
          </w:pPr>
          <w:r w:rsidRPr="00664788">
            <w:t>Fri</w:t>
          </w:r>
        </w:p>
      </w:docPartBody>
    </w:docPart>
    <w:docPart>
      <w:docPartPr>
        <w:name w:val="F566D2A26575443DB56A29189C9DDAAC"/>
        <w:category>
          <w:name w:val="General"/>
          <w:gallery w:val="placeholder"/>
        </w:category>
        <w:types>
          <w:type w:val="bbPlcHdr"/>
        </w:types>
        <w:behaviors>
          <w:behavior w:val="content"/>
        </w:behaviors>
        <w:guid w:val="{57FA777E-656A-48BD-9F67-C3C11E5EC218}"/>
      </w:docPartPr>
      <w:docPartBody>
        <w:p w:rsidR="00A63FAD" w:rsidRDefault="00A63FAD" w:rsidP="00A63FAD">
          <w:pPr>
            <w:pStyle w:val="F566D2A26575443DB56A29189C9DDAAC"/>
          </w:pPr>
          <w:r w:rsidRPr="00664788">
            <w:t>Sat</w:t>
          </w:r>
        </w:p>
      </w:docPartBody>
    </w:docPart>
    <w:docPart>
      <w:docPartPr>
        <w:name w:val="BCCA726A74EC485B84D602396B57D2A1"/>
        <w:category>
          <w:name w:val="General"/>
          <w:gallery w:val="placeholder"/>
        </w:category>
        <w:types>
          <w:type w:val="bbPlcHdr"/>
        </w:types>
        <w:behaviors>
          <w:behavior w:val="content"/>
        </w:behaviors>
        <w:guid w:val="{B5035680-E46C-4CFA-AE64-EC316E1EB6B1}"/>
      </w:docPartPr>
      <w:docPartBody>
        <w:p w:rsidR="00A63FAD" w:rsidRDefault="00A63FAD" w:rsidP="00A63FAD">
          <w:pPr>
            <w:pStyle w:val="BCCA726A74EC485B84D602396B57D2A1"/>
          </w:pPr>
          <w:r w:rsidRPr="00664788">
            <w:t>Sun</w:t>
          </w:r>
        </w:p>
      </w:docPartBody>
    </w:docPart>
    <w:docPart>
      <w:docPartPr>
        <w:name w:val="49C13A6522384612AC98C381DC86A6A1"/>
        <w:category>
          <w:name w:val="General"/>
          <w:gallery w:val="placeholder"/>
        </w:category>
        <w:types>
          <w:type w:val="bbPlcHdr"/>
        </w:types>
        <w:behaviors>
          <w:behavior w:val="content"/>
        </w:behaviors>
        <w:guid w:val="{6F2739CC-8CD2-477A-9EE9-5C7D790C2B94}"/>
      </w:docPartPr>
      <w:docPartBody>
        <w:p w:rsidR="00A63FAD" w:rsidRDefault="00A63FAD" w:rsidP="00A63FAD">
          <w:pPr>
            <w:pStyle w:val="49C13A6522384612AC98C381DC86A6A1"/>
          </w:pPr>
          <w:r w:rsidRPr="00664788">
            <w:t>Mon</w:t>
          </w:r>
        </w:p>
      </w:docPartBody>
    </w:docPart>
    <w:docPart>
      <w:docPartPr>
        <w:name w:val="C66C1436FBB0426498AD71ED9AE46AB7"/>
        <w:category>
          <w:name w:val="General"/>
          <w:gallery w:val="placeholder"/>
        </w:category>
        <w:types>
          <w:type w:val="bbPlcHdr"/>
        </w:types>
        <w:behaviors>
          <w:behavior w:val="content"/>
        </w:behaviors>
        <w:guid w:val="{E2C1E4DB-A8AF-4F21-B29D-0040A100A56A}"/>
      </w:docPartPr>
      <w:docPartBody>
        <w:p w:rsidR="00A63FAD" w:rsidRDefault="00A63FAD" w:rsidP="00A63FAD">
          <w:pPr>
            <w:pStyle w:val="C66C1436FBB0426498AD71ED9AE46AB7"/>
          </w:pPr>
          <w:r w:rsidRPr="00664788">
            <w:t>Tue</w:t>
          </w:r>
        </w:p>
      </w:docPartBody>
    </w:docPart>
    <w:docPart>
      <w:docPartPr>
        <w:name w:val="066E9C63C7EC4F738A3E41278A952C40"/>
        <w:category>
          <w:name w:val="General"/>
          <w:gallery w:val="placeholder"/>
        </w:category>
        <w:types>
          <w:type w:val="bbPlcHdr"/>
        </w:types>
        <w:behaviors>
          <w:behavior w:val="content"/>
        </w:behaviors>
        <w:guid w:val="{6663B804-11D8-4CC1-9AB2-B6ACF40FA00A}"/>
      </w:docPartPr>
      <w:docPartBody>
        <w:p w:rsidR="00A63FAD" w:rsidRDefault="00A63FAD" w:rsidP="00A63FAD">
          <w:pPr>
            <w:pStyle w:val="066E9C63C7EC4F738A3E41278A952C40"/>
          </w:pPr>
          <w:r w:rsidRPr="00664788">
            <w:t>Wed</w:t>
          </w:r>
        </w:p>
      </w:docPartBody>
    </w:docPart>
    <w:docPart>
      <w:docPartPr>
        <w:name w:val="896E4464EACB441E860F62BDFCA10D5B"/>
        <w:category>
          <w:name w:val="General"/>
          <w:gallery w:val="placeholder"/>
        </w:category>
        <w:types>
          <w:type w:val="bbPlcHdr"/>
        </w:types>
        <w:behaviors>
          <w:behavior w:val="content"/>
        </w:behaviors>
        <w:guid w:val="{1DBC8248-E6A6-4FFF-9D9C-D6A2887F6A24}"/>
      </w:docPartPr>
      <w:docPartBody>
        <w:p w:rsidR="00A63FAD" w:rsidRDefault="00A63FAD" w:rsidP="00A63FAD">
          <w:pPr>
            <w:pStyle w:val="896E4464EACB441E860F62BDFCA10D5B"/>
          </w:pPr>
          <w:r w:rsidRPr="00664788">
            <w:t>Thu</w:t>
          </w:r>
        </w:p>
      </w:docPartBody>
    </w:docPart>
    <w:docPart>
      <w:docPartPr>
        <w:name w:val="0D6AFD2F263949A5BF8251DB0D4478BF"/>
        <w:category>
          <w:name w:val="General"/>
          <w:gallery w:val="placeholder"/>
        </w:category>
        <w:types>
          <w:type w:val="bbPlcHdr"/>
        </w:types>
        <w:behaviors>
          <w:behavior w:val="content"/>
        </w:behaviors>
        <w:guid w:val="{647E6758-0EAF-487C-918D-F891A59069FF}"/>
      </w:docPartPr>
      <w:docPartBody>
        <w:p w:rsidR="00A63FAD" w:rsidRDefault="00A63FAD" w:rsidP="00A63FAD">
          <w:pPr>
            <w:pStyle w:val="0D6AFD2F263949A5BF8251DB0D4478BF"/>
          </w:pPr>
          <w:r w:rsidRPr="00664788">
            <w:t>Fri</w:t>
          </w:r>
        </w:p>
      </w:docPartBody>
    </w:docPart>
    <w:docPart>
      <w:docPartPr>
        <w:name w:val="3D2EF2C09AAE4E909CED5E8F0D2CDAF5"/>
        <w:category>
          <w:name w:val="General"/>
          <w:gallery w:val="placeholder"/>
        </w:category>
        <w:types>
          <w:type w:val="bbPlcHdr"/>
        </w:types>
        <w:behaviors>
          <w:behavior w:val="content"/>
        </w:behaviors>
        <w:guid w:val="{210E9946-C407-4CFE-8E00-60429D21E633}"/>
      </w:docPartPr>
      <w:docPartBody>
        <w:p w:rsidR="00A63FAD" w:rsidRDefault="00A63FAD" w:rsidP="00A63FAD">
          <w:pPr>
            <w:pStyle w:val="3D2EF2C09AAE4E909CED5E8F0D2CDAF5"/>
          </w:pPr>
          <w:r w:rsidRPr="00664788">
            <w:t>Sat</w:t>
          </w:r>
        </w:p>
      </w:docPartBody>
    </w:docPart>
    <w:docPart>
      <w:docPartPr>
        <w:name w:val="2E173DFE2590451F938BE168CCD07EFB"/>
        <w:category>
          <w:name w:val="General"/>
          <w:gallery w:val="placeholder"/>
        </w:category>
        <w:types>
          <w:type w:val="bbPlcHdr"/>
        </w:types>
        <w:behaviors>
          <w:behavior w:val="content"/>
        </w:behaviors>
        <w:guid w:val="{DEC58390-3566-4875-844F-58D6CD1BA673}"/>
      </w:docPartPr>
      <w:docPartBody>
        <w:p w:rsidR="00A63FAD" w:rsidRDefault="00A63FAD" w:rsidP="00A63FAD">
          <w:pPr>
            <w:pStyle w:val="2E173DFE2590451F938BE168CCD07EFB"/>
          </w:pPr>
          <w:r w:rsidRPr="00664788">
            <w:t>Sun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rostile">
    <w:altName w:val="Arial"/>
    <w:panose1 w:val="00000000000000000000"/>
    <w:charset w:val="4D"/>
    <w:family w:val="roman"/>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5D447A"/>
    <w:multiLevelType w:val="hybridMultilevel"/>
    <w:tmpl w:val="B3C881AE"/>
    <w:lvl w:ilvl="0" w:tplc="5C2C5AFA">
      <w:start w:val="1"/>
      <w:numFmt w:val="decimal"/>
      <w:pStyle w:val="numberedtextligh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6D8"/>
    <w:rsid w:val="00A63FAD"/>
    <w:rsid w:val="00AD46D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63A6A2919C4C5997450F619DC158D4">
    <w:name w:val="7C63A6A2919C4C5997450F619DC158D4"/>
  </w:style>
  <w:style w:type="paragraph" w:customStyle="1" w:styleId="C8112D32F87A441EAEE52F5ECCD90CC0">
    <w:name w:val="C8112D32F87A441EAEE52F5ECCD90CC0"/>
  </w:style>
  <w:style w:type="paragraph" w:customStyle="1" w:styleId="3A7DD3F049944878BF93B09A1FCF6258">
    <w:name w:val="3A7DD3F049944878BF93B09A1FCF6258"/>
  </w:style>
  <w:style w:type="paragraph" w:customStyle="1" w:styleId="444F55B3581D442A8E40823E90BA3F49">
    <w:name w:val="444F55B3581D442A8E40823E90BA3F49"/>
  </w:style>
  <w:style w:type="paragraph" w:customStyle="1" w:styleId="6759B1B62EB843CAA2B1642D7AF67B84">
    <w:name w:val="6759B1B62EB843CAA2B1642D7AF67B84"/>
  </w:style>
  <w:style w:type="paragraph" w:customStyle="1" w:styleId="3E6524B6B13842B2A6BC9FC419440088">
    <w:name w:val="3E6524B6B13842B2A6BC9FC419440088"/>
  </w:style>
  <w:style w:type="paragraph" w:customStyle="1" w:styleId="FC45F212B5DF427EBE12AAE61157B432">
    <w:name w:val="FC45F212B5DF427EBE12AAE61157B432"/>
  </w:style>
  <w:style w:type="paragraph" w:customStyle="1" w:styleId="A24CF17C73724B9E8701C684E9E55F66">
    <w:name w:val="A24CF17C73724B9E8701C684E9E55F66"/>
  </w:style>
  <w:style w:type="paragraph" w:customStyle="1" w:styleId="1029AB5700E24B0BACDB0F220716FB3C">
    <w:name w:val="1029AB5700E24B0BACDB0F220716FB3C"/>
  </w:style>
  <w:style w:type="paragraph" w:customStyle="1" w:styleId="23C3BE74412A4F5AAD3D65520973129C">
    <w:name w:val="23C3BE74412A4F5AAD3D65520973129C"/>
  </w:style>
  <w:style w:type="paragraph" w:customStyle="1" w:styleId="5FD5CEB66107451CAAA31D4AD56676A1">
    <w:name w:val="5FD5CEB66107451CAAA31D4AD56676A1"/>
  </w:style>
  <w:style w:type="paragraph" w:customStyle="1" w:styleId="numberedtextlight">
    <w:name w:val="numbered text light"/>
    <w:basedOn w:val="ListParagraph"/>
    <w:qFormat/>
    <w:pPr>
      <w:numPr>
        <w:numId w:val="1"/>
      </w:numPr>
      <w:spacing w:before="40" w:after="40" w:line="240" w:lineRule="auto"/>
      <w:ind w:left="280" w:hanging="270"/>
    </w:pPr>
    <w:rPr>
      <w:rFonts w:asciiTheme="majorHAnsi" w:eastAsiaTheme="minorHAnsi" w:hAnsiTheme="majorHAnsi"/>
      <w:color w:val="FFFFFF" w:themeColor="background1"/>
      <w:sz w:val="20"/>
      <w:lang w:val="en-US" w:eastAsia="en-US"/>
    </w:rPr>
  </w:style>
  <w:style w:type="paragraph" w:styleId="ListParagraph">
    <w:name w:val="List Paragraph"/>
    <w:basedOn w:val="Normal"/>
    <w:uiPriority w:val="34"/>
    <w:qFormat/>
    <w:pPr>
      <w:ind w:left="720"/>
      <w:contextualSpacing/>
    </w:pPr>
  </w:style>
  <w:style w:type="paragraph" w:customStyle="1" w:styleId="5C610842C433444C91A58BBCE17B4552">
    <w:name w:val="5C610842C433444C91A58BBCE17B4552"/>
  </w:style>
  <w:style w:type="paragraph" w:customStyle="1" w:styleId="1BB23FCCC4994AF3AD9DC754068A1FB2">
    <w:name w:val="1BB23FCCC4994AF3AD9DC754068A1FB2"/>
  </w:style>
  <w:style w:type="paragraph" w:customStyle="1" w:styleId="85614264DE2F4213B0C10BAF8B36230F">
    <w:name w:val="85614264DE2F4213B0C10BAF8B36230F"/>
  </w:style>
  <w:style w:type="paragraph" w:customStyle="1" w:styleId="661861D38A7047DCB1D507CEDD3019E5">
    <w:name w:val="661861D38A7047DCB1D507CEDD3019E5"/>
  </w:style>
  <w:style w:type="paragraph" w:customStyle="1" w:styleId="494D4B37110B493E9763123E69452CB4">
    <w:name w:val="494D4B37110B493E9763123E69452CB4"/>
  </w:style>
  <w:style w:type="paragraph" w:customStyle="1" w:styleId="50818E8ABDEA402CA56B50F86A8C96EF">
    <w:name w:val="50818E8ABDEA402CA56B50F86A8C96EF"/>
  </w:style>
  <w:style w:type="paragraph" w:customStyle="1" w:styleId="4235AF856D1A493FB10A8B12DC1CFFEE">
    <w:name w:val="4235AF856D1A493FB10A8B12DC1CFFEE"/>
  </w:style>
  <w:style w:type="paragraph" w:customStyle="1" w:styleId="6A2F3023FE5D41C59484F57F53B1BB0F">
    <w:name w:val="6A2F3023FE5D41C59484F57F53B1BB0F"/>
  </w:style>
  <w:style w:type="paragraph" w:customStyle="1" w:styleId="0C07E69F49824456AB4C10C1D90A4A5D">
    <w:name w:val="0C07E69F49824456AB4C10C1D90A4A5D"/>
  </w:style>
  <w:style w:type="paragraph" w:customStyle="1" w:styleId="4B680E2871474C3189E06E7290D4E669">
    <w:name w:val="4B680E2871474C3189E06E7290D4E669"/>
  </w:style>
  <w:style w:type="paragraph" w:customStyle="1" w:styleId="EBB2ECA5D4C746069B55E9BE33661405">
    <w:name w:val="EBB2ECA5D4C746069B55E9BE33661405"/>
  </w:style>
  <w:style w:type="paragraph" w:customStyle="1" w:styleId="2ADA8D7B788B42AB9B758D9AC87D66E0">
    <w:name w:val="2ADA8D7B788B42AB9B758D9AC87D66E0"/>
  </w:style>
  <w:style w:type="paragraph" w:customStyle="1" w:styleId="4E455271619E4AFE941BA83DA3D74BD9">
    <w:name w:val="4E455271619E4AFE941BA83DA3D74BD9"/>
  </w:style>
  <w:style w:type="paragraph" w:customStyle="1" w:styleId="2D311146B18741EBB2BA3E7938645C13">
    <w:name w:val="2D311146B18741EBB2BA3E7938645C13"/>
  </w:style>
  <w:style w:type="paragraph" w:customStyle="1" w:styleId="E1936810A5544A2EBFC4FD6C508515D8">
    <w:name w:val="E1936810A5544A2EBFC4FD6C508515D8"/>
  </w:style>
  <w:style w:type="paragraph" w:customStyle="1" w:styleId="E76195ECC97B41B89C46A1BABD67A7C5">
    <w:name w:val="E76195ECC97B41B89C46A1BABD67A7C5"/>
  </w:style>
  <w:style w:type="paragraph" w:customStyle="1" w:styleId="5F680927BD2C4FF58E41DBA83792F077">
    <w:name w:val="5F680927BD2C4FF58E41DBA83792F077"/>
  </w:style>
  <w:style w:type="paragraph" w:customStyle="1" w:styleId="2AC7672766994C9084151B65C139F511">
    <w:name w:val="2AC7672766994C9084151B65C139F511"/>
  </w:style>
  <w:style w:type="paragraph" w:customStyle="1" w:styleId="417A8BFBD3B1410094D3D81A9801180A">
    <w:name w:val="417A8BFBD3B1410094D3D81A9801180A"/>
  </w:style>
  <w:style w:type="paragraph" w:customStyle="1" w:styleId="BA6DD57D97024C05AB00355688CBFD14">
    <w:name w:val="BA6DD57D97024C05AB00355688CBFD14"/>
  </w:style>
  <w:style w:type="paragraph" w:customStyle="1" w:styleId="8384424B45E646509667A8F90AFF9A8B">
    <w:name w:val="8384424B45E646509667A8F90AFF9A8B"/>
  </w:style>
  <w:style w:type="paragraph" w:customStyle="1" w:styleId="199ECE59F9D44F5192D9942A774548F9">
    <w:name w:val="199ECE59F9D44F5192D9942A774548F9"/>
    <w:rsid w:val="00AD46D8"/>
  </w:style>
  <w:style w:type="paragraph" w:customStyle="1" w:styleId="2326E0357C0749C888B852420DBA32B3">
    <w:name w:val="2326E0357C0749C888B852420DBA32B3"/>
    <w:rsid w:val="00AD46D8"/>
  </w:style>
  <w:style w:type="paragraph" w:customStyle="1" w:styleId="4CD2E74C98CD4BE3942C138FDD423B79">
    <w:name w:val="4CD2E74C98CD4BE3942C138FDD423B79"/>
    <w:rsid w:val="00AD46D8"/>
  </w:style>
  <w:style w:type="paragraph" w:customStyle="1" w:styleId="5C58D8956FCD4DC1850252EB3CB389EF">
    <w:name w:val="5C58D8956FCD4DC1850252EB3CB389EF"/>
    <w:rsid w:val="00AD46D8"/>
  </w:style>
  <w:style w:type="paragraph" w:customStyle="1" w:styleId="993CA670F88F484B9B83D0F010D015FF">
    <w:name w:val="993CA670F88F484B9B83D0F010D015FF"/>
    <w:rsid w:val="00AD46D8"/>
  </w:style>
  <w:style w:type="paragraph" w:customStyle="1" w:styleId="E89C122DB7B74FD4B03F985A05746BD7">
    <w:name w:val="E89C122DB7B74FD4B03F985A05746BD7"/>
    <w:rsid w:val="00AD46D8"/>
  </w:style>
  <w:style w:type="paragraph" w:customStyle="1" w:styleId="EA7B64E6FCAD434FA9FC70C5D996458A">
    <w:name w:val="EA7B64E6FCAD434FA9FC70C5D996458A"/>
    <w:rsid w:val="00AD46D8"/>
  </w:style>
  <w:style w:type="paragraph" w:customStyle="1" w:styleId="5657B107487E4DF1A657A4C6C550B432">
    <w:name w:val="5657B107487E4DF1A657A4C6C550B432"/>
    <w:rsid w:val="00AD46D8"/>
  </w:style>
  <w:style w:type="paragraph" w:customStyle="1" w:styleId="74856C25CDE845C6AC9922CCD107C060">
    <w:name w:val="74856C25CDE845C6AC9922CCD107C060"/>
    <w:rsid w:val="00AD46D8"/>
  </w:style>
  <w:style w:type="paragraph" w:customStyle="1" w:styleId="0D2F108B421245239EA12AD3318D672D">
    <w:name w:val="0D2F108B421245239EA12AD3318D672D"/>
    <w:rsid w:val="00AD46D8"/>
  </w:style>
  <w:style w:type="paragraph" w:customStyle="1" w:styleId="EA7CD972BF8140DEAC2C12D53915ED30">
    <w:name w:val="EA7CD972BF8140DEAC2C12D53915ED30"/>
    <w:rsid w:val="00AD46D8"/>
  </w:style>
  <w:style w:type="paragraph" w:customStyle="1" w:styleId="10843F884DCB4E098D20E68CF772E7A3">
    <w:name w:val="10843F884DCB4E098D20E68CF772E7A3"/>
    <w:rsid w:val="00AD46D8"/>
  </w:style>
  <w:style w:type="paragraph" w:customStyle="1" w:styleId="FEF95F8E3BA04A71AFAD718B0F9CFBFF">
    <w:name w:val="FEF95F8E3BA04A71AFAD718B0F9CFBFF"/>
    <w:rsid w:val="00AD46D8"/>
  </w:style>
  <w:style w:type="paragraph" w:customStyle="1" w:styleId="BA42AB0003F149D4862785DC88DEE748">
    <w:name w:val="BA42AB0003F149D4862785DC88DEE748"/>
    <w:rsid w:val="00AD46D8"/>
  </w:style>
  <w:style w:type="paragraph" w:customStyle="1" w:styleId="EC4C7A309831442B80C0030B390B1CE7">
    <w:name w:val="EC4C7A309831442B80C0030B390B1CE7"/>
    <w:rsid w:val="00AD46D8"/>
  </w:style>
  <w:style w:type="paragraph" w:customStyle="1" w:styleId="1B0DDAEC86AD4B22997F2E473AC8A6E2">
    <w:name w:val="1B0DDAEC86AD4B22997F2E473AC8A6E2"/>
    <w:rsid w:val="00AD46D8"/>
  </w:style>
  <w:style w:type="paragraph" w:customStyle="1" w:styleId="3C3695860D7846B9BBE4BDE768F02722">
    <w:name w:val="3C3695860D7846B9BBE4BDE768F02722"/>
    <w:rsid w:val="00AD46D8"/>
  </w:style>
  <w:style w:type="paragraph" w:customStyle="1" w:styleId="C2F24AF86DE3415C9D673FA7562CA75B">
    <w:name w:val="C2F24AF86DE3415C9D673FA7562CA75B"/>
    <w:rsid w:val="00AD46D8"/>
  </w:style>
  <w:style w:type="paragraph" w:customStyle="1" w:styleId="74E87AE58D284A909CE5B503BFFAA566">
    <w:name w:val="74E87AE58D284A909CE5B503BFFAA566"/>
    <w:rsid w:val="00AD46D8"/>
  </w:style>
  <w:style w:type="paragraph" w:customStyle="1" w:styleId="3DF2C660668A4144B0A5E9C71F8BBD0F">
    <w:name w:val="3DF2C660668A4144B0A5E9C71F8BBD0F"/>
    <w:rsid w:val="00AD46D8"/>
  </w:style>
  <w:style w:type="paragraph" w:customStyle="1" w:styleId="381413845FBF484F8A295AA4A5AB7E9C">
    <w:name w:val="381413845FBF484F8A295AA4A5AB7E9C"/>
    <w:rsid w:val="00AD46D8"/>
  </w:style>
  <w:style w:type="paragraph" w:customStyle="1" w:styleId="CEF2FF2E559445F9AD8007888CE30F94">
    <w:name w:val="CEF2FF2E559445F9AD8007888CE30F94"/>
    <w:rsid w:val="00AD46D8"/>
  </w:style>
  <w:style w:type="paragraph" w:customStyle="1" w:styleId="B7C2189418FD43139A4DB7F53FC3A957">
    <w:name w:val="B7C2189418FD43139A4DB7F53FC3A957"/>
    <w:rsid w:val="00AD46D8"/>
  </w:style>
  <w:style w:type="paragraph" w:customStyle="1" w:styleId="D392E846081142D9868E5455849EC332">
    <w:name w:val="D392E846081142D9868E5455849EC332"/>
    <w:rsid w:val="00AD46D8"/>
  </w:style>
  <w:style w:type="paragraph" w:customStyle="1" w:styleId="4AEBAC897C62414E92B46A34D3154CB9">
    <w:name w:val="4AEBAC897C62414E92B46A34D3154CB9"/>
    <w:rsid w:val="00AD46D8"/>
  </w:style>
  <w:style w:type="paragraph" w:customStyle="1" w:styleId="EA9E340C5D8042F786DF8FEFCE8AEE1B">
    <w:name w:val="EA9E340C5D8042F786DF8FEFCE8AEE1B"/>
    <w:rsid w:val="00AD46D8"/>
  </w:style>
  <w:style w:type="paragraph" w:customStyle="1" w:styleId="6E5FFE73F9F448EF82A9F997D0CC0CC5">
    <w:name w:val="6E5FFE73F9F448EF82A9F997D0CC0CC5"/>
    <w:rsid w:val="00AD46D8"/>
  </w:style>
  <w:style w:type="paragraph" w:customStyle="1" w:styleId="E1205AC1B216468AB065B93D86189923">
    <w:name w:val="E1205AC1B216468AB065B93D86189923"/>
    <w:rsid w:val="00AD46D8"/>
  </w:style>
  <w:style w:type="paragraph" w:customStyle="1" w:styleId="8292C65864344503944788A266FF7850">
    <w:name w:val="8292C65864344503944788A266FF7850"/>
    <w:rsid w:val="00AD46D8"/>
  </w:style>
  <w:style w:type="paragraph" w:customStyle="1" w:styleId="2758491BB7564234820D61EA15C2CBC7">
    <w:name w:val="2758491BB7564234820D61EA15C2CBC7"/>
    <w:rsid w:val="00AD46D8"/>
  </w:style>
  <w:style w:type="paragraph" w:customStyle="1" w:styleId="546C61488972475BA3F485CB51D71AFD">
    <w:name w:val="546C61488972475BA3F485CB51D71AFD"/>
    <w:rsid w:val="00AD46D8"/>
  </w:style>
  <w:style w:type="paragraph" w:customStyle="1" w:styleId="3B4F49A29A4D4FB0A6F1A13BD162B73A">
    <w:name w:val="3B4F49A29A4D4FB0A6F1A13BD162B73A"/>
    <w:rsid w:val="00AD46D8"/>
  </w:style>
  <w:style w:type="paragraph" w:customStyle="1" w:styleId="6C6FCAB8DD4A47669F4820513B6B4145">
    <w:name w:val="6C6FCAB8DD4A47669F4820513B6B4145"/>
    <w:rsid w:val="00AD46D8"/>
  </w:style>
  <w:style w:type="paragraph" w:customStyle="1" w:styleId="ACE9564AA11E474BA01223AC18DB9E10">
    <w:name w:val="ACE9564AA11E474BA01223AC18DB9E10"/>
    <w:rsid w:val="00AD46D8"/>
  </w:style>
  <w:style w:type="paragraph" w:customStyle="1" w:styleId="7ADDEC644FAF4E2D8209DF60DA5DA467">
    <w:name w:val="7ADDEC644FAF4E2D8209DF60DA5DA467"/>
    <w:rsid w:val="00AD46D8"/>
  </w:style>
  <w:style w:type="paragraph" w:customStyle="1" w:styleId="3F77632F4FAB4E3ABEE9A2B9ADB8F802">
    <w:name w:val="3F77632F4FAB4E3ABEE9A2B9ADB8F802"/>
    <w:rsid w:val="00AD46D8"/>
  </w:style>
  <w:style w:type="paragraph" w:customStyle="1" w:styleId="D61EC77C5E76447DB42B4A86919A8D16">
    <w:name w:val="D61EC77C5E76447DB42B4A86919A8D16"/>
    <w:rsid w:val="00AD46D8"/>
  </w:style>
  <w:style w:type="paragraph" w:customStyle="1" w:styleId="46F708BE26C447D1A0CFCB5C91B57228">
    <w:name w:val="46F708BE26C447D1A0CFCB5C91B57228"/>
    <w:rsid w:val="00AD46D8"/>
  </w:style>
  <w:style w:type="paragraph" w:customStyle="1" w:styleId="63FDB74CC2E74A8880498391607A3A97">
    <w:name w:val="63FDB74CC2E74A8880498391607A3A97"/>
    <w:rsid w:val="00AD46D8"/>
  </w:style>
  <w:style w:type="paragraph" w:customStyle="1" w:styleId="F9D508B11499402B9B33FFCB328804D6">
    <w:name w:val="F9D508B11499402B9B33FFCB328804D6"/>
    <w:rsid w:val="00AD46D8"/>
  </w:style>
  <w:style w:type="paragraph" w:customStyle="1" w:styleId="40936F5307924B3A86192BB04C075FC9">
    <w:name w:val="40936F5307924B3A86192BB04C075FC9"/>
    <w:rsid w:val="00AD46D8"/>
  </w:style>
  <w:style w:type="paragraph" w:customStyle="1" w:styleId="0619C1A8A8284CD3AB4A178DC81DF476">
    <w:name w:val="0619C1A8A8284CD3AB4A178DC81DF476"/>
    <w:rsid w:val="00AD46D8"/>
  </w:style>
  <w:style w:type="paragraph" w:customStyle="1" w:styleId="36C5C449EE34473AB51D48F3CCA45208">
    <w:name w:val="36C5C449EE34473AB51D48F3CCA45208"/>
    <w:rsid w:val="00AD46D8"/>
  </w:style>
  <w:style w:type="paragraph" w:customStyle="1" w:styleId="83C8DC86C57746B3B2DEA797AC4A0030">
    <w:name w:val="83C8DC86C57746B3B2DEA797AC4A0030"/>
    <w:rsid w:val="00AD46D8"/>
  </w:style>
  <w:style w:type="paragraph" w:customStyle="1" w:styleId="1C837AE1BB714C1BA2F1B9067A408F73">
    <w:name w:val="1C837AE1BB714C1BA2F1B9067A408F73"/>
    <w:rsid w:val="00AD46D8"/>
  </w:style>
  <w:style w:type="paragraph" w:customStyle="1" w:styleId="DCC39BE074234096B6EEF2CB84164CC3">
    <w:name w:val="DCC39BE074234096B6EEF2CB84164CC3"/>
    <w:rsid w:val="00AD46D8"/>
  </w:style>
  <w:style w:type="paragraph" w:customStyle="1" w:styleId="F9CBE0F0713F4B88ADECBB1272F5F4F6">
    <w:name w:val="F9CBE0F0713F4B88ADECBB1272F5F4F6"/>
    <w:rsid w:val="00AD46D8"/>
  </w:style>
  <w:style w:type="paragraph" w:customStyle="1" w:styleId="04A60AD0886E4D78A0E62BBF8E4C823E">
    <w:name w:val="04A60AD0886E4D78A0E62BBF8E4C823E"/>
    <w:rsid w:val="00AD46D8"/>
  </w:style>
  <w:style w:type="paragraph" w:customStyle="1" w:styleId="EF14BA1D8DCA4F52BEC8F0A2BF1A1311">
    <w:name w:val="EF14BA1D8DCA4F52BEC8F0A2BF1A1311"/>
    <w:rsid w:val="00AD46D8"/>
  </w:style>
  <w:style w:type="paragraph" w:customStyle="1" w:styleId="CA9EA6B951C240F7A1A5290C6931488D">
    <w:name w:val="CA9EA6B951C240F7A1A5290C6931488D"/>
    <w:rsid w:val="00AD46D8"/>
  </w:style>
  <w:style w:type="paragraph" w:customStyle="1" w:styleId="B128AF9CC8534B1EB2834B55AF080554">
    <w:name w:val="B128AF9CC8534B1EB2834B55AF080554"/>
    <w:rsid w:val="00AD46D8"/>
  </w:style>
  <w:style w:type="paragraph" w:customStyle="1" w:styleId="FED0473870DB4A6CBD8BD2058D3C3C85">
    <w:name w:val="FED0473870DB4A6CBD8BD2058D3C3C85"/>
    <w:rsid w:val="00AD46D8"/>
  </w:style>
  <w:style w:type="paragraph" w:customStyle="1" w:styleId="7C65598BC4CC4556A6666041CAAB92DC">
    <w:name w:val="7C65598BC4CC4556A6666041CAAB92DC"/>
    <w:rsid w:val="00AD46D8"/>
  </w:style>
  <w:style w:type="paragraph" w:customStyle="1" w:styleId="75E879DFBF5E4D109A47E814C6E80DEE">
    <w:name w:val="75E879DFBF5E4D109A47E814C6E80DEE"/>
    <w:rsid w:val="00AD46D8"/>
  </w:style>
  <w:style w:type="paragraph" w:customStyle="1" w:styleId="25B1CF0AF0314EF59941633933175F5D">
    <w:name w:val="25B1CF0AF0314EF59941633933175F5D"/>
    <w:rsid w:val="00AD46D8"/>
  </w:style>
  <w:style w:type="paragraph" w:customStyle="1" w:styleId="14C75E34482A4EDBA682F0D9CD449111">
    <w:name w:val="14C75E34482A4EDBA682F0D9CD449111"/>
    <w:rsid w:val="00AD46D8"/>
  </w:style>
  <w:style w:type="paragraph" w:customStyle="1" w:styleId="758995C1CB854C0BA24E205A6CCBBD83">
    <w:name w:val="758995C1CB854C0BA24E205A6CCBBD83"/>
    <w:rsid w:val="00AD46D8"/>
  </w:style>
  <w:style w:type="paragraph" w:customStyle="1" w:styleId="8CEB0B33A42C4B8188BC79169F2E320F">
    <w:name w:val="8CEB0B33A42C4B8188BC79169F2E320F"/>
    <w:rsid w:val="00AD46D8"/>
  </w:style>
  <w:style w:type="paragraph" w:customStyle="1" w:styleId="453DCE44BD824C23AC751BB974FE7174">
    <w:name w:val="453DCE44BD824C23AC751BB974FE7174"/>
    <w:rsid w:val="00AD46D8"/>
  </w:style>
  <w:style w:type="paragraph" w:customStyle="1" w:styleId="B74709D77F7943CD9A709BA0BC9F8C8B">
    <w:name w:val="B74709D77F7943CD9A709BA0BC9F8C8B"/>
    <w:rsid w:val="00AD46D8"/>
  </w:style>
  <w:style w:type="paragraph" w:customStyle="1" w:styleId="6632CBEEB9414A49B0A87820C80D2F2E">
    <w:name w:val="6632CBEEB9414A49B0A87820C80D2F2E"/>
    <w:rsid w:val="00AD46D8"/>
  </w:style>
  <w:style w:type="paragraph" w:customStyle="1" w:styleId="D8FE0CAAB30D47D39EA2FB6DE89B19EC">
    <w:name w:val="D8FE0CAAB30D47D39EA2FB6DE89B19EC"/>
    <w:rsid w:val="00AD46D8"/>
  </w:style>
  <w:style w:type="paragraph" w:customStyle="1" w:styleId="061A00A0DB554329ADF2775B7E137524">
    <w:name w:val="061A00A0DB554329ADF2775B7E137524"/>
    <w:rsid w:val="00AD46D8"/>
  </w:style>
  <w:style w:type="paragraph" w:customStyle="1" w:styleId="6943ECD373144DF58EBE6D8D7484CBA6">
    <w:name w:val="6943ECD373144DF58EBE6D8D7484CBA6"/>
    <w:rsid w:val="00AD46D8"/>
  </w:style>
  <w:style w:type="paragraph" w:customStyle="1" w:styleId="E6CA9EAB2CD940CBB5F50EB361C22E15">
    <w:name w:val="E6CA9EAB2CD940CBB5F50EB361C22E15"/>
    <w:rsid w:val="00AD46D8"/>
  </w:style>
  <w:style w:type="paragraph" w:customStyle="1" w:styleId="C653C82BA225431C9BA804764D66098A">
    <w:name w:val="C653C82BA225431C9BA804764D66098A"/>
    <w:rsid w:val="00AD46D8"/>
  </w:style>
  <w:style w:type="paragraph" w:customStyle="1" w:styleId="042879C090E94D6DA2BEEE3104DB5129">
    <w:name w:val="042879C090E94D6DA2BEEE3104DB5129"/>
    <w:rsid w:val="00AD46D8"/>
  </w:style>
  <w:style w:type="paragraph" w:customStyle="1" w:styleId="5DDDEDF488DA48809B66AB5B944B6B59">
    <w:name w:val="5DDDEDF488DA48809B66AB5B944B6B59"/>
    <w:rsid w:val="00AD46D8"/>
  </w:style>
  <w:style w:type="paragraph" w:customStyle="1" w:styleId="4F6FC2BA6A67464BBDE4655E261C17DF">
    <w:name w:val="4F6FC2BA6A67464BBDE4655E261C17DF"/>
    <w:rsid w:val="00AD46D8"/>
  </w:style>
  <w:style w:type="paragraph" w:customStyle="1" w:styleId="6B9180899E9744298C836C4F7F5EE5CB">
    <w:name w:val="6B9180899E9744298C836C4F7F5EE5CB"/>
    <w:rsid w:val="00AD46D8"/>
  </w:style>
  <w:style w:type="paragraph" w:customStyle="1" w:styleId="EC83177FACE84523A60CEFB5DB7AFD63">
    <w:name w:val="EC83177FACE84523A60CEFB5DB7AFD63"/>
    <w:rsid w:val="00A63FAD"/>
  </w:style>
  <w:style w:type="paragraph" w:customStyle="1" w:styleId="50ACA9801685427DA101F97781FC3C41">
    <w:name w:val="50ACA9801685427DA101F97781FC3C41"/>
    <w:rsid w:val="00A63FAD"/>
  </w:style>
  <w:style w:type="paragraph" w:customStyle="1" w:styleId="8A0AE4AD2E63415E9333A403A7766873">
    <w:name w:val="8A0AE4AD2E63415E9333A403A7766873"/>
    <w:rsid w:val="00A63FAD"/>
  </w:style>
  <w:style w:type="paragraph" w:customStyle="1" w:styleId="19F49832A31C4D5C8037672C5B47A5DC">
    <w:name w:val="19F49832A31C4D5C8037672C5B47A5DC"/>
    <w:rsid w:val="00A63FAD"/>
  </w:style>
  <w:style w:type="paragraph" w:customStyle="1" w:styleId="73ED09CEC1974DC6A10AACB9961266FE">
    <w:name w:val="73ED09CEC1974DC6A10AACB9961266FE"/>
    <w:rsid w:val="00A63FAD"/>
  </w:style>
  <w:style w:type="paragraph" w:customStyle="1" w:styleId="F566D2A26575443DB56A29189C9DDAAC">
    <w:name w:val="F566D2A26575443DB56A29189C9DDAAC"/>
    <w:rsid w:val="00A63FAD"/>
  </w:style>
  <w:style w:type="paragraph" w:customStyle="1" w:styleId="BCCA726A74EC485B84D602396B57D2A1">
    <w:name w:val="BCCA726A74EC485B84D602396B57D2A1"/>
    <w:rsid w:val="00A63FAD"/>
  </w:style>
  <w:style w:type="paragraph" w:customStyle="1" w:styleId="49C13A6522384612AC98C381DC86A6A1">
    <w:name w:val="49C13A6522384612AC98C381DC86A6A1"/>
    <w:rsid w:val="00A63FAD"/>
  </w:style>
  <w:style w:type="paragraph" w:customStyle="1" w:styleId="C66C1436FBB0426498AD71ED9AE46AB7">
    <w:name w:val="C66C1436FBB0426498AD71ED9AE46AB7"/>
    <w:rsid w:val="00A63FAD"/>
  </w:style>
  <w:style w:type="paragraph" w:customStyle="1" w:styleId="066E9C63C7EC4F738A3E41278A952C40">
    <w:name w:val="066E9C63C7EC4F738A3E41278A952C40"/>
    <w:rsid w:val="00A63FAD"/>
  </w:style>
  <w:style w:type="paragraph" w:customStyle="1" w:styleId="896E4464EACB441E860F62BDFCA10D5B">
    <w:name w:val="896E4464EACB441E860F62BDFCA10D5B"/>
    <w:rsid w:val="00A63FAD"/>
  </w:style>
  <w:style w:type="paragraph" w:customStyle="1" w:styleId="0D6AFD2F263949A5BF8251DB0D4478BF">
    <w:name w:val="0D6AFD2F263949A5BF8251DB0D4478BF"/>
    <w:rsid w:val="00A63FAD"/>
  </w:style>
  <w:style w:type="paragraph" w:customStyle="1" w:styleId="3D2EF2C09AAE4E909CED5E8F0D2CDAF5">
    <w:name w:val="3D2EF2C09AAE4E909CED5E8F0D2CDAF5"/>
    <w:rsid w:val="00A63FAD"/>
  </w:style>
  <w:style w:type="paragraph" w:customStyle="1" w:styleId="2E173DFE2590451F938BE168CCD07EFB">
    <w:name w:val="2E173DFE2590451F938BE168CCD07EFB"/>
    <w:rsid w:val="00A63F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Custom 302">
      <a:dk1>
        <a:srgbClr val="676C73"/>
      </a:dk1>
      <a:lt1>
        <a:sysClr val="window" lastClr="FFFFFF"/>
      </a:lt1>
      <a:dk2>
        <a:srgbClr val="336380"/>
      </a:dk2>
      <a:lt2>
        <a:srgbClr val="EEECE1"/>
      </a:lt2>
      <a:accent1>
        <a:srgbClr val="509394"/>
      </a:accent1>
      <a:accent2>
        <a:srgbClr val="8E8985"/>
      </a:accent2>
      <a:accent3>
        <a:srgbClr val="91A8AE"/>
      </a:accent3>
      <a:accent4>
        <a:srgbClr val="52889E"/>
      </a:accent4>
      <a:accent5>
        <a:srgbClr val="F4E9B8"/>
      </a:accent5>
      <a:accent6>
        <a:srgbClr val="74B67C"/>
      </a:accent6>
      <a:hlink>
        <a:srgbClr val="52889E"/>
      </a:hlink>
      <a:folHlink>
        <a:srgbClr val="8E8985"/>
      </a:folHlink>
    </a:clrScheme>
    <a:fontScheme name="Metal">
      <a:majorFont>
        <a:latin typeface="Eurostile"/>
        <a:ea typeface=""/>
        <a:cs typeface=""/>
        <a:font script="Jpan" typeface="メイリオ"/>
      </a:majorFont>
      <a:minorFont>
        <a:latin typeface="Eurostile"/>
        <a:ea typeface=""/>
        <a:cs typeface=""/>
        <a:font script="Jpan" typeface="メイリオ"/>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69490F215EC64484FBFD840D2A6AEA" ma:contentTypeVersion="9" ma:contentTypeDescription="Create a new document." ma:contentTypeScope="" ma:versionID="2ee6ef677419de6dcb259284f0ba6fb3">
  <xsd:schema xmlns:xsd="http://www.w3.org/2001/XMLSchema" xmlns:xs="http://www.w3.org/2001/XMLSchema" xmlns:p="http://schemas.microsoft.com/office/2006/metadata/properties" xmlns:ns2="f130fef4-ed67-4159-bf86-6137b28aab82" xmlns:ns3="11aa99c6-de13-429b-bdc0-97881fb8c984" targetNamespace="http://schemas.microsoft.com/office/2006/metadata/properties" ma:root="true" ma:fieldsID="15d461cac12d10e11f11e373eb23427e" ns2:_="" ns3:_="">
    <xsd:import namespace="f130fef4-ed67-4159-bf86-6137b28aab82"/>
    <xsd:import namespace="11aa99c6-de13-429b-bdc0-97881fb8c9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30fef4-ed67-4159-bf86-6137b28aa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aa99c6-de13-429b-bdc0-97881fb8c98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f130fef4-ed67-4159-bf86-6137b28aab8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AC18F-F21C-41B0-AD45-F39F174E4BEE}"/>
</file>

<file path=customXml/itemProps2.xml><?xml version="1.0" encoding="utf-8"?>
<ds:datastoreItem xmlns:ds="http://schemas.openxmlformats.org/officeDocument/2006/customXml" ds:itemID="{558CDBD3-9F38-45C0-B09F-17E9709BFC1B}">
  <ds:schemaRefs>
    <ds:schemaRef ds:uri="http://schemas.microsoft.com/sharepoint/v3/contenttype/forms"/>
  </ds:schemaRefs>
</ds:datastoreItem>
</file>

<file path=customXml/itemProps3.xml><?xml version="1.0" encoding="utf-8"?>
<ds:datastoreItem xmlns:ds="http://schemas.openxmlformats.org/officeDocument/2006/customXml" ds:itemID="{E90A582B-1EFA-4310-8D3C-77AE0C28AC5E}">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AC7DC82C-2B50-41D3-B955-6710498A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Wellness checklist</Template>
  <TotalTime>0</TotalTime>
  <Pages>9</Pages>
  <Words>1905</Words>
  <Characters>10862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2020-04-16T15:51:00Z</dcterms:created>
  <dcterms:modified xsi:type="dcterms:W3CDTF">2020-04-20T17:25:00Z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0x0101002669490F215EC64484FBFD840D2A6AEA</vt:lpwstr>
  </property>
</Properties>
</file>